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<w:body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<w:body><w:p><w:pPr><w:spacing w:line="240" w:lineRule="auto" w:before="0"/><w:rPr><w:rFonts w:ascii="Times New Roman" w:hAnsi="Times New Roman" w:cs="Times New Roman" w:eastAsia="Times New Roman"/><w:sz w:val="20"/><w:szCs w:val="20"/></w:rPr></w:pPr></w:p><w:p><w:pPr><w:spacing w:before="214"/><w:ind w:left="560" w:right="0" w:firstLine="0"/><w:jc w:val="left"/><w:rPr><w:rFonts w:ascii="Arial" w:hAnsi="Arial" w:cs="Arial" w:eastAsia="Arial"/><w:sz w:val="40"/><w:szCs w:val="40"/></w:rPr></w:pPr><w:r><w:rPr><w:rFonts w:ascii="Arial"/><w:b/><w:color w:val="4F61AB"/><w:spacing w:val="-9"/><w:sz w:val="40"/></w:rPr><w:t>P</w:t></w:r><w:r><w:rPr><w:rFonts w:ascii="Arial"/><w:b/><w:color w:val="4F61AB"/><w:spacing w:val="-4"/><w:sz w:val="40"/></w:rPr><w:t>r</w:t></w:r><w:r><w:rPr><w:rFonts w:ascii="Arial"/><w:b/><w:color w:val="4F61AB"/><w:spacing w:val="-1"/><w:sz w:val="40"/></w:rPr><w:t>ogr</w:t></w:r><w:r><w:rPr><w:rFonts w:ascii="Arial"/><w:b/><w:color w:val="4F61AB"/><w:sz w:val="40"/></w:rPr><w:t>am</w:t></w:r><w:r><w:rPr><w:rFonts w:ascii="Arial"/><w:b/><w:color w:val="4F61AB"/><w:spacing w:val="-6"/><w:sz w:val="40"/></w:rPr><w:t> </w:t></w:r><w:r><w:rPr><w:rFonts w:ascii="Arial"/><w:b/><w:color w:val="4F61AB"/><w:spacing w:val="-37"/><w:sz w:val="40"/></w:rPr><w:t>Y</w:t></w:r><w:r><w:rPr><w:rFonts w:ascii="Arial"/><w:b/><w:color w:val="4F61AB"/><w:spacing w:val="-2"/><w:sz w:val="40"/></w:rPr><w:t>ou</w:t></w:r><w:r><w:rPr><w:rFonts w:ascii="Arial"/><w:b/><w:color w:val="4F61AB"/><w:sz w:val="40"/></w:rPr><w:t>r</w:t></w:r><w:r><w:rPr><w:rFonts w:ascii="Arial"/><w:b/><w:color w:val="4F61AB"/><w:spacing w:val="-6"/><w:sz w:val="40"/></w:rPr><w:t> </w:t></w:r><w:r><w:rPr><w:rFonts w:ascii="Arial"/><w:b/><w:color w:val="4F61AB"/><w:spacing w:val="-8"/><w:sz w:val="40"/></w:rPr><w:t>R</w:t></w:r><w:r><w:rPr><w:rFonts w:ascii="Arial"/><w:b/><w:color w:val="4F61AB"/><w:spacing w:val="-1"/><w:sz w:val="40"/></w:rPr><w:t>o</w:t></w:r><w:r><w:rPr><w:rFonts w:ascii="Arial"/><w:b/><w:color w:val="4F61AB"/><w:sz w:val="40"/></w:rPr><w:t>b</w:t></w:r><w:r><w:rPr><w:rFonts w:ascii="Arial"/><w:b/><w:color w:val="4F61AB"/><w:spacing w:val="-2"/><w:sz w:val="40"/></w:rPr><w:t>o</w:t></w:r><w:r><w:rPr><w:rFonts w:ascii="Arial"/><w:b/><w:color w:val="4F61AB"/><w:sz w:val="40"/></w:rPr><w:t>t</w:t></w:r><w:r><w:rPr><w:rFonts w:ascii="Arial"/><w:b/><w:color w:val="4F61AB"/><w:spacing w:val="-5"/><w:sz w:val="40"/></w:rPr><w:t> </w:t></w:r><w:r><w:rPr><w:rFonts w:ascii="Arial"/><w:b/><w:color w:val="4F61AB"/><w:spacing w:val="-2"/><w:sz w:val="40"/></w:rPr><w:t>t</w:t></w:r><w:r><w:rPr><w:rFonts w:ascii="Arial"/><w:b/><w:color w:val="4F61AB"/><w:sz w:val="40"/></w:rPr><w:t>o</w:t></w:r><w:r><w:rPr><w:rFonts w:ascii="Arial"/><w:b/><w:color w:val="4F61AB"/><w:spacing w:val="-4"/><w:sz w:val="40"/></w:rPr><w:t> </w:t></w:r><w:r><w:rPr><w:rFonts w:ascii="Arial"/><w:b/><w:color w:val="4F61AB"/><w:spacing w:val="-10"/><w:sz w:val="40"/></w:rPr><w:t>P</w:t></w:r><w:r><w:rPr><w:rFonts w:ascii="Arial"/><w:b/><w:color w:val="4F61AB"/><w:spacing w:val="-1"/><w:sz w:val="40"/></w:rPr><w:t>e</w:t></w:r><w:r><w:rPr><w:rFonts w:ascii="Arial"/><w:b/><w:color w:val="4F61AB"/><w:spacing w:val="14"/><w:sz w:val="40"/></w:rPr><w:t>r</w:t></w:r><w:r><w:rPr><w:rFonts w:ascii="Arial"/><w:b/><w:color w:val="4F61AB"/><w:spacing w:val="-2"/><w:sz w:val="40"/></w:rPr><w:t>f</w:t></w:r><w:r><w:rPr><w:rFonts w:ascii="Arial"/><w:b/><w:color w:val="4F61AB"/><w:spacing w:val="-1"/><w:sz w:val="40"/></w:rPr><w:t>o</w:t></w:r><w:r><w:rPr><w:rFonts w:ascii="Arial"/><w:b/><w:color w:val="4F61AB"/><w:spacing w:val="4"/><w:sz w:val="40"/></w:rPr><w:t>r</w:t></w:r><w:r><w:rPr><w:rFonts w:ascii="Arial"/><w:b/><w:color w:val="4F61AB"/><w:sz w:val="40"/></w:rPr><w:t>m</w:t></w:r><w:r><w:rPr><w:rFonts w:ascii="Arial"/><w:b/><w:color w:val="4F61AB"/><w:spacing w:val="-6"/><w:sz w:val="40"/></w:rPr><w:t> </w:t></w:r><w:r><w:rPr><w:rFonts w:ascii="Arial"/><w:b/><w:color w:val="4F61AB"/><w:sz w:val="40"/></w:rPr><w:t>a</w:t></w:r><w:r><w:rPr><w:rFonts w:ascii="Arial"/><w:b/><w:color w:val="4F61AB"/><w:spacing w:val="-6"/><w:sz w:val="40"/></w:rPr><w:t> </w:t></w:r><w:r><w:rPr><w:rFonts w:ascii="Arial"/><w:b/><w:color w:val="4F61AB"/><w:spacing w:val="-36"/><w:sz w:val="40"/></w:rPr><w:t>T</w:t></w:r><w:r><w:rPr><w:rFonts w:ascii="Arial"/><w:b/><w:color w:val="4F61AB"/><w:sz w:val="40"/></w:rPr><w:t>a</w:t></w:r><w:r><w:rPr><w:rFonts w:ascii="Arial"/><w:b/><w:color w:val="4F61AB"/><w:spacing w:val="-4"/><w:sz w:val="40"/></w:rPr><w:t>s</w:t></w:r><w:r><w:rPr><w:rFonts w:ascii="Arial"/><w:b/><w:color w:val="4F61AB"/><w:sz w:val="40"/></w:rPr><w:t>k</w:t></w:r><w:r><w:rPr><w:rFonts w:ascii="Arial"/><w:sz w:val="40"/></w:rPr></w:r></w:p><w:p><w:pPr><w:spacing w:line="240" w:lineRule="auto" w:before="2"/><w:rPr><w:rFonts w:ascii="Arial" w:hAnsi="Arial" w:cs="Arial" w:eastAsia="Arial"/><w:b/><w:bCs/><w:sz w:val="5"/><w:szCs w:val="5"/></w:rPr></w:pPr></w:p><w:p><w:pPr><w:spacing w:line="100" w:lineRule="atLeast"/><w:ind w:left="510" w:right="0" w:firstLine="0"/><w:rPr><w:rFonts w:ascii="Arial" w:hAnsi="Arial" w:cs="Arial" w:eastAsia="Arial"/><w:sz w:val="10"/><w:szCs w:val="10"/></w:rPr></w:pPr><w:r><w:rPr><w:rFonts w:ascii="Arial" w:hAnsi="Arial" w:cs="Arial" w:eastAsia="Arial"/><w:sz w:val="10"/><w:szCs w:val="10"/></w:rPr><w:pict><v:group style="width:473pt;height:5pt;mso-position-horizontal-relative:char;mso-position-vertical-relative:line" coordorigin="0,0" coordsize="9460,100"><v:group style="position:absolute;left:50;top:50;width:9360;height:2" coordorigin="50,50" coordsize="9360,2"><v:shape style="position:absolute;left:50;top:50;width:9360;height:2" coordorigin="50,50" coordsize="9360,0" path="m50,50l9410,50e" filled="false" stroked="true" strokeweight="5pt" strokecolor="#b6b8dd"><v:path arrowok="t"/></v:shape></v:group></v:group></w:pict></w:r><w:r><w:rPr><w:rFonts w:ascii="Arial" w:hAnsi="Arial" w:cs="Arial" w:eastAsia="Arial"/><w:sz w:val="10"/><w:szCs w:val="10"/></w:rPr></w:r></w:p><w:p><w:pPr><w:pStyle w:val="Heading1"/><w:spacing w:line="240" w:lineRule="auto" w:before="348"/><w:ind w:right="0"/><w:jc w:val="left"/><w:rPr><w:b w:val="0"/><w:bCs w:val="0"/></w:rPr></w:pPr><w:r><w:rPr><w:color w:val="4F61AB"/><w:spacing w:val="-1"/></w:rPr><w:t>Description</w:t></w:r><w:r><w:rPr><w:b w:val="0"/></w:rPr></w:r></w:p><w:p><w:pPr><w:pStyle w:val="BodyText"/><w:spacing w:line="240" w:lineRule="auto" w:before="124"/><w:ind w:left="560" w:right="0"/><w:jc w:val="left"/></w:pPr><w:r><w:rPr><w:color w:val="4C4D4F"/><w:spacing w:val="-1"/></w:rPr><w:t>In</w:t></w:r><w:r><w:rPr><w:color w:val="4C4D4F"/><w:spacing w:val="-2"/></w:rPr><w:t> </w:t></w:r><w:r><w:rPr><w:color w:val="4C4D4F"/><w:spacing w:val="-1"/></w:rPr><w:t>this </w:t></w:r><w:r><w:rPr><w:color w:val="4C4D4F"/><w:spacing w:val="-2"/></w:rPr><w:t>activity,</w:t></w:r><w:r><w:rPr><w:color w:val="4C4D4F"/></w:rPr><w:t> </w:t></w:r><w:r><w:rPr><w:color w:val="4C4D4F"/><w:spacing w:val="-2"/></w:rPr><w:t>students</w:t></w:r><w:r><w:rPr><w:color w:val="4C4D4F"/><w:spacing w:val="-1"/></w:rPr><w:t> gain</w:t></w:r><w:r><w:rPr><w:color w:val="4C4D4F"/><w:spacing w:val="-2"/></w:rPr><w:t> </w:t></w:r><w:r><w:rPr><w:color w:val="4C4D4F"/></w:rPr><w:t>hands-on</w:t></w:r><w:r><w:rPr><w:color w:val="4C4D4F"/><w:spacing w:val="-1"/></w:rPr><w:t> experience</w:t></w:r><w:r><w:rPr><w:color w:val="4C4D4F"/><w:spacing w:val="-2"/></w:rPr><w:t> </w:t></w:r><w:r><w:rPr><w:color w:val="4C4D4F"/><w:spacing w:val="-1"/></w:rPr><w:t>with programming</w:t></w:r><w:r><w:rPr><w:color w:val="4C4D4F"/><w:spacing w:val="-2"/></w:rPr><w:t> </w:t></w:r><w:r><w:rPr><w:color w:val="4C4D4F"/></w:rPr><w:t>a</w:t></w:r><w:r><w:rPr><w:color w:val="4C4D4F"/><w:spacing w:val="-2"/></w:rPr><w:t> </w:t></w:r><w:r><w:rPr><w:color w:val="4C4D4F"/><w:spacing w:val="-1"/></w:rPr><w:t>robot</w:t></w:r><w:r><w:rPr><w:color w:val="4C4D4F"/></w:rPr><w:t> </w:t></w:r><w:r><w:rPr><w:color w:val="4C4D4F"/><w:spacing w:val="-1"/></w:rPr><w:t>to</w:t></w:r><w:r><w:rPr><w:color w:val="4C4D4F"/><w:spacing w:val="-2"/></w:rPr><w:t> </w:t></w:r><w:r><w:rPr><w:color w:val="4C4D4F"/><w:spacing w:val="1"/></w:rPr><w:t>perform</w:t></w:r><w:r><w:rPr><w:color w:val="4C4D4F"/></w:rPr><w:t> </w:t></w:r><w:r><w:rPr><w:color w:val="4C4D4F"/><w:spacing w:val="-2"/></w:rPr><w:t>tasks.</w:t></w:r><w:r><w:rPr/></w:r></w:p><w:p><w:pPr><w:spacing w:line="240" w:lineRule="auto" w:before="9"/><w:rPr><w:rFonts w:ascii="Arial" w:hAnsi="Arial" w:cs="Arial" w:eastAsia="Arial"/><w:sz w:val="19"/><w:szCs w:val="19"/></w:rPr></w:pPr></w:p><w:p><w:pPr><w:pStyle w:val="BodyText"/><w:spacing w:line="284" w:lineRule="auto" w:before="0"/><w:ind w:left="560" w:right="1131"/><w:jc w:val="left"/></w:pPr><w:r><w:rPr><w:color w:val="4C4D4F"/><w:spacing w:val="-1"/></w:rPr><w:t>This </w:t></w:r><w:r><w:rPr><w:color w:val="4C4D4F"/></w:rPr><w:t>activity</w:t></w:r><w:r><w:rPr><w:color w:val="4C4D4F"/><w:spacing w:val="-1"/></w:rPr><w:t> includes</w:t></w:r><w:r><w:rPr><w:color w:val="4C4D4F"/></w:rPr><w:t> </w:t></w:r><w:r><w:rPr><w:color w:val="4C4D4F"/><w:spacing w:val="-3"/></w:rPr><w:t>seven</w:t></w:r><w:r><w:rPr><w:color w:val="4C4D4F"/><w:spacing w:val="-2"/></w:rPr><w:t> </w:t></w:r><w:r><w:rPr><w:color w:val="4C4D4F"/><w:spacing w:val="-1"/></w:rPr><w:t>task</w:t></w:r><w:r><w:rPr><w:color w:val="4C4D4F"/></w:rPr><w:t> </w:t></w:r><w:r><w:rPr><w:color w:val="4C4D4F"/><w:spacing w:val="-1"/></w:rPr><w:t>challenges. Students will </w:t></w:r><w:r><w:rPr><w:color w:val="4C4D4F"/></w:rPr><w:t>work</w:t></w:r><w:r><w:rPr><w:color w:val="4C4D4F"/><w:spacing w:val="-1"/></w:rPr><w:t> in </w:t></w:r><w:r><w:rPr><w:color w:val="4C4D4F"/><w:spacing w:val="-2"/></w:rPr><w:t>teams</w:t></w:r><w:r><w:rPr><w:color w:val="4C4D4F"/><w:spacing w:val="-1"/></w:rPr><w:t> with</w:t></w:r><w:r><w:rPr><w:color w:val="4C4D4F"/><w:spacing w:val="-2"/></w:rPr><w:t> </w:t></w:r><w:r><w:rPr><w:color w:val="4C4D4F"/></w:rPr><w:t>a</w:t></w:r><w:r><w:rPr><w:color w:val="4C4D4F"/><w:spacing w:val="-1"/></w:rPr><w:t> time</w:t></w:r><w:r><w:rPr><w:color w:val="4C4D4F"/><w:spacing w:val="-2"/></w:rPr><w:t> </w:t></w:r><w:r><w:rPr><w:color w:val="4C4D4F"/></w:rPr><w:t>boundary </w:t></w:r><w:r><w:rPr><w:color w:val="4C4D4F"/><w:spacing w:val="-1"/></w:rPr><w:t>to</w:t></w:r><w:r><w:rPr><w:color w:val="4C4D4F"/><w:spacing w:val="65"/></w:rPr><w:t> </w:t></w:r><w:r><w:rPr><w:color w:val="4C4D4F"/><w:spacing w:val="1"/></w:rPr><w:t>perform</w:t></w:r><w:r><w:rPr><w:color w:val="4C4D4F"/><w:spacing w:val="-1"/></w:rPr><w:t> as</w:t></w:r><w:r><w:rPr><w:color w:val="4C4D4F"/></w:rPr><w:t> </w:t></w:r><w:r><w:rPr><w:color w:val="4C4D4F"/><w:spacing w:val="-2"/></w:rPr><w:t>many</w:t></w:r><w:r><w:rPr><w:color w:val="4C4D4F"/><w:spacing w:val="-1"/></w:rPr><w:t> task</w:t></w:r><w:r><w:rPr><w:color w:val="4C4D4F"/></w:rPr><w:t> </w:t></w:r><w:r><w:rPr><w:color w:val="4C4D4F"/><w:spacing w:val="-1"/></w:rPr><w:t>challenges as</w:t></w:r><w:r><w:rPr><w:color w:val="4C4D4F"/></w:rPr><w:t> </w:t></w:r><w:r><w:rPr><w:color w:val="4C4D4F"/><w:spacing w:val="-1"/></w:rPr><w:t>possible. </w:t></w:r><w:r><w:rPr><w:color w:val="4C4D4F"/></w:rPr><w:t>Be</w:t></w:r><w:r><w:rPr><w:color w:val="4C4D4F"/><w:spacing w:val="-1"/></w:rPr><w:t> </w:t></w:r><w:r><w:rPr><w:color w:val="4C4D4F"/><w:spacing w:val="-2"/></w:rPr><w:t>sure </w:t></w:r><w:r><w:rPr><w:color w:val="4C4D4F"/><w:spacing w:val="-1"/></w:rPr><w:t>to consult the “Materials” </w:t></w:r><w:r><w:rPr><w:color w:val="4C4D4F"/></w:rPr><w:t>section</w:t></w:r><w:r><w:rPr><w:color w:val="4C4D4F"/><w:spacing w:val="-1"/></w:rPr><w:t> before</w:t></w:r><w:r><w:rPr><w:color w:val="4C4D4F"/><w:spacing w:val="59"/></w:rPr><w:t> </w:t></w:r><w:r><w:rPr><w:color w:val="4C4D4F"/><w:spacing w:val="-1"/></w:rPr><w:t>beginning</w:t></w:r><w:r><w:rPr><w:color w:val="4C4D4F"/><w:spacing w:val="-2"/></w:rPr><w:t> </w:t></w:r><w:r><w:rPr><w:color w:val="4C4D4F"/><w:spacing w:val="-1"/></w:rPr><w:t>the </w:t></w:r><w:r><w:rPr><w:color w:val="4C4D4F"/></w:rPr><w:t>activity</w:t></w:r><w:r><w:rPr><w:color w:val="4C4D4F"/><w:spacing w:val="-1"/></w:rPr><w:t> to </w:t></w:r><w:r><w:rPr><w:color w:val="4C4D4F"/><w:spacing w:val="-2"/></w:rPr><w:t>ensure you</w:t></w:r><w:r><w:rPr><w:color w:val="4C4D4F"/><w:spacing w:val="-1"/></w:rPr><w:t> </w:t></w:r><w:r><w:rPr><w:color w:val="4C4D4F"/><w:spacing w:val="-3"/></w:rPr><w:t>have</w:t></w:r><w:r><w:rPr><w:color w:val="4C4D4F"/><w:spacing w:val="-2"/></w:rPr><w:t> </w:t></w:r><w:r><w:rPr><w:color w:val="4C4D4F"/><w:spacing w:val="-1"/></w:rPr><w:t>all that</w:t></w:r><w:r><w:rPr><w:color w:val="4C4D4F"/></w:rPr><w:t> </w:t></w:r><w:r><w:rPr><w:color w:val="4C4D4F"/><w:spacing w:val="-2"/></w:rPr><w:t>you </w:t></w:r><w:r><w:rPr><w:color w:val="4C4D4F"/><w:spacing w:val="-1"/></w:rPr><w:t>need to</w:t></w:r><w:r><w:rPr><w:color w:val="4C4D4F"/><w:spacing w:val="-2"/></w:rPr><w:t> </w:t></w:r><w:r><w:rPr><w:color w:val="4C4D4F"/><w:spacing w:val="-1"/></w:rPr><w:t>complete the</w:t></w:r><w:r><w:rPr><w:color w:val="4C4D4F"/><w:spacing w:val="-2"/></w:rPr><w:t> </w:t></w:r><w:r><w:rPr><w:color w:val="4C4D4F"/><w:spacing w:val="-1"/></w:rPr><w:t>challenges.</w:t></w:r><w:r><w:rPr/></w:r></w:p><w:p><w:pPr><w:pStyle w:val="BodyText"/><w:spacing w:line="284" w:lineRule="auto" w:before="181"/><w:ind w:left="560" w:right="1220"/><w:jc w:val="left"/></w:pPr><w:r><w:rPr><w:color w:val="4C4D4F"/><w:spacing w:val="-1"/></w:rPr><w:t>Challenge</w:t></w:r><w:r><w:rPr><w:color w:val="4C4D4F"/><w:spacing w:val="-2"/></w:rPr><w:t> </w:t></w:r><w:r><w:rPr><w:color w:val="4C4D4F"/></w:rPr><w:t>4</w:t></w:r><w:r><w:rPr><w:color w:val="4C4D4F"/><w:spacing w:val="-1"/></w:rPr><w:t> requires</w:t></w:r><w:r><w:rPr><w:color w:val="4C4D4F"/></w:rPr><w:t> a</w:t></w:r><w:r><w:rPr><w:color w:val="4C4D4F"/><w:spacing w:val="-2"/></w:rPr><w:t> </w:t></w:r><w:r><w:rPr><w:color w:val="4C4D4F"/><w:spacing w:val="-1"/></w:rPr><w:t>ramp with balls</w:t></w:r><w:r><w:rPr><w:color w:val="4C4D4F"/></w:rPr><w:t> inserted</w:t></w:r><w:r><w:rPr><w:color w:val="4C4D4F"/><w:spacing w:val="-2"/></w:rPr><w:t> into</w:t></w:r><w:r><w:rPr><w:color w:val="4C4D4F"/><w:spacing w:val="-1"/></w:rPr><w:t> holes</w:t></w:r><w:r><w:rPr><w:color w:val="4C4D4F"/></w:rPr><w:t> </w:t></w:r><w:r><w:rPr><w:color w:val="4C4D4F"/><w:spacing w:val="-1"/></w:rPr><w:t>along the</w:t></w:r><w:r><w:rPr><w:color w:val="4C4D4F"/><w:spacing w:val="-2"/></w:rPr><w:t> </w:t></w:r><w:r><w:rPr><w:color w:val="4C4D4F"/><w:spacing w:val="-3"/></w:rPr><w:t>ramp’s</w:t></w:r><w:r><w:rPr><w:color w:val="4C4D4F"/></w:rPr><w:t> </w:t></w:r><w:r><w:rPr><w:color w:val="4C4D4F"/><w:spacing w:val="-3"/></w:rPr><w:t>perimeter.</w:t></w:r><w:r><w:rPr><w:color w:val="4C4D4F"/></w:rPr><w:t> See</w:t></w:r><w:r><w:rPr><w:color w:val="4C4D4F"/><w:spacing w:val="59"/></w:rPr><w:t> </w:t></w:r><w:r><w:rPr><w:color w:val="4C4D4F"/><w:spacing w:val="-2"/></w:rPr><w:t>Figure </w:t></w:r><w:r><w:rPr><w:color w:val="4C4D4F"/></w:rPr><w:t>1</w:t></w:r><w:r><w:rPr><w:color w:val="4C4D4F"/><w:spacing w:val="-2"/></w:rPr><w:t> </w:t></w:r><w:r><w:rPr><w:color w:val="4C4D4F"/><w:spacing w:val="-1"/></w:rPr><w:t>in the</w:t></w:r><w:r><w:rPr><w:color w:val="4C4D4F"/><w:spacing w:val="-2"/></w:rPr><w:t> </w:t></w:r><w:r><w:rPr><w:rFonts w:ascii="Arial" w:hAnsi="Arial" w:cs="Arial" w:eastAsia="Arial"/><w:i/><w:color w:val="4C4D4F"/><w:spacing w:val="-1"/></w:rPr><w:t>Procedure </w:t></w:r><w:r><w:rPr><w:color w:val="4C4D4F"/></w:rPr><w:t>section</w:t></w:r><w:r><w:rPr><w:color w:val="4C4D4F"/><w:spacing w:val="-1"/></w:rPr><w:t> for an</w:t></w:r><w:r><w:rPr><w:color w:val="4C4D4F"/><w:spacing w:val="-2"/></w:rPr><w:t> example.</w:t></w:r><w:r><w:rPr/></w:r></w:p><w:p><w:pPr><w:pStyle w:val="BodyText"/><w:spacing w:line="284" w:lineRule="auto" w:before="181"/><w:ind w:left="560" w:right="1131"/><w:jc w:val="left"/></w:pPr><w:r><w:rPr><w:color w:val="4C4D4F"/><w:spacing w:val="-1"/></w:rPr><w:t>Students will</w:t></w:r><w:r><w:rPr><w:color w:val="4C4D4F"/><w:spacing w:val="-2"/></w:rPr><w:t> </w:t></w:r><w:r><w:rPr><w:color w:val="4C4D4F"/></w:rPr><w:t>be</w:t></w:r><w:r><w:rPr><w:color w:val="4C4D4F"/><w:spacing w:val="-1"/></w:rPr><w:t> required</w:t></w:r><w:r><w:rPr><w:color w:val="4C4D4F"/><w:spacing w:val="-2"/></w:rPr><w:t> </w:t></w:r><w:r><w:rPr><w:color w:val="4C4D4F"/><w:spacing w:val="-1"/></w:rPr><w:t>to </w:t></w:r><w:r><w:rPr><w:color w:val="4C4D4F"/></w:rPr><w:t>work</w:t></w:r><w:r><w:rPr><w:color w:val="4C4D4F"/><w:spacing w:val="-1"/></w:rPr><w:t> with inputs and outputs under</w:t></w:r><w:r><w:rPr><w:color w:val="4C4D4F"/></w:rPr><w:t> </w:t></w:r><w:r><w:rPr><w:color w:val="4C4D4F"/><w:spacing w:val="-1"/></w:rPr><w:t>various conditions within the</w:t></w:r><w:r><w:rPr><w:color w:val="4C4D4F"/><w:spacing w:val="51"/></w:rPr><w:t> </w:t></w:r><w:r><w:rPr><w:color w:val="4C4D4F"/><w:spacing w:val="-1"/></w:rPr><w:t>computer</w:t></w:r><w:r><w:rPr><w:color w:val="4C4D4F"/><w:spacing w:val="-2"/></w:rPr><w:t> </w:t></w:r><w:r><w:rPr><w:color w:val="4C4D4F"/><w:spacing w:val="-1"/></w:rPr><w:t>program.</w:t></w:r><w:r><w:rPr/></w:r></w:p><w:p><w:pPr><w:spacing w:line="240" w:lineRule="auto" w:before="10"/><w:rPr><w:rFonts w:ascii="Arial" w:hAnsi="Arial" w:cs="Arial" w:eastAsia="Arial"/><w:sz w:val="21"/><w:szCs w:val="21"/></w:rPr></w:pPr></w:p><w:p><w:pPr><w:pStyle w:val="Heading1"/><w:spacing w:line="240" w:lineRule="auto"/><w:ind w:right="0"/><w:jc w:val="left"/><w:rPr><w:b w:val="0"/><w:bCs w:val="0"/></w:rPr></w:pPr><w:r><w:rPr><w:color w:val="4F61AB"/><w:spacing w:val="-1"/></w:rPr><w:t>Lesson</w:t></w:r><w:r><w:rPr><w:color w:val="4F61AB"/><w:spacing w:val="-11"/></w:rPr><w:t> </w:t></w:r><w:r><w:rPr><w:color w:val="4F61AB"/></w:rPr><w:t>Outcomes</w:t></w:r><w:r><w:rPr><w:b w:val="0"/></w:rPr></w:r></w:p><w:p><w:pPr><w:pStyle w:val="BodyText"/><w:spacing w:line="240" w:lineRule="auto" w:before="124"/><w:ind w:left="560" w:right="0"/><w:jc w:val="left"/></w:pPr><w:r><w:rPr><w:color w:val="4C4D4F"/><w:spacing w:val="-1"/></w:rPr><w:t>Students will</w:t></w:r><w:r><w:rPr><w:color w:val="4C4D4F"/><w:spacing w:val="-2"/></w:rPr><w:t> </w:t></w:r><w:r><w:rPr><w:color w:val="4C4D4F"/></w:rPr><w:t>be</w:t></w:r><w:r><w:rPr><w:color w:val="4C4D4F"/><w:spacing w:val="-2"/></w:rPr><w:t> </w:t></w:r><w:r><w:rPr><w:color w:val="4C4D4F"/><w:spacing w:val="-1"/></w:rPr><w:t>able </w:t></w:r><w:r><w:rPr><w:color w:val="4C4D4F"/><w:spacing w:val="-3"/></w:rPr><w:t>to:</w:t></w:r><w:r><w:rPr/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/w:pPr><w:r><w:rPr><w:color w:val="4C4D4F"/><w:spacing w:val="-1"/></w:rPr><w:t>Use</w:t></w:r><w:r><w:rPr><w:color w:val="4C4D4F"/><w:spacing w:val="-2"/></w:rPr><w:t> </w:t></w:r><w:r><w:rPr><w:color w:val="4C4D4F"/><w:spacing w:val="-1"/></w:rPr><w:t>programming</w:t></w:r><w:r><w:rPr><w:color w:val="4C4D4F"/><w:spacing w:val="-2"/></w:rPr><w:t> </w:t></w:r><w:r><w:rPr><w:color w:val="4C4D4F"/></w:rPr><w:t>software</w:t></w:r><w:r><w:rPr><w:color w:val="4C4D4F"/><w:spacing w:val="-1"/></w:rPr><w:t> to</w:t></w:r><w:r><w:rPr><w:color w:val="4C4D4F"/><w:spacing w:val="-2"/></w:rPr><w:t> </w:t></w:r><w:r><w:rPr><w:color w:val="4C4D4F"/><w:spacing w:val="-1"/></w:rPr><w:t>create </w:t></w:r><w:r><w:rPr><w:color w:val="4C4D4F"/></w:rPr><w:t>a</w:t></w:r><w:r><w:rPr><w:color w:val="4C4D4F"/><w:spacing w:val="-2"/></w:rPr><w:t> set</w:t></w:r><w:r><w:rPr><w:color w:val="4C4D4F"/></w:rPr><w:t> </w:t></w:r><w:r><w:rPr><w:color w:val="4C4D4F"/><w:spacing w:val="-1"/></w:rPr><w:t>of instructions for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robot</w:t></w:r><w:r><w:rPr><w:color w:val="4C4D4F"/></w:rPr><w:t> </w:t></w:r><w:r><w:rPr><w:color w:val="4C4D4F"/><w:spacing w:val="-1"/></w:rPr><w:t>to</w:t></w:r><w:r><w:rPr><w:color w:val="4C4D4F"/><w:spacing w:val="-2"/></w:rPr><w:t> </w:t></w:r><w:r><w:rPr><w:color w:val="4C4D4F"/><w:spacing w:val="1"/></w:rPr><w:t>perform</w:t></w:r><w:r><w:rPr><w:color w:val="4C4D4F"/></w:rPr><w:t> a</w:t></w:r><w:r><w:rPr><w:color w:val="4C4D4F"/><w:spacing w:val="-2"/></w:rPr><w:t> </w:t></w:r><w:r><w:rPr><w:color w:val="4C4D4F"/><w:spacing w:val="-1"/></w:rPr><w:t>task</w:t></w:r><w:r><w:rPr/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/w:pPr><w:r><w:rPr><w:color w:val="4C4D4F"/><w:spacing w:val="-1"/></w:rPr><w:t>Upload</w:t></w:r><w:r><w:rPr><w:color w:val="4C4D4F"/><w:spacing w:val="-2"/></w:rPr><w:t> </w:t></w:r><w:r><w:rPr><w:color w:val="4C4D4F"/><w:spacing w:val="-1"/></w:rPr><w:t>the program to the</w:t></w:r><w:r><w:rPr><w:color w:val="4C4D4F"/><w:spacing w:val="-2"/></w:rPr><w:t> </w:t></w:r><w:r><w:rPr><w:color w:val="4C4D4F"/><w:spacing w:val="-1"/></w:rPr><w:t>robot</w:t></w:r><w:r><w:rPr/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/w:pPr><w:r><w:rPr><w:color w:val="4C4D4F"/><w:spacing w:val="-3"/></w:rPr><w:t>Troubleshoot</w:t></w:r><w:r><w:rPr><w:color w:val="4C4D4F"/><w:spacing w:val="-1"/></w:rPr><w:t> </w:t></w:r><w:r><w:rPr><w:color w:val="4C4D4F"/></w:rPr><w:t>errors</w:t></w:r><w:r><w:rPr><w:color w:val="4C4D4F"/><w:spacing w:val="-1"/></w:rPr><w:t> in the</w:t></w:r><w:r><w:rPr><w:color w:val="4C4D4F"/><w:spacing w:val="-2"/></w:rPr><w:t> </w:t></w:r><w:r><w:rPr><w:color w:val="4C4D4F"/><w:spacing w:val="-1"/></w:rPr><w:t>computer</w:t></w:r><w:r><w:rPr><w:color w:val="4C4D4F"/></w:rPr><w:t> </w:t></w:r><w:r><w:rPr><w:color w:val="4C4D4F"/><w:spacing w:val="-1"/></w:rPr><w:t>program </w:t></w:r><w:r><w:rPr><w:color w:val="4C4D4F"/></w:rPr><w:t>code</w:t></w:r><w:r><w:rPr/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w:rPr><w:rFonts w:ascii="Arial" w:hAnsi="Arial" w:cs="Arial" w:eastAsia="Arial"/></w:rPr></w:pPr><w:r><w:rPr><w:rFonts w:ascii="Arial"/><w:color w:val="4C4D4F"/><w:spacing w:val="-2"/></w:rPr><w:t>Adapt</w:t></w:r><w:r><w:rPr><w:rFonts w:ascii="Arial"/><w:color w:val="4C4D4F"/></w:rPr><w:t> </w:t></w:r><w:r><w:rPr><w:rFonts w:ascii="Arial"/><w:color w:val="4C4D4F"/><w:spacing w:val="-1"/></w:rPr><w:t>programming</w:t></w:r><w:r><w:rPr><w:rFonts w:ascii="Arial"/><w:color w:val="4C4D4F"/></w:rPr><w:t> code </w:t></w:r><w:r><w:rPr><w:rFonts w:ascii="Arial"/><w:color w:val="4C4D4F"/><w:spacing w:val="-1"/></w:rPr><w:t>to</w:t></w:r><w:r><w:rPr><w:rFonts w:ascii="Arial"/><w:color w:val="4C4D4F"/></w:rPr><w:t> </w:t></w:r><w:r><w:rPr><w:rFonts w:ascii="Arial"/><w:color w:val="4C4D4F"/><w:spacing w:val="-1"/></w:rPr><w:t>solve</w:t></w:r><w:r><w:rPr><w:rFonts w:ascii="Arial"/><w:color w:val="4C4D4F"/></w:rPr><w:t> a </w:t></w:r><w:r><w:rPr><w:rFonts w:ascii="Arial"/><w:color w:val="4C4D4F"/><w:spacing w:val="-1"/></w:rPr><w:t>challenge</w:t></w:r><w:r><w:rPr><w:rFonts w:ascii="Arial"/><w:color w:val="4C4D4F"/></w:rPr><w:t> </w:t></w:r><w:r><w:rPr><w:rFonts w:ascii="Arial"/><w:color w:val="4C4D4F"/><w:spacing w:val="-1"/></w:rPr><w:t>more</w:t></w:r><w:r><w:rPr><w:rFonts w:ascii="Arial"/><w:color w:val="4C4D4F"/></w:rPr><w:t> efficiently</w:t></w:r><w:r><w:rPr><w:rFonts w:ascii="Arial"/></w:rPr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/w:pPr><w:r><w:rPr><w:color w:val="4C4D4F"/><w:spacing w:val="-1"/></w:rPr><w:t>Effectively communicate</w:t></w:r><w:r><w:rPr><w:color w:val="4C4D4F"/><w:spacing w:val="-2"/></w:rPr><w:t> </w:t></w:r><w:r><w:rPr><w:color w:val="4C4D4F"/><w:spacing w:val="-1"/></w:rPr><w:t>and</w:t></w:r><w:r><w:rPr><w:color w:val="4C4D4F"/><w:spacing w:val="-2"/></w:rPr><w:t> </w:t></w:r><w:r><w:rPr><w:color w:val="4C4D4F"/></w:rPr><w:t>work</w:t></w:r><w:r><w:rPr><w:color w:val="4C4D4F"/><w:spacing w:val="-1"/></w:rPr><w:t> in </w:t></w:r><w:r><w:rPr><w:color w:val="4C4D4F"/></w:rPr><w:t>a</w:t></w:r><w:r><w:rPr><w:color w:val="4C4D4F"/><w:spacing w:val="-2"/></w:rPr><w:t> team</w:t></w:r><w:r><w:rPr/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/w:pPr><w:r><w:rPr><w:color w:val="4C4D4F"/><w:spacing w:val="-1"/></w:rPr><w:t>Use</w:t></w:r><w:r><w:rPr><w:color w:val="4C4D4F"/><w:spacing w:val="-2"/></w:rPr><w:t> </w:t></w:r><w:r><w:rPr><w:color w:val="4C4D4F"/><w:spacing w:val="-1"/></w:rPr><w:t>appropriate terminology to </w:t></w:r><w:r><w:rPr><w:color w:val="4C4D4F"/></w:rPr><w:t>describe</w:t></w:r><w:r><w:rPr><w:color w:val="4C4D4F"/><w:spacing w:val="-2"/></w:rPr><w:t> </w:t></w:r><w:r><w:rPr><w:color w:val="4C4D4F"/><w:spacing w:val="-1"/></w:rPr><w:t>the components in their electronic</w:t></w:r><w:r><w:rPr><w:color w:val="4C4D4F"/></w:rPr><w:t> </w:t></w:r><w:r><w:rPr><w:color w:val="4C4D4F"/><w:spacing w:val="-1"/></w:rPr><w:t>circuit</w:t></w:r><w:r><w:rPr/></w:r></w:p><w:p><w:pPr><w:spacing w:line="240" w:lineRule="auto" w:before="9"/><w:rPr><w:rFonts w:ascii="Arial" w:hAnsi="Arial" w:cs="Arial" w:eastAsia="Arial"/><w:sz w:val="25"/><w:szCs w:val="25"/></w:rPr></w:pPr></w:p><w:p><w:pPr><w:pStyle w:val="Heading1"/><w:spacing w:line="240" w:lineRule="auto"/><w:ind w:right="0"/><w:jc w:val="left"/><w:rPr><w:b w:val="0"/><w:bCs w:val="0"/></w:rPr></w:pPr><w:r><w:rPr><w:color w:val="4F61AB"/><w:spacing w:val="-1"/></w:rPr><w:t>Assumptions</w:t></w:r><w:r><w:rPr><w:b w:val="0"/></w:rPr></w:r></w:p><w:p><w:pPr><w:pStyle w:val="BodyText"/><w:spacing w:line="240" w:lineRule="auto" w:before="124"/><w:ind w:left="560" w:right="0"/><w:jc w:val="left"/></w:pPr><w:r><w:rPr><w:color w:val="4C4D4F"/><w:spacing w:val="-1"/></w:rPr><w:t>Students</w:t></w:r><w:r><w:rPr><w:color w:val="4C4D4F"/><w:spacing w:val="-2"/></w:rPr><w:t> </w:t></w:r><w:r><w:rPr><w:color w:val="4C4D4F"/><w:spacing w:val="-1"/></w:rPr><w:t>will</w:t></w:r><w:r><w:rPr><w:color w:val="4C4D4F"/><w:spacing w:val="-2"/></w:rPr><w:t> </w:t></w:r><w:r><w:rPr><w:color w:val="4C4D4F"/><w:spacing w:val="-4"/></w:rPr><w:t>have</w:t></w:r><w:r><w:rPr><w:color w:val="4C4D4F"/><w:spacing w:val="-5"/></w:rPr><w:t>:</w:t></w:r><w:r><w:rPr/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/w:pPr><w:r><w:rPr><w:color w:val="4C4D4F"/></w:rPr><w:t>Some</w:t></w:r><w:r><w:rPr><w:color w:val="4C4D4F"/><w:spacing w:val="-2"/></w:rPr><w:t> </w:t></w:r><w:r><w:rPr><w:color w:val="4C4D4F"/><w:spacing w:val="-1"/></w:rPr><w:t>experience with</w:t></w:r><w:r><w:rPr><w:color w:val="4C4D4F"/><w:spacing w:val="-2"/></w:rPr><w:t> </w:t></w:r><w:r><w:rPr><w:color w:val="4C4D4F"/><w:spacing w:val="-1"/></w:rPr><w:t>computer</w:t></w:r><w:r><w:rPr><w:color w:val="4C4D4F"/></w:rPr><w:t> </w:t></w:r><w:r><w:rPr><w:color w:val="4C4D4F"/><w:spacing w:val="-1"/></w:rPr><w:t>programming</w:t></w:r><w:r><w:rPr><w:color w:val="4C4D4F"/><w:spacing w:val="-2"/></w:rPr><w:t> </w:t></w:r><w:r><w:rPr><w:color w:val="4C4D4F"/><w:spacing w:val="-1"/></w:rPr><w:t>and sensors</w:t></w:r><w:r><w:rPr/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w:rPr><w:rFonts w:ascii="Arial" w:hAnsi="Arial" w:cs="Arial" w:eastAsia="Arial"/></w:rPr></w:pPr><w:r><w:rPr><w:rFonts w:ascii="Arial"/><w:color w:val="4C4D4F"/></w:rPr><w:t>Some </w:t></w:r><w:r><w:rPr><w:rFonts w:ascii="Arial"/><w:color w:val="4C4D4F"/><w:spacing w:val="-1"/></w:rPr><w:t>experience</w:t></w:r><w:r><w:rPr><w:rFonts w:ascii="Arial"/><w:color w:val="4C4D4F"/></w:rPr><w:t> </w:t></w:r><w:r><w:rPr><w:rFonts w:ascii="Arial"/><w:color w:val="4C4D4F"/><w:spacing w:val="-1"/></w:rPr><w:t>with</w:t></w:r><w:r><w:rPr><w:rFonts w:ascii="Arial"/><w:color w:val="4C4D4F"/></w:rPr><w:t> </w:t></w:r><w:r><w:rPr><w:rFonts w:ascii="Arial"/><w:color w:val="4C4D4F"/><w:spacing w:val="-1"/></w:rPr><w:t>computer</w:t></w:r><w:r><w:rPr><w:rFonts w:ascii="Arial"/><w:color w:val="4C4D4F"/></w:rPr><w:t> </w:t></w:r><w:r><w:rPr><w:rFonts w:ascii="Arial"/><w:color w:val="4C4D4F"/><w:spacing w:val="-1"/></w:rPr><w:t>interfaces,</w:t></w:r><w:r><w:rPr><w:rFonts w:ascii="Arial"/><w:color w:val="4C4D4F"/></w:rPr><w:t> </w:t></w:r><w:r><w:rPr><w:rFonts w:ascii="Arial"/><w:color w:val="4C4D4F"/><w:spacing w:val="-2"/></w:rPr><w:t>saving</w:t></w:r><w:r><w:rPr><w:rFonts w:ascii="Arial"/><w:color w:val="4C4D4F"/></w:rPr><w:t> </w:t></w:r><w:r><w:rPr><w:rFonts w:ascii="Arial"/><w:color w:val="4C4D4F"/><w:spacing w:val="-1"/></w:rPr><w:t>and</w:t></w:r><w:r><w:rPr><w:rFonts w:ascii="Arial"/><w:color w:val="4C4D4F"/></w:rPr><w:t> </w:t></w:r><w:r><w:rPr><w:rFonts w:ascii="Arial"/><w:color w:val="4C4D4F"/><w:spacing w:val="-1"/></w:rPr><w:t>opening</w:t></w:r><w:r><w:rPr><w:rFonts w:ascii="Arial"/><w:color w:val="4C4D4F"/></w:rPr><w:t> </w:t></w:r><w:r><w:rPr><w:rFonts w:ascii="Arial"/><w:color w:val="4C4D4F"/><w:spacing w:val="-1"/></w:rPr><w:t>files</w:t></w:r><w:r><w:rPr><w:rFonts w:ascii="Arial"/></w:rPr></w:r></w:p><w:p><w:pPr><w:spacing w:line="240" w:lineRule="auto" w:before="9"/><w:rPr><w:rFonts w:ascii="Arial" w:hAnsi="Arial" w:cs="Arial" w:eastAsia="Arial"/><w:sz w:val="25"/><w:szCs w:val="25"/></w:rPr></w:pPr></w:p><w:p><w:pPr><w:pStyle w:val="Heading1"/><w:spacing w:line="240" w:lineRule="auto"/><w:ind w:right="0"/><w:jc w:val="left"/><w:rPr><w:b w:val="0"/><w:bCs w:val="0"/></w:rPr></w:pPr><w:r><w:rPr><w:color w:val="4F61AB"/><w:spacing w:val="-4"/></w:rPr><w:t>Key</w:t></w:r><w:r><w:rPr><w:color w:val="4F61AB"/><w:spacing w:val="-12"/></w:rPr><w:t> </w:t></w:r><w:r><w:rPr><w:color w:val="4F61AB"/><w:spacing w:val="-3"/></w:rPr><w:t>Terminology</w:t></w:r><w:r><w:rPr><w:b w:val="0"/></w:rPr></w:r></w:p><w:p><w:pPr><w:spacing w:before="124"/><w:ind w:left="560" w:right="0" w:firstLine="0"/><w:jc w:val="left"/><w:rPr><w:rFonts w:ascii="Arial" w:hAnsi="Arial" w:cs="Arial" w:eastAsia="Arial"/><w:sz w:val="22"/><w:szCs w:val="22"/></w:rPr></w:pPr><w:r><w:rPr><w:rFonts w:ascii="Arial"/><w:b/><w:color w:val="4C4D4F"/><w:spacing w:val="-1"/><w:sz w:val="22"/></w:rPr><w:t>Rolling</w:t></w:r><w:r><w:rPr><w:rFonts w:ascii="Arial"/><w:b/><w:color w:val="4C4D4F"/><w:spacing w:val="-2"/><w:sz w:val="22"/></w:rPr><w:t> </w:t></w:r><w:r><w:rPr><w:rFonts w:ascii="Arial"/><w:b/><w:color w:val="4C4D4F"/><w:spacing w:val="1"/><w:sz w:val="22"/></w:rPr><w:t>platform</w:t></w:r><w:r><w:rPr><w:rFonts w:ascii="Arial"/><w:b/><w:color w:val="4C4D4F"/><w:spacing w:val="-2"/><w:sz w:val="22"/></w:rPr><w:t> </w:t></w:r><w:r><w:rPr><w:rFonts w:ascii="Arial"/><w:b/><w:color w:val="4C4D4F"/><w:spacing w:val="-1"/><w:sz w:val="22"/></w:rPr><w:t>robot</w:t></w:r><w:r><w:rPr><w:rFonts w:ascii="Arial"/><w:color w:val="4C4D4F"/><w:spacing w:val="-1"/><w:sz w:val="22"/></w:rPr><w:t>:</w:t></w:r><w:r><w:rPr><w:rFonts w:ascii="Arial"/><w:color w:val="4C4D4F"/><w:spacing w:val="-2"/><w:sz w:val="22"/></w:rPr><w:t> </w:t></w:r><w:r><w:rPr><w:rFonts w:ascii="Arial"/><w:color w:val="4C4D4F"/><w:sz w:val="22"/></w:rPr><w:t>a</w:t></w:r><w:r><w:rPr><w:rFonts w:ascii="Arial"/><w:color w:val="4C4D4F"/><w:spacing w:val="-2"/><w:sz w:val="22"/></w:rPr><w:t> </w:t></w:r><w:r><w:rPr><w:rFonts w:ascii="Arial"/><w:color w:val="4C4D4F"/><w:spacing w:val="-1"/><w:sz w:val="22"/></w:rPr><w:t>basic</w:t></w:r><w:r><w:rPr><w:rFonts w:ascii="Arial"/><w:color w:val="4C4D4F"/><w:spacing w:val="-2"/><w:sz w:val="22"/></w:rPr><w:t> </w:t></w:r><w:r><w:rPr><w:rFonts w:ascii="Arial"/><w:color w:val="4C4D4F"/><w:spacing w:val="-1"/><w:sz w:val="22"/></w:rPr><w:t>robot that</w:t></w:r><w:r><w:rPr><w:rFonts w:ascii="Arial"/><w:color w:val="4C4D4F"/><w:spacing w:val="-2"/><w:sz w:val="22"/></w:rPr><w:t> </w:t></w:r><w:r><w:rPr><w:rFonts w:ascii="Arial"/><w:color w:val="4C4D4F"/><w:sz w:val="22"/></w:rPr><w:t>can</w:t></w:r><w:r><w:rPr><w:rFonts w:ascii="Arial"/><w:color w:val="4C4D4F"/><w:spacing w:val="-2"/><w:sz w:val="22"/></w:rPr><w:t> move </w:t></w:r><w:r><w:rPr><w:rFonts w:ascii="Arial"/><w:color w:val="4C4D4F"/><w:sz w:val="22"/></w:rPr><w:t>from</w:t></w:r><w:r><w:rPr><w:rFonts w:ascii="Arial"/><w:color w:val="4C4D4F"/><w:spacing w:val="-2"/><w:sz w:val="22"/></w:rPr><w:t> </w:t></w:r><w:r><w:rPr><w:rFonts w:ascii="Arial"/><w:color w:val="4C4D4F"/><w:spacing w:val="-1"/><w:sz w:val="22"/></w:rPr><w:t>one</w:t></w:r><w:r><w:rPr><w:rFonts w:ascii="Arial"/><w:color w:val="4C4D4F"/><w:spacing w:val="-2"/><w:sz w:val="22"/></w:rPr><w:t> </w:t></w:r><w:r><w:rPr><w:rFonts w:ascii="Arial"/><w:color w:val="4C4D4F"/><w:sz w:val="22"/></w:rPr><w:t>location</w:t></w:r><w:r><w:rPr><w:rFonts w:ascii="Arial"/><w:color w:val="4C4D4F"/><w:spacing w:val="-3"/><w:sz w:val="22"/></w:rPr><w:t> </w:t></w:r><w:r><w:rPr><w:rFonts w:ascii="Arial"/><w:color w:val="4C4D4F"/><w:spacing w:val="-1"/><w:sz w:val="22"/></w:rPr><w:t>to</w:t></w:r><w:r><w:rPr><w:rFonts w:ascii="Arial"/><w:color w:val="4C4D4F"/><w:spacing w:val="-2"/><w:sz w:val="22"/></w:rPr><w:t> </w:t></w:r><w:r><w:rPr><w:rFonts w:ascii="Arial"/><w:color w:val="4C4D4F"/><w:spacing w:val="-3"/><w:sz w:val="22"/></w:rPr><w:t>another.</w:t></w:r><w:r><w:rPr><w:rFonts w:ascii="Arial"/><w:sz w:val="22"/></w:rPr></w:r></w:p><w:p><w:pPr><w:spacing w:line="240" w:lineRule="auto" w:before="9"/><w:rPr><w:rFonts w:ascii="Arial" w:hAnsi="Arial" w:cs="Arial" w:eastAsia="Arial"/><w:sz w:val="25"/><w:szCs w:val="25"/></w:rPr></w:pPr></w:p><w:p><w:pPr><w:pStyle w:val="Heading1"/><w:spacing w:line="240" w:lineRule="auto"/><w:ind w:right="0"/><w:jc w:val="left"/><w:rPr><w:b w:val="0"/><w:bCs w:val="0"/></w:rPr></w:pPr><w:r><w:rPr><w:color w:val="4F61AB"/></w:rPr><w:t>Estimated</w:t></w:r><w:r><w:rPr><w:color w:val="4F61AB"/><w:spacing w:val="-11"/></w:rPr><w:t> </w:t></w:r><w:r><w:rPr><w:color w:val="4F61AB"/><w:spacing w:val="-1"/></w:rPr><w:t>Time</w:t></w:r><w:r><w:rPr><w:b w:val="0"/></w:rPr></w:r></w:p><w:p><w:pPr><w:pStyle w:val="BodyText"/><w:spacing w:line="240" w:lineRule="auto" w:before="124"/><w:ind w:left="560" w:right="0"/><w:jc w:val="left"/></w:pPr><w:r><w:rPr><w:color w:val="4C4D4F"/><w:spacing w:val="-1"/></w:rPr><w:t>3+</w:t></w:r><w:r><w:rPr><w:color w:val="4C4D4F"/><w:spacing w:val="-2"/></w:rPr><w:t> </w:t></w:r><w:r><w:rPr><w:color w:val="4C4D4F"/><w:spacing w:val="-1"/></w:rPr><w:t>hours</w:t></w:r><w:r><w:rPr/></w:r></w:p><w:p><w:pPr><w:spacing w:line="240" w:lineRule="auto" w:before="9"/><w:rPr><w:rFonts w:ascii="Arial" w:hAnsi="Arial" w:cs="Arial" w:eastAsia="Arial"/><w:sz w:val="25"/><w:szCs w:val="25"/></w:rPr></w:pPr></w:p><w:p><w:pPr><w:pStyle w:val="Heading1"/><w:spacing w:line="240" w:lineRule="auto"/><w:ind w:right="0"/><w:jc w:val="left"/><w:rPr><w:b w:val="0"/><w:bCs w:val="0"/></w:rPr></w:pPr><w:r><w:rPr><w:color w:val="4F61AB"/><w:spacing w:val="-1"/></w:rPr><w:t>Recommended</w:t></w:r><w:r><w:rPr><w:color w:val="4F61AB"/><w:spacing w:val="-8"/></w:rPr><w:t> </w:t></w:r><w:r><w:rPr><w:color w:val="4F61AB"/><w:spacing w:val="-1"/></w:rPr><w:t>Number</w:t></w:r><w:r><w:rPr><w:color w:val="4F61AB"/><w:spacing w:val="-8"/></w:rPr><w:t> </w:t></w:r><w:r><w:rPr><w:color w:val="4F61AB"/><w:spacing w:val="-1"/></w:rPr><w:t>of</w:t></w:r><w:r><w:rPr><w:color w:val="4F61AB"/><w:spacing w:val="-8"/></w:rPr><w:t> </w:t></w:r><w:r><w:rPr><w:color w:val="4F61AB"/></w:rPr><w:t>Students</w:t></w:r><w:r><w:rPr><w:b w:val="0"/></w:rPr></w:r></w:p><w:p><w:pPr><w:pStyle w:val="BodyText"/><w:spacing w:line="240" w:lineRule="auto" w:before="160"/><w:ind w:left="560" w:right="0"/><w:jc w:val="left"/></w:pPr><w:r><w:rPr><w:color w:val="4C4D4F"/><w:spacing w:val="1"/></w:rPr><w:t>2–3</w:t></w:r><w:r><w:rPr><w:color w:val="4C4D4F"/><w:spacing w:val="-2"/></w:rPr><w:t> students</w:t></w:r><w:r><w:rPr><w:color w:val="4C4D4F"/><w:spacing w:val="-1"/></w:rPr><w:t> per</w:t></w:r><w:r><w:rPr><w:color w:val="4C4D4F"/></w:rPr><w:t> </w:t></w:r><w:r><w:rPr><w:color w:val="4C4D4F"/><w:spacing w:val="-1"/></w:rPr><w:t>robot </w:t></w:r><w:r><w:rPr><w:color w:val="4C4D4F"/><w:spacing w:val="-2"/></w:rPr><w:t>team</w:t></w:r><w:r><w:rPr/></w: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2"/><w:rPr><w:rFonts w:ascii="Arial" w:hAnsi="Arial" w:cs="Arial" w:eastAsia="Arial"/><w:sz w:val="19"/><w:szCs w:val="19"/></w:rPr></w:pPr></w:p><w:p><w:pPr><w:spacing w:line="200" w:lineRule="atLeast"/><w:ind w:left="4501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914400" cy="320040"/><wp:effectExtent l="0" t="0" r="0" b="0"/><wp:docPr id="1" name="image1.jpeg" descr=""/><wp:cNvGraphicFramePr><a:graphicFrameLocks noChangeAspect="1"/></wp:cNvGraphicFramePr><a:graphic><a:graphicData uri="http://schemas.openxmlformats.org/drawingml/2006/picture"><pic:pic><pic:nvPicPr><pic:cNvPr id="2" name="image1.jpeg"/><pic:cNvPicPr/></pic:nvPicPr><pic:blipFill><a:blip r:embed="rId7" cstate="print"/><a:stretch><a:fillRect/></a:stretch></pic:blipFill><pic:spPr><a:xfrm><a:off x="0" y="0"/><a:ext cx="914400" cy="320040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before="37"/><w:ind w:left="150" w:right="0" w:firstLine="0"/><w:jc w:val="left"/><w:rPr><w:rFonts w:ascii="Arial" w:hAnsi="Arial" w:cs="Arial" w:eastAsia="Arial"/><w:sz w:val="16"/><w:szCs w:val="16"/></w:rPr></w:pPr><w:r><w:rPr><w:rFonts w:ascii="Arial"/><w:color w:val="4C4D4F"/><w:spacing w:val="1"/><w:sz w:val="16"/></w:rPr><w:t>This</w:t></w:r><w:r><w:rPr><w:rFonts w:ascii="Arial"/><w:color w:val="4C4D4F"/><w:spacing w:val="-1"/><w:sz w:val="16"/></w:rPr><w:t> </w:t></w:r><w:r><w:rPr><w:rFonts w:ascii="Arial"/><w:color w:val="4C4D4F"/><w:spacing w:val="1"/><w:sz w:val="16"/></w:rPr><w:t>work</w:t></w:r><w:r><w:rPr><w:rFonts w:ascii="Arial"/><w:color w:val="4C4D4F"/><w:spacing w:val="-1"/><w:sz w:val="16"/></w:rPr><w:t> </w:t></w:r><w:r><w:rPr><w:rFonts w:ascii="Arial"/><w:color w:val="4C4D4F"/><w:sz w:val="16"/></w:rPr><w:t>is </w:t></w:r><w:r><w:rPr><w:rFonts w:ascii="Arial"/><w:color w:val="4C4D4F"/><w:spacing w:val="1"/><w:sz w:val="16"/></w:rPr><w:t>licensed</w:t></w:r><w:r><w:rPr><w:rFonts w:ascii="Arial"/><w:color w:val="4C4D4F"/><w:spacing w:val="-1"/><w:sz w:val="16"/></w:rPr><w:t> </w:t></w:r><w:r><w:rPr><w:rFonts w:ascii="Arial"/><w:color w:val="4C4D4F"/><w:sz w:val="16"/></w:rPr><w:t>under a</w:t></w:r><w:r><w:rPr><w:rFonts w:ascii="Arial"/><w:color w:val="4C4D4F"/><w:spacing w:val="-2"/><w:sz w:val="16"/></w:rPr><w:t> </w:t></w:r><w:r><w:rPr><w:rFonts w:ascii="Arial"/><w:color w:val="456DA9"/><w:spacing w:val="-2"/><w:sz w:val="16"/></w:rPr></w:r><w:r><w:rPr><w:rFonts w:ascii="Arial"/><w:color w:val="456DA9"/><w:sz w:val="16"/><w:u w:val="single" w:color="456DA9"/></w:rPr><w:t>Creative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Commons</w:t></w:r><w:r><w:rPr><w:rFonts w:ascii="Arial"/><w:color w:val="456DA9"/><w:spacing w:val="-1"/><w:sz w:val="16"/><w:u w:val="single" w:color="456DA9"/></w:rPr><w:t> </w:t></w:r><w:r><w:rPr><w:rFonts w:ascii="Arial"/><w:color w:val="456DA9"/><w:spacing w:val="2"/><w:sz w:val="16"/><w:u w:val="single" w:color="456DA9"/></w:rPr><w:t>Attribution-NonCommercial-ShareAlike</w:t></w:r><w:r><w:rPr><w:rFonts w:ascii="Arial"/><w:color w:val="456DA9"/><w:spacing w:val="-1"/><w:sz w:val="16"/><w:u w:val="single" w:color="456DA9"/></w:rPr><w:t> </w:t></w:r><w:r><w:rPr><w:rFonts w:ascii="Arial"/><w:color w:val="456DA9"/><w:sz w:val="16"/><w:u w:val="single" w:color="456DA9"/></w:rPr><w:t>4.0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International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License</w:t></w:r><w:r><w:rPr><w:rFonts w:ascii="Arial"/><w:color w:val="456DA9"/><w:spacing w:val="-2"/><w:sz w:val="16"/><w:u w:val="single" w:color="456DA9"/></w:rPr><w:t> </w:t></w:r><w:r><w:rPr><w:rFonts w:ascii="Arial"/><w:color w:val="456DA9"/><w:spacing w:val="-2"/><w:sz w:val="16"/></w:rPr></w:r><w:r><w:rPr><w:rFonts w:ascii="Arial"/><w:color w:val="4C4D4F"/><w:spacing w:val="1"/><w:sz w:val="16"/></w:rPr><w:t>unless</w:t></w:r><w:r><w:rPr><w:rFonts w:ascii="Arial"/><w:color w:val="4C4D4F"/><w:sz w:val="16"/></w:rPr><w:t> </w:t></w:r><w:r><w:rPr><w:rFonts w:ascii="Arial"/><w:color w:val="4C4D4F"/><w:spacing w:val="1"/><w:sz w:val="16"/></w:rPr><w:t>otherwise</w:t></w:r><w:r><w:rPr><w:rFonts w:ascii="Arial"/><w:color w:val="4C4D4F"/><w:spacing w:val="-1"/><w:sz w:val="16"/></w:rPr><w:t> </w:t></w:r><w:r><w:rPr><w:rFonts w:ascii="Arial"/><w:color w:val="4C4D4F"/><w:spacing w:val="1"/><w:sz w:val="16"/></w:rPr><w:t>indicated.</w:t></w:r><w:r><w:rPr><w:rFonts w:ascii="Arial"/><w:sz w:val="16"/></w:rPr></w:r></w:p><w:p><w:pPr><w:spacing w:after="0"/><w:jc w:val="left"/><w:rPr><w:rFonts w:ascii="Arial" w:hAnsi="Arial" w:cs="Arial" w:eastAsia="Arial"/><w:sz w:val="16"/><w:szCs w:val="16"/></w:rPr><w:sectPr><w:headerReference w:type="default" r:id="rId5"/><w:headerReference w:type="even" r:id="rId6"/><w:type w:val="continuous"/><w:pgSz w:w="12240" w:h="15840"/><w:pgMar w:header="630" w:top="1080" w:bottom="280" w:left="880" w:right="34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2"/><w:rPr><w:rFonts w:ascii="Arial" w:hAnsi="Arial" w:cs="Arial" w:eastAsia="Arial"/><w:sz w:val="16"/><w:szCs w:val="16"/></w:rPr></w:pPr></w:p><w:p><w:pPr><w:pStyle w:val="Heading1"/><w:spacing w:line="240" w:lineRule="auto" w:before="64"/><w:ind w:left="1100" w:right="0"/><w:jc w:val="left"/><w:rPr><w:b w:val="0"/><w:bCs w:val="0"/></w:rPr></w:pPr><w:r><w:rPr><w:color w:val="4F61AB"/><w:spacing w:val="-2"/></w:rPr><w:t>Facilities</w:t></w:r><w:r><w:rPr><w:b w:val="0"/></w:rPr></w:r></w:p><w:p><w:pPr><w:pStyle w:val="BodyText"/><w:spacing w:line="240" w:lineRule="auto" w:before="124"/><w:ind w:right="0"/><w:jc w:val="left"/></w:pPr><w:r><w:rPr><w:color w:val="4C4D4F"/><w:spacing w:val="-1"/></w:rPr><w:t>Any </w:t></w:r><w:r><w:rPr><w:color w:val="4C4D4F"/></w:rPr><w:t>classroom</w:t></w:r><w:r><w:rPr><w:color w:val="4C4D4F"/><w:spacing w:val="-1"/></w:rPr><w:t> with</w:t></w:r><w:r><w:rPr><w:color w:val="4C4D4F"/><w:spacing w:val="-2"/></w:rPr><w:t> </w:t></w:r><w:r><w:rPr><w:color w:val="4C4D4F"/><w:spacing w:val="-1"/></w:rPr><w:t>tables</w:t></w:r><w:r><w:rPr/></w:r></w:p><w:p><w:pPr><w:spacing w:line="240" w:lineRule="auto" w:before="9"/><w:rPr><w:rFonts w:ascii="Arial" w:hAnsi="Arial" w:cs="Arial" w:eastAsia="Arial"/><w:sz w:val="19"/><w:szCs w:val="19"/></w:rPr></w:pPr></w:p><w:p><w:pPr><w:pStyle w:val="BodyText"/><w:spacing w:line="240" w:lineRule="auto" w:before="0"/><w:ind w:right="0"/><w:jc w:val="left"/></w:pPr><w:r><w:rPr><w:color w:val="4C4D4F"/><w:spacing w:val="-1"/></w:rPr><w:t>Robot testing</w:t></w:r><w:r><w:rPr><w:color w:val="4C4D4F"/><w:spacing w:val="-2"/></w:rPr><w:t> area:</w:t></w:r><w:r><w:rPr><w:color w:val="4C4D4F"/></w:rPr><w:t> </w:t></w:r><w:r><w:rPr><w:color w:val="4C4D4F"/><w:spacing w:val="-1"/></w:rPr><w:t>table</w:t></w:r><w:r><w:rPr><w:color w:val="4C4D4F"/><w:spacing w:val="-2"/></w:rPr><w:t> </w:t></w:r><w:r><w:rPr><w:color w:val="4C4D4F"/><w:spacing w:val="-1"/></w:rPr><w:t>that</w:t></w:r><w:r><w:rPr><w:color w:val="4C4D4F"/></w:rPr><w:t> </w:t></w:r><w:r><w:rPr><w:color w:val="4C4D4F"/><w:spacing w:val="-1"/></w:rPr><w:t>is </w:t></w:r><w:r><w:rPr><w:color w:val="4C4D4F"/><w:spacing w:val="-4"/></w:rPr><w:t>120</w:t></w:r><w:r><w:rPr><w:color w:val="4C4D4F"/><w:spacing w:val="-1"/></w:rPr><w:t> </w:t></w:r><w:r><w:rPr><w:color w:val="4C4D4F"/></w:rPr><w:t>×</w:t></w:r><w:r><w:rPr><w:color w:val="4C4D4F"/><w:spacing w:val="-1"/></w:rPr><w:t> 240 cm, </w:t></w:r><w:r><w:rPr><w:color w:val="4C4D4F"/><w:spacing w:val="-4"/></w:rPr><w:t>120</w:t></w:r><w:r><w:rPr><w:color w:val="4C4D4F"/><w:spacing w:val="-1"/></w:rPr><w:t> </w:t></w:r><w:r><w:rPr><w:color w:val="4C4D4F"/></w:rPr><w:t>×</w:t></w:r><w:r><w:rPr><w:color w:val="4C4D4F"/><w:spacing w:val="-1"/></w:rPr><w:t> </w:t></w:r><w:r><w:rPr><w:color w:val="4C4D4F"/><w:spacing w:val="-4"/></w:rPr><w:t>120</w:t></w:r><w:r><w:rPr><w:color w:val="4C4D4F"/><w:spacing w:val="-1"/></w:rPr><w:t> cm, </w:t></w:r><w:r><w:rPr><w:color w:val="4C4D4F"/><w:spacing w:val="-2"/></w:rPr><w:t>etc.</w:t></w:r><w:r><w:rPr><w:color w:val="4C4D4F"/></w:rPr><w:t> </w:t></w:r><w:r><w:rPr><w:color w:val="4C4D4F"/><w:spacing w:val="-5"/></w:rPr><w:t>(4</w:t></w:r><w:r><w:rPr><w:color w:val="4C4D4F"/><w:spacing w:val="-6"/></w:rPr><w:t>&apos;</w:t></w:r><w:r><w:rPr><w:color w:val="4C4D4F"/><w:spacing w:val="-1"/></w:rPr><w:t> </w:t></w:r><w:r><w:rPr><w:color w:val="4C4D4F"/></w:rPr><w:t>× </w:t></w:r><w:r><w:rPr><w:color w:val="4C4D4F"/><w:spacing w:val="-3"/></w:rPr><w:t>8&apos;,</w:t></w:r><w:r><w:rPr><w:color w:val="4C4D4F"/><w:spacing w:val="-1"/></w:rPr><w:t> </w:t></w:r><w:r><w:rPr><w:color w:val="4C4D4F"/><w:spacing w:val="-2"/></w:rPr><w:t>4&apos;</w:t></w:r><w:r><w:rPr><w:color w:val="4C4D4F"/></w:rPr><w:t> ×</w:t></w:r><w:r><w:rPr><w:color w:val="4C4D4F"/><w:spacing w:val="-1"/></w:rPr><w:t> </w:t></w:r><w:r><w:rPr><w:color w:val="4C4D4F"/><w:spacing w:val="-5"/></w:rPr><w:t>4</w:t></w:r><w:r><w:rPr><w:color w:val="4C4D4F"/><w:spacing w:val="-6"/></w:rPr><w:t>&apos;,</w:t></w:r><w:r><w:rPr><w:color w:val="4C4D4F"/></w:rPr><w:t> </w:t></w:r><w:r><w:rPr><w:color w:val="4C4D4F"/><w:spacing w:val="-5"/></w:rPr><w:t>e</w:t></w:r><w:r><w:rPr><w:color w:val="4C4D4F"/><w:spacing w:val="-6"/></w:rPr><w:t>t</w:t></w:r><w:r><w:rPr><w:color w:val="4C4D4F"/><w:spacing w:val="-5"/></w:rPr><w:t>c</w:t></w:r><w:r><w:rPr><w:color w:val="4C4D4F"/><w:spacing w:val="-6"/></w:rPr><w:t>.</w:t></w:r><w:r><w:rPr><w:color w:val="4C4D4F"/><w:spacing w:val="-5"/></w:rPr><w:t>)</w:t></w:r><w:r><w:rPr/></w:r></w:p><w:p><w:pPr><w:spacing w:line="240" w:lineRule="auto" w:before="0"/><w:rPr><w:rFonts w:ascii="Arial" w:hAnsi="Arial" w:cs="Arial" w:eastAsia="Arial"/><w:sz w:val="22"/><w:szCs w:val="22"/></w:rPr></w:pPr></w:p><w:p><w:pPr><w:pStyle w:val="Heading1"/><w:spacing w:line="240" w:lineRule="auto" w:before="133"/><w:ind w:left="1100" w:right="0"/><w:jc w:val="left"/><w:rPr><w:b w:val="0"/><w:bCs w:val="0"/></w:rPr></w:pPr><w:r><w:rPr><w:color w:val="4F61AB"/><w:spacing w:val="-7"/></w:rPr><w:t>Tool</w:t></w:r><w:r><w:rPr><w:color w:val="4F61AB"/><w:spacing w:val="-6"/></w:rPr><w:t>s</w:t></w:r><w:r><w:rPr><w:b w:val="0"/></w:rPr></w:r></w:p><w:p><w:pPr><w:pStyle w:val="BodyText"/><w:spacing w:line="240" w:lineRule="auto" w:before="124"/><w:ind w:right="0"/><w:jc w:val="left"/></w:pPr><w:r><w:rPr><w:color w:val="4C4D4F"/><w:spacing w:val="-1"/></w:rPr><w:t>Computers and</w:t></w:r><w:r><w:rPr><w:color w:val="4C4D4F"/><w:spacing w:val="-2"/></w:rPr><w:t> </w:t></w:r><w:r><w:rPr><w:color w:val="4C4D4F"/><w:spacing w:val="-1"/></w:rPr><w:t>programming </w:t></w:r><w:r><w:rPr><w:color w:val="4C4D4F"/></w:rPr><w:t>software</w:t></w:r><w:r><w:rPr/></w:r></w:p><w:p><w:pPr><w:spacing w:line="240" w:lineRule="auto" w:before="9"/><w:rPr><w:rFonts w:ascii="Arial" w:hAnsi="Arial" w:cs="Arial" w:eastAsia="Arial"/><w:sz w:val="19"/><w:szCs w:val="19"/></w:rPr></w:pPr></w:p><w:p><w:pPr><w:pStyle w:val="BodyText"/><w:spacing w:line="240" w:lineRule="auto" w:before="0"/><w:ind w:right="0"/><w:jc w:val="left"/><w:rPr><w:rFonts w:ascii="Arial" w:hAnsi="Arial" w:cs="Arial" w:eastAsia="Arial"/></w:rPr></w:pPr><w:r><w:rPr><w:rFonts w:ascii="Arial"/><w:color w:val="4C4D4F"/><w:spacing w:val="-4"/></w:rPr><w:t>Tools</w:t></w:r><w:r><w:rPr><w:rFonts w:ascii="Arial"/><w:color w:val="4C4D4F"/></w:rPr><w:t> </w:t></w:r><w:r><w:rPr><w:rFonts w:ascii="Arial"/><w:color w:val="4C4D4F"/><w:spacing w:val="-1"/></w:rPr><w:t>are</w:t></w:r><w:r><w:rPr><w:rFonts w:ascii="Arial"/><w:color w:val="4C4D4F"/></w:rPr><w:t> platform-specific </w:t></w:r><w:r><w:rPr><w:rFonts w:ascii="Arial"/><w:color w:val="4C4D4F"/><w:spacing w:val="-1"/></w:rPr><w:t>based</w:t></w:r><w:r><w:rPr><w:rFonts w:ascii="Arial"/><w:color w:val="4C4D4F"/></w:rPr><w:t> on </w:t></w:r><w:r><w:rPr><w:rFonts w:ascii="Arial"/><w:color w:val="4C4D4F"/><w:spacing w:val="-1"/></w:rPr><w:t>the</w:t></w:r><w:r><w:rPr><w:rFonts w:ascii="Arial"/><w:color w:val="4C4D4F"/></w:rPr><w:t> robotics platform </w:t></w:r><w:r><w:rPr><w:rFonts w:ascii="Arial"/><w:color w:val="4C4D4F"/><w:spacing w:val="-1"/></w:rPr><w:t>selected</w:t></w:r><w:r><w:rPr><w:rFonts w:ascii="Arial"/></w:rPr></w:r></w:p><w:p><w:pPr><w:spacing w:line="240" w:lineRule="auto" w:before="9"/><w:rPr><w:rFonts w:ascii="Arial" w:hAnsi="Arial" w:cs="Arial" w:eastAsia="Arial"/><w:sz w:val="19"/><w:szCs w:val="19"/></w:rPr></w:pPr></w:p><w:p><w:pPr><w:pStyle w:val="BodyText"/><w:spacing w:line="240" w:lineRule="auto" w:before="0"/><w:ind w:right="0"/><w:jc w:val="left"/><w:rPr><w:rFonts w:ascii="Arial" w:hAnsi="Arial" w:cs="Arial" w:eastAsia="Arial"/></w:rPr></w:pPr><w:r><w:rPr><w:rFonts w:ascii="Arial"/><w:color w:val="4C4D4F"/></w:rPr><w:t>A </w:t></w:r><w:r><w:rPr><w:rFonts w:ascii="Arial"/><w:color w:val="4C4D4F"/><w:spacing w:val="-1"/></w:rPr><w:t>basic</w:t></w:r><w:r><w:rPr><w:rFonts w:ascii="Arial"/><w:color w:val="4C4D4F"/></w:rPr><w:t> </w:t></w:r><w:r><w:rPr><w:rFonts w:ascii="Arial"/><w:color w:val="4C4D4F"/><w:spacing w:val="-1"/></w:rPr><w:t>tool</w:t></w:r><w:r><w:rPr><w:rFonts w:ascii="Arial"/><w:color w:val="4C4D4F"/></w:rPr><w:t> </w:t></w:r><w:r><w:rPr><w:rFonts w:ascii="Arial"/><w:color w:val="4C4D4F"/><w:spacing w:val="-1"/></w:rPr><w:t>kit</w:t></w:r><w:r><w:rPr><w:rFonts w:ascii="Arial"/><w:color w:val="4C4D4F"/></w:rPr><w:t> </w:t></w:r><w:r><w:rPr><w:rFonts w:ascii="Arial"/><w:color w:val="4C4D4F"/><w:spacing w:val="-1"/></w:rPr><w:t>that</w:t></w:r><w:r><w:rPr><w:rFonts w:ascii="Arial"/><w:color w:val="4C4D4F"/></w:rPr><w:t> </w:t></w:r><w:r><w:rPr><w:rFonts w:ascii="Arial"/><w:color w:val="4C4D4F"/><w:spacing w:val="-1"/></w:rPr><w:t>includes</w:t></w:r><w:r><w:rPr><w:rFonts w:ascii="Arial"/><w:color w:val="4C4D4F"/></w:rPr><w:t> </w:t></w:r><w:r><w:rPr><w:rFonts w:ascii="Arial"/><w:color w:val="4C4D4F"/><w:spacing w:val="-1"/></w:rPr><w:t>pliers,</w:t></w:r><w:r><w:rPr><w:rFonts w:ascii="Arial"/><w:color w:val="4C4D4F"/></w:rPr><w:t> </w:t></w:r><w:r><w:rPr><w:rFonts w:ascii="Arial"/><w:color w:val="4C4D4F"/><w:spacing w:val="-1"/></w:rPr><w:t>wrenches,</w:t></w:r><w:r><w:rPr><w:rFonts w:ascii="Arial"/><w:color w:val="4C4D4F"/></w:rPr><w:t> </w:t></w:r><w:r><w:rPr><w:rFonts w:ascii="Arial"/><w:color w:val="4C4D4F"/><w:spacing w:val="-1"/></w:rPr><w:t>nail</w:t></w:r><w:r><w:rPr><w:rFonts w:ascii="Arial"/><w:color w:val="4C4D4F"/></w:rPr><w:t> files </w:t></w:r><w:r><w:rPr><w:rFonts w:ascii="Arial"/><w:color w:val="4C4D4F"/><w:spacing w:val="-3"/></w:rPr><w:t>(to</w:t></w:r><w:r><w:rPr><w:rFonts w:ascii="Arial"/><w:color w:val="4C4D4F"/></w:rPr><w:t> </w:t></w:r><w:r><w:rPr><w:rFonts w:ascii="Arial"/><w:color w:val="4C4D4F"/><w:spacing w:val="-1"/></w:rPr><w:t>round</w:t></w:r><w:r><w:rPr><w:rFonts w:ascii="Arial"/><w:color w:val="4C4D4F"/></w:rPr><w:t> </w:t></w:r><w:r><w:rPr><w:rFonts w:ascii="Arial"/><w:color w:val="4C4D4F"/><w:spacing w:val="1"/></w:rPr><w:t>off</w:t></w:r><w:r><w:rPr><w:rFonts w:ascii="Arial"/><w:color w:val="4C4D4F"/></w:rPr><w:t> </w:t></w:r><w:r><w:rPr><w:rFonts w:ascii="Arial"/><w:color w:val="4C4D4F"/><w:spacing w:val="-1"/></w:rPr><w:t>sharp</w:t></w:r><w:r><w:rPr><w:rFonts w:ascii="Arial"/><w:color w:val="4C4D4F"/></w:rPr><w:t> </w:t></w:r><w:r><w:rPr><w:rFonts w:ascii="Arial"/><w:color w:val="4C4D4F"/><w:spacing w:val="-2"/></w:rPr><w:t>corners)</w:t></w:r><w:r><w:rPr><w:rFonts w:ascii="Arial"/></w:rPr></w:r></w:p><w:p><w:pPr><w:spacing w:line="240" w:lineRule="auto" w:before="0"/><w:rPr><w:rFonts w:ascii="Arial" w:hAnsi="Arial" w:cs="Arial" w:eastAsia="Arial"/><w:sz w:val="22"/><w:szCs w:val="22"/></w:rPr></w:pPr></w:p><w:p><w:pPr><w:pStyle w:val="Heading1"/><w:spacing w:line="240" w:lineRule="auto" w:before="133"/><w:ind w:left="1100" w:right="0"/><w:jc w:val="left"/><w:rPr><w:b w:val="0"/><w:bCs w:val="0"/></w:rPr></w:pPr><w:r><w:rPr><w:color w:val="4F61AB"/></w:rPr><w:t>Materials</w:t></w:r><w:r><w:rPr><w:b w:val="0"/></w:rPr></w:r></w:p><w:p><w:pPr><w:pStyle w:val="BodyText"/><w:spacing w:line="455" w:lineRule="auto" w:before="124"/><w:ind w:right="4451"/><w:jc w:val="left"/></w:pPr><w:r><w:rPr><w:color w:val="4C4D4F"/><w:spacing w:val="-1"/></w:rPr><w:t>Robot</w:t></w:r><w:r><w:rPr><w:color w:val="4C4D4F"/><w:spacing w:val="-3"/></w:rPr><w:t> </w:t></w:r><w:r><w:rPr><w:color w:val="4C4D4F"/><w:spacing w:val="-1"/></w:rPr><w:t>kits</w:t></w:r><w:r><w:rPr><w:color w:val="4C4D4F"/><w:spacing w:val="-2"/></w:rPr><w:t> </w:t></w:r><w:r><w:rPr><w:color w:val="4C4D4F"/><w:spacing w:val="-5"/></w:rPr><w:t>(e</w:t></w:r><w:r><w:rPr><w:color w:val="4C4D4F"/><w:spacing w:val="-6"/></w:rPr><w:t>.</w:t></w:r><w:r><w:rPr><w:color w:val="4C4D4F"/><w:spacing w:val="-5"/></w:rPr><w:t>g</w:t></w:r><w:r><w:rPr><w:color w:val="4C4D4F"/><w:spacing w:val="-6"/></w:rPr><w:t>.,</w:t></w:r><w:r><w:rPr><w:color w:val="4C4D4F"/><w:spacing w:val="-3"/></w:rPr><w:t> </w:t></w:r><w:r><w:rPr><w:color w:val="4C4D4F"/><w:spacing w:val="1"/></w:rPr><w:t>VEX</w:t></w:r><w:r><w:rPr><w:color w:val="4C4D4F"/><w:spacing w:val="-2"/></w:rPr><w:t> </w:t></w:r><w:r><w:rPr><w:color w:val="4C4D4F"/></w:rPr><w:t>EDR,</w:t></w:r><w:r><w:rPr><w:color w:val="4C4D4F"/><w:spacing w:val="-3"/></w:rPr><w:t> </w:t></w:r><w:r><w:rPr><w:color w:val="4C4D4F"/><w:spacing w:val="1"/></w:rPr><w:t>VEX</w:t></w:r><w:r><w:rPr><w:color w:val="4C4D4F"/><w:spacing w:val="-2"/></w:rPr><w:t> </w:t></w:r><w:r><w:rPr><w:color w:val="4C4D4F"/><w:spacing w:val="-1"/></w:rPr><w:t>IQ,</w:t></w:r><w:r><w:rPr><w:color w:val="4C4D4F"/><w:spacing w:val="-2"/></w:rPr><w:t> LEGO</w:t></w:r><w:r><w:rPr><w:color w:val="4C4D4F"/><w:spacing w:val="-3"/></w:rPr><w:t> </w:t></w:r><w:r><w:rPr><w:color w:val="4C4D4F"/><w:spacing w:val="-2"/></w:rPr><w:t>Mindstorms)</w:t></w:r><w:r><w:rPr><w:color w:val="4C4D4F"/><w:spacing w:val="31"/></w:rPr><w:t> </w:t></w:r><w:r><w:rPr><w:color w:val="4C4D4F"/></w:rPr><w:t>A</w:t></w:r><w:r><w:rPr><w:color w:val="4C4D4F"/><w:spacing w:val="-1"/></w:rPr><w:t> ramp with</w:t></w:r><w:r><w:rPr><w:color w:val="4C4D4F"/><w:spacing w:val="-2"/></w:rPr><w:t> </w:t></w:r><w:r><w:rPr><w:color w:val="4C4D4F"/><w:spacing w:val="-1"/></w:rPr><w:t>small balls </w:t></w:r><w:r><w:rPr><w:color w:val="4C4D4F"/><w:spacing w:val="-3"/></w:rPr><w:t>(see</w:t></w:r><w:r><w:rPr><w:color w:val="4C4D4F"/></w:rPr><w:t> </w:t></w:r><w:r><w:rPr><w:color w:val="4C4D4F"/><w:spacing w:val="-2"/></w:rPr><w:t>Figure </w:t></w:r><w:r><w:rPr><w:color w:val="4C4D4F"/><w:spacing w:val="-8"/></w:rPr><w:t>1)</w:t></w:r><w:r><w:rPr/></w:r></w:p><w:p><w:pPr><w:pStyle w:val="BodyText"/><w:spacing w:line="240" w:lineRule="auto" w:before="6"/><w:ind w:right="0"/><w:jc w:val="left"/></w:pPr><w:r><w:rPr><w:color w:val="4C4D4F"/></w:rPr><w:t>Objects</w:t></w:r><w:r><w:rPr><w:color w:val="4C4D4F"/><w:spacing w:val="-1"/></w:rPr><w:t> of various</w:t></w:r><w:r><w:rPr><w:color w:val="4C4D4F"/></w:rPr><w:t> </w:t></w:r><w:r><w:rPr><w:color w:val="4C4D4F"/><w:spacing w:val="-1"/></w:rPr><w:t>sizes that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robot will pick up</w:t></w:r><w:r><w:rPr/></w:r></w:p><w:p><w:pPr><w:spacing w:line="240" w:lineRule="auto" w:before="0"/><w:rPr><w:rFonts w:ascii="Arial" w:hAnsi="Arial" w:cs="Arial" w:eastAsia="Arial"/><w:sz w:val="22"/><w:szCs w:val="22"/></w:rPr></w:pPr></w:p><w:p><w:pPr><w:pStyle w:val="Heading1"/><w:spacing w:line="240" w:lineRule="auto" w:before="133"/><w:ind w:left="1100" w:right="0"/><w:jc w:val="left"/><w:rPr><w:b w:val="0"/><w:bCs w:val="0"/></w:rPr></w:pPr><w:r><w:rPr><w:color w:val="4F61AB"/><w:spacing w:val="-1"/></w:rPr><w:t>Resources</w:t></w:r><w:r><w:rPr><w:b w:val="0"/></w:rPr></w:r></w:p><w:p><w:pPr><w:pStyle w:val="Heading3"/><w:spacing w:line="240" w:lineRule="auto" w:before="124"/><w:ind w:right="0"/><w:jc w:val="left"/><w:rPr><w:b w:val="0"/><w:bCs w:val="0"/></w:rPr></w:pPr><w:r><w:rPr><w:color w:val="4C4D4F"/><w:spacing w:val="2"/></w:rPr><w:t>VEX</w:t></w:r><w:r><w:rPr><w:color w:val="4C4D4F"/><w:spacing w:val="-8"/></w:rPr><w:t> </w:t></w:r><w:r><w:rPr><w:color w:val="4C4D4F"/></w:rPr><w:t>Robotics</w:t></w:r><w:r><w:rPr><w:b w:val="0"/></w:rPr></w:r></w:p><w:p><w:pPr><w:pStyle w:val="BodyText"/><w:spacing w:line="240" w:lineRule="auto"/><w:ind w:right="0"/><w:jc w:val="left"/></w:pPr><w:r><w:rPr><w:color w:val="456DA9"/></w:rPr></w:r><w:hyperlink r:id="rId10"><w:r><w:rPr><w:color w:val="456DA9"/><w:spacing w:val="-2"/><w:u w:val="single" w:color="456DA9"/></w:rPr><w:t>http://www.vexrobotics.com/</w:t></w:r><w:r><w:rPr><w:color w:val="456DA9"/><w:w w:val="99"/></w:rPr></w:r><w:r><w:rPr/></w:r></w:hyperlink></w:p><w:p><w:pPr><w:spacing w:line="240" w:lineRule="auto" w:before="9"/><w:rPr><w:rFonts w:ascii="Arial" w:hAnsi="Arial" w:cs="Arial" w:eastAsia="Arial"/><w:sz w:val="19"/><w:szCs w:val="19"/></w:rPr></w:pPr></w:p><w:p><w:pPr><w:pStyle w:val="Heading3"/><w:spacing w:line="240" w:lineRule="auto"/><w:ind w:right="0"/><w:jc w:val="left"/><w:rPr><w:b w:val="0"/><w:bCs w:val="0"/></w:rPr></w:pPr><w:r><w:rPr><w:color w:val="4C4D4F"/><w:spacing w:val="-2"/></w:rPr><w:t>LEGO</w:t></w:r><w:r><w:rPr><w:b w:val="0"/></w:rPr></w:r></w:p><w:p><w:pPr><w:pStyle w:val="BodyText"/><w:spacing w:line="240" w:lineRule="auto"/><w:ind w:right="0"/><w:jc w:val="left"/></w:pPr><w:r><w:rPr><w:color w:val="456DA9"/></w:rPr></w:r><w:hyperlink r:id="rId11"><w:r><w:rPr><w:color w:val="456DA9"/><w:spacing w:val="-1"/><w:u w:val="single" w:color="456DA9"/></w:rPr><w:t>http://www.lego.com/en-us/mindstorms</w:t></w:r><w:r><w:rPr><w:color w:val="456DA9"/></w:rPr></w:r><w:r><w:rPr/></w:r></w:hyperlink></w:p><w:p><w:pPr><w:spacing w:line="240" w:lineRule="auto" w:before="10"/><w:rPr><w:rFonts w:ascii="Arial" w:hAnsi="Arial" w:cs="Arial" w:eastAsia="Arial"/><w:sz w:val="24"/><w:szCs w:val="24"/></w:rPr></w:pPr></w:p><w:p><w:pPr><w:spacing w:before="0"/><w:ind w:left="1100" w:right="0" w:firstLine="0"/><w:jc w:val="left"/><w:rPr><w:rFonts w:ascii="Arial" w:hAnsi="Arial" w:cs="Arial" w:eastAsia="Arial"/><w:sz w:val="24"/><w:szCs w:val="24"/></w:rPr></w:pPr><w:r><w:rPr><w:rFonts w:ascii="Arial"/><w:b/><w:color w:val="4F61AB"/><w:spacing w:val="-1"/><w:sz w:val="24"/></w:rPr><w:t>Computer</w:t></w:r><w:r><w:rPr><w:rFonts w:ascii="Arial"/><w:b/><w:color w:val="4F61AB"/><w:spacing w:val="-9"/><w:sz w:val="24"/></w:rPr><w:t> </w:t></w:r><w:r><w:rPr><w:rFonts w:ascii="Arial"/><w:b/><w:color w:val="4F61AB"/><w:spacing w:val="-1"/><w:sz w:val="24"/></w:rPr><w:t>programming</w:t></w:r><w:r><w:rPr><w:rFonts w:ascii="Arial"/><w:b/><w:color w:val="4F61AB"/><w:spacing w:val="-8"/><w:sz w:val="24"/></w:rPr><w:t> </w:t></w:r><w:r><w:rPr><w:rFonts w:ascii="Arial"/><w:b/><w:color w:val="4F61AB"/><w:spacing w:val="-2"/><w:sz w:val="24"/></w:rPr><w:t>examples:</w:t></w:r><w:r><w:rPr><w:rFonts w:ascii="Arial"/><w:sz w:val="24"/></w:rPr></w:r></w:p><w:p><w:pPr><w:pStyle w:val="Heading3"/><w:spacing w:line="240" w:lineRule="auto" w:before="42"/><w:ind w:right="0"/><w:jc w:val="left"/><w:rPr><w:b w:val="0"/><w:bCs w:val="0"/></w:rPr></w:pPr><w:r><w:rPr><w:color w:val="4C4D4F"/></w:rPr><w:t>Program</w:t></w:r><w:r><w:rPr><w:color w:val="4C4D4F"/><w:spacing w:val="-6"/></w:rPr><w:t> </w:t></w:r><w:r><w:rPr><w:color w:val="4C4D4F"/><w:spacing w:val="-1"/></w:rPr><w:t>your</w:t></w:r><w:r><w:rPr><w:color w:val="4C4D4F"/><w:spacing w:val="-5"/></w:rPr><w:t> </w:t></w:r><w:r><w:rPr><w:color w:val="4C4D4F"/><w:spacing w:val="-2"/></w:rPr><w:t>LEGO</w:t></w:r><w:r><w:rPr><w:color w:val="4C4D4F"/><w:spacing w:val="-5"/></w:rPr><w:t> </w:t></w:r><w:r><w:rPr><w:color w:val="4C4D4F"/><w:spacing w:val="2"/></w:rPr><w:t>NXT</w:t></w:r><w:r><w:rPr><w:color w:val="4C4D4F"/><w:spacing w:val="-5"/></w:rPr><w:t> </w:t></w:r><w:r><w:rPr><w:color w:val="4C4D4F"/><w:spacing w:val="-1"/></w:rPr><w:t>Robot</w:t></w:r><w:r><w:rPr><w:b w:val="0"/></w:rPr></w:r></w:p><w:p><w:pPr><w:pStyle w:val="BodyText"/><w:spacing w:line="240" w:lineRule="auto"/><w:ind w:right="0"/><w:jc w:val="left"/></w:pPr><w:r><w:rPr><w:color w:val="456DA9"/></w:rPr></w:r><w:r><w:rPr><w:color w:val="456DA9"/><w:spacing w:val="-1"/><w:u w:val="single" w:color="456DA9"/></w:rPr><w:t>https://vsbrobotics.wordpress.com/program-your-lego-nxt-robot/</w:t></w:r><w:r><w:rPr><w:color w:val="456DA9"/><w:w w:val="99"/></w:rPr></w:r><w:r><w:rPr/></w:r></w:p><w:p><w:pPr><w:spacing w:line="240" w:lineRule="auto" w:before="9"/><w:rPr><w:rFonts w:ascii="Arial" w:hAnsi="Arial" w:cs="Arial" w:eastAsia="Arial"/><w:sz w:val="19"/><w:szCs w:val="19"/></w:rPr></w:pPr></w:p><w:p><w:pPr><w:pStyle w:val="Heading3"/><w:spacing w:line="240" w:lineRule="auto"/><w:ind w:right="0"/><w:jc w:val="left"/><w:rPr><w:b w:val="0"/><w:bCs w:val="0"/></w:rPr></w:pPr><w:r><w:rPr><w:color w:val="4C4D4F"/></w:rPr><w:t>Program</w:t></w:r><w:r><w:rPr><w:color w:val="4C4D4F"/><w:spacing w:val="-6"/></w:rPr><w:t> </w:t></w:r><w:r><w:rPr><w:color w:val="4C4D4F"/><w:spacing w:val="-1"/></w:rPr><w:t>your</w:t></w:r><w:r><w:rPr><w:color w:val="4C4D4F"/><w:spacing w:val="-5"/></w:rPr><w:t> </w:t></w:r><w:r><w:rPr><w:color w:val="4C4D4F"/><w:spacing w:val="2"/></w:rPr><w:t>VEX</w:t></w:r><w:r><w:rPr><w:color w:val="4C4D4F"/><w:spacing w:val="-5"/></w:rPr><w:t> </w:t></w:r><w:r><w:rPr><w:color w:val="4C4D4F"/><w:spacing w:val="1"/></w:rPr><w:t>IQ</w:t></w:r><w:r><w:rPr><w:color w:val="4C4D4F"/><w:spacing w:val="-4"/></w:rPr><w:t> </w:t></w:r><w:r><w:rPr><w:color w:val="4C4D4F"/><w:spacing w:val="-1"/></w:rPr><w:t>Robot</w:t></w:r><w:r><w:rPr><w:b w:val="0"/></w:rPr></w:r></w:p><w:p><w:pPr><w:pStyle w:val="BodyText"/><w:spacing w:line="240" w:lineRule="auto"/><w:ind w:right="0"/><w:jc w:val="left"/></w:pPr><w:r><w:rPr><w:color w:val="456DA9"/></w:rPr></w:r><w:r><w:rPr><w:color w:val="456DA9"/><w:spacing w:val="-1"/><w:u w:val="single" w:color="456DA9"/></w:rPr><w:t>https://vsbrobotics.wordpress.com/program-your-vex-iq-robot/</w:t></w:r><w:r><w:rPr><w:color w:val="456DA9"/><w:w w:val="99"/></w:rPr></w:r><w:r><w:rPr/></w:r></w:p><w:p><w:pPr><w:spacing w:line="240" w:lineRule="auto" w:before="9"/><w:rPr><w:rFonts w:ascii="Arial" w:hAnsi="Arial" w:cs="Arial" w:eastAsia="Arial"/><w:sz w:val="19"/><w:szCs w:val="19"/></w:rPr></w:pPr></w:p><w:p><w:pPr><w:pStyle w:val="Heading3"/><w:spacing w:line="240" w:lineRule="auto"/><w:ind w:right="0"/><w:jc w:val="left"/><w:rPr><w:b w:val="0"/><w:bCs w:val="0"/></w:rPr></w:pPr><w:r><w:rPr><w:color w:val="4C4D4F"/></w:rPr><w:t>Program</w:t></w:r><w:r><w:rPr><w:color w:val="4C4D4F"/><w:spacing w:val="-6"/></w:rPr><w:t> </w:t></w:r><w:r><w:rPr><w:color w:val="4C4D4F"/><w:spacing w:val="-1"/></w:rPr><w:t>your</w:t></w:r><w:r><w:rPr><w:color w:val="4C4D4F"/><w:spacing w:val="-5"/></w:rPr><w:t> </w:t></w:r><w:r><w:rPr><w:color w:val="4C4D4F"/><w:spacing w:val="2"/></w:rPr><w:t>VEX</w:t></w:r><w:r><w:rPr><w:color w:val="4C4D4F"/><w:spacing w:val="-4"/></w:rPr><w:t> </w:t></w:r><w:r><w:rPr><w:color w:val="4C4D4F"/></w:rPr><w:t>EDR</w:t></w:r><w:r><w:rPr><w:color w:val="4C4D4F"/><w:spacing w:val="-5"/></w:rPr><w:t> </w:t></w:r><w:r><w:rPr><w:color w:val="4C4D4F"/><w:spacing w:val="-1"/></w:rPr><w:t>Robot</w:t></w:r><w:r><w:rPr><w:b w:val="0"/></w:rPr></w:r></w:p><w:p><w:pPr><w:pStyle w:val="BodyText"/><w:spacing w:line="240" w:lineRule="auto"/><w:ind w:right="0"/><w:jc w:val="left"/></w:pPr><w:r><w:rPr><w:color w:val="456DA9"/></w:rPr></w:r><w:r><w:rPr><w:color w:val="456DA9"/><w:spacing w:val="-1"/><w:u w:val="single" w:color="456DA9"/></w:rPr><w:t>https://vsbrobotics.wordpress.com/program-your-vex-robot/</w:t></w:r><w:r><w:rPr><w:color w:val="456DA9"/><w:w w:val="99"/></w:rPr></w:r><w:r><w:rPr/></w:r></w:p><w:p><w:pPr><w:spacing w:line="240" w:lineRule="auto" w:before="10"/><w:rPr><w:rFonts w:ascii="Arial" w:hAnsi="Arial" w:cs="Arial" w:eastAsia="Arial"/><w:sz w:val="24"/><w:szCs w:val="24"/></w:rPr></w:pPr></w:p><w:p><w:pPr><w:pStyle w:val="Heading2"/><w:spacing w:line="240" w:lineRule="auto"/><w:ind w:right="0"/><w:jc w:val="left"/><w:rPr><w:b w:val="0"/><w:bCs w:val="0"/></w:rPr></w:pPr><w:r><w:rPr><w:color w:val="4F61AB"/><w:spacing w:val="-1"/></w:rPr><w:t>Website</w:t></w:r><w:r><w:rPr><w:color w:val="4F61AB"/><w:spacing w:val="-6"/></w:rPr><w:t> </w:t></w:r><w:r><w:rPr><w:color w:val="4F61AB"/></w:rPr><w:t>forums</w:t></w:r><w:r><w:rPr><w:color w:val="4F61AB"/><w:spacing w:val="-5"/></w:rPr><w:t> </w:t></w:r><w:r><w:rPr><w:color w:val="4F61AB"/><w:spacing w:val="-1"/></w:rPr><w:t>for</w:t></w:r><w:r><w:rPr><w:color w:val="4F61AB"/><w:spacing w:val="-5"/></w:rPr><w:t> </w:t></w:r><w:r><w:rPr><w:color w:val="4F61AB"/><w:spacing w:val="1"/></w:rPr><w:t>team-to-team</w:t></w:r><w:r><w:rPr><w:color w:val="4F61AB"/><w:spacing w:val="-5"/></w:rPr><w:t> </w:t></w:r><w:r><w:rPr><w:color w:val="4F61AB"/></w:rPr><w:t>or</w:t></w:r><w:r><w:rPr><w:color w:val="4F61AB"/><w:spacing w:val="-5"/></w:rPr><w:t> </w:t></w:r><w:r><w:rPr><w:color w:val="4F61AB"/><w:spacing w:val="1"/></w:rPr><w:t>peer-to-peer</w:t></w:r><w:r><w:rPr><w:color w:val="4F61AB"/><w:spacing w:val="-5"/></w:rPr><w:t> </w:t></w:r><w:r><w:rPr><w:color w:val="4F61AB"/><w:spacing w:val="-1"/></w:rPr><w:t>online</w:t></w:r><w:r><w:rPr><w:color w:val="4F61AB"/><w:spacing w:val="-6"/></w:rPr><w:t> </w:t></w:r><w:r><w:rPr><w:color w:val="4F61AB"/><w:spacing w:val="-2"/></w:rPr><w:t>discussions:</w:t></w:r><w:r><w:rPr><w:b w:val="0"/></w:rPr></w:r></w:p><w:p><w:pPr><w:pStyle w:val="Heading3"/><w:spacing w:line="240" w:lineRule="auto" w:before="42"/><w:ind w:right="0"/><w:jc w:val="left"/><w:rPr><w:b w:val="0"/><w:bCs w:val="0"/></w:rPr></w:pPr><w:r><w:rPr><w:color w:val="4C4D4F"/><w:spacing w:val="2"/></w:rPr><w:t>VEX</w:t></w:r><w:r><w:rPr><w:color w:val="4C4D4F"/><w:spacing w:val="-6"/></w:rPr><w:t> </w:t></w:r><w:r><w:rPr><w:color w:val="4C4D4F"/><w:spacing w:val="1"/></w:rPr><w:t>IQ</w:t></w:r><w:r><w:rPr><w:color w:val="4C4D4F"/><w:spacing w:val="-5"/></w:rPr><w:t> </w:t></w:r><w:r><w:rPr><w:color w:val="4C4D4F"/><w:spacing w:val="-1"/></w:rPr><w:t>Forum</w:t></w:r><w:r><w:rPr><w:b w:val="0"/></w:rPr></w:r></w:p><w:p><w:pPr><w:pStyle w:val="BodyText"/><w:spacing w:line="240" w:lineRule="auto"/><w:ind w:right="0"/><w:jc w:val="left"/></w:pPr><w:r><w:rPr><w:color w:val="456DA9"/></w:rPr></w:r><w:hyperlink r:id="rId12"><w:r><w:rPr><w:color w:val="456DA9"/><w:spacing w:val="-2"/><w:u w:val="single" w:color="456DA9"/></w:rPr><w:t>http://www.vexiqforum.com/</w:t></w:r><w:r><w:rPr><w:color w:val="456DA9"/><w:w w:val="99"/></w:rPr></w:r><w:r><w:rPr/></w:r></w:hyperlink></w:p><w:p><w:pPr><w:spacing w:line="240" w:lineRule="auto" w:before="9"/><w:rPr><w:rFonts w:ascii="Arial" w:hAnsi="Arial" w:cs="Arial" w:eastAsia="Arial"/><w:sz w:val="19"/><w:szCs w:val="19"/></w:rPr></w:pPr></w:p><w:p><w:pPr><w:pStyle w:val="Heading3"/><w:spacing w:line="240" w:lineRule="auto"/><w:ind w:right="0"/><w:jc w:val="left"/><w:rPr><w:b w:val="0"/><w:bCs w:val="0"/></w:rPr></w:pPr><w:r><w:rPr><w:color w:val="4C4D4F"/><w:spacing w:val="2"/></w:rPr><w:t>VEX</w:t></w:r><w:r><w:rPr><w:color w:val="4C4D4F"/><w:spacing w:val="-5"/></w:rPr><w:t> </w:t></w:r><w:r><w:rPr><w:color w:val="4C4D4F"/></w:rPr><w:t>EDR</w:t></w:r><w:r><w:rPr><w:color w:val="4C4D4F"/><w:spacing w:val="-6"/></w:rPr><w:t> </w:t></w:r><w:r><w:rPr><w:color w:val="4C4D4F"/><w:spacing w:val="-1"/></w:rPr><w:t>Forum</w:t></w:r><w:r><w:rPr><w:b w:val="0"/></w:rPr></w:r></w:p><w:p><w:pPr><w:pStyle w:val="BodyText"/><w:spacing w:line="240" w:lineRule="auto"/><w:ind w:right="0"/><w:jc w:val="left"/></w:pPr><w:r><w:rPr><w:color w:val="456DA9"/></w:rPr></w:r><w:hyperlink r:id="rId13"><w:r><w:rPr><w:color w:val="456DA9"/><w:spacing w:val="-2"/><w:u w:val="single" w:color="456DA9"/></w:rPr><w:t>http://www.vexforum.com/</w:t></w:r><w:r><w:rPr><w:color w:val="456DA9"/><w:w w:val="99"/></w:rPr></w:r><w:r><w:rPr/></w:r></w:hyperlink></w:p><w:p><w:pPr><w:spacing w:line="240" w:lineRule="auto" w:before="9"/><w:rPr><w:rFonts w:ascii="Arial" w:hAnsi="Arial" w:cs="Arial" w:eastAsia="Arial"/><w:sz w:val="19"/><w:szCs w:val="19"/></w:rPr></w:pPr></w:p><w:p><w:pPr><w:pStyle w:val="Heading3"/><w:spacing w:line="240" w:lineRule="auto"/><w:ind w:right="0"/><w:jc w:val="left"/><w:rPr><w:b w:val="0"/><w:bCs w:val="0"/></w:rPr></w:pPr><w:r><w:rPr><w:color w:val="4C4D4F"/><w:spacing w:val="-2"/></w:rPr><w:t>FIRST</w:t></w:r><w:r><w:rPr><w:color w:val="4C4D4F"/><w:spacing w:val="-9"/></w:rPr><w:t> </w:t></w:r><w:r><w:rPr><w:color w:val="4C4D4F"/></w:rPr><w:t>Forums</w:t></w:r><w:r><w:rPr><w:b w:val="0"/></w:rPr></w:r></w:p><w:p><w:pPr><w:pStyle w:val="BodyText"/><w:spacing w:line="240" w:lineRule="auto"/><w:ind w:right="0"/><w:jc w:val="left"/><w:rPr><w:rFonts w:ascii="Arial" w:hAnsi="Arial" w:cs="Arial" w:eastAsia="Arial"/></w:rPr></w:pPr><w:r><w:rPr><w:rFonts w:ascii="Arial"/><w:color w:val="456DA9"/></w:rPr></w:r><w:hyperlink r:id="rId14"><w:r><w:rPr><w:rFonts w:ascii="Arial"/><w:color w:val="456DA9"/><w:spacing w:val="-1"/><w:u w:val="single" w:color="456DA9"/></w:rPr><w:t>http://forums.usfirst.org/</w:t></w:r><w:r><w:rPr><w:rFonts w:ascii="Arial"/><w:color w:val="456DA9"/></w:rPr></w:r><w:r><w:rPr><w:rFonts w:ascii="Arial"/></w:rPr></w:r></w:hyperlink></w:p><w:p><w:pPr><w:spacing w:after="0" w:line="240" w:lineRule="auto"/><w:jc w:val="left"/><w:rPr><w:rFonts w:ascii="Arial" w:hAnsi="Arial" w:cs="Arial" w:eastAsia="Arial"/></w:rPr><w:sectPr><w:footerReference w:type="even" r:id="rId8"/><w:footerReference w:type="default" r:id="rId9"/><w:pgSz w:w="12240" w:h="15840"/><w:pgMar w:footer="643" w:header="630" w:top="1080" w:bottom="840" w:left="340" w:right="880"/><w:pgNumType w:start="2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2"/><w:rPr><w:rFonts w:ascii="Arial" w:hAnsi="Arial" w:cs="Arial" w:eastAsia="Arial"/><w:sz w:val="16"/><w:szCs w:val="16"/></w:rPr></w:pPr></w:p><w:p><w:pPr><w:spacing w:before="64"/><w:ind w:left="560" w:right="0" w:firstLine="0"/><w:jc w:val="left"/><w:rPr><w:rFonts w:ascii="Arial" w:hAnsi="Arial" w:cs="Arial" w:eastAsia="Arial"/><w:sz w:val="28"/><w:szCs w:val="28"/></w:rPr></w:pPr><w:r><w:rPr><w:rFonts w:ascii="Arial"/><w:b/><w:color w:val="4F61AB"/><w:spacing w:val="-2"/><w:sz w:val="28"/></w:rPr><w:t>Procedure</w:t></w:r><w:r><w:rPr><w:rFonts w:ascii="Arial"/><w:sz w:val="28"/></w:rPr></w:r></w:p><w:p><w:pPr><w:pStyle w:val="BodyText"/><w:spacing w:line="284" w:lineRule="auto" w:before="124"/><w:ind w:left="560" w:right="1131"/><w:jc w:val="left"/></w:pPr><w:r><w:rPr><w:color w:val="4C4D4F"/><w:spacing w:val="-1"/></w:rPr><w:t>First, </w:t></w:r><w:r><w:rPr><w:color w:val="4C4D4F"/><w:spacing w:val="-2"/></w:rPr><w:t>teams</w:t></w:r><w:r><w:rPr><w:color w:val="4C4D4F"/></w:rPr><w:t> </w:t></w:r><w:r><w:rPr><w:color w:val="4C4D4F"/><w:spacing w:val="-1"/></w:rPr><w:t>will</w:t></w:r><w:r><w:rPr><w:color w:val="4C4D4F"/><w:spacing w:val="-2"/></w:rPr><w:t> </w:t></w:r><w:r><w:rPr><w:color w:val="4C4D4F"/><w:spacing w:val="-1"/></w:rPr><w:t>build </w:t></w:r><w:r><w:rPr><w:color w:val="4C4D4F"/></w:rPr><w:t>a</w:t></w:r><w:r><w:rPr><w:color w:val="4C4D4F"/><w:spacing w:val="-1"/></w:rPr><w:t> rolling</w:t></w:r><w:r><w:rPr><w:color w:val="4C4D4F"/><w:spacing w:val="-2"/></w:rPr><w:t> </w:t></w:r><w:r><w:rPr><w:color w:val="4C4D4F"/></w:rPr><w:t>platform </w:t></w:r><w:r><w:rPr><w:color w:val="4C4D4F"/><w:spacing w:val="-1"/></w:rPr><w:t>robot </w:t></w:r><w:r><w:rPr><w:color w:val="4C4D4F"/></w:rPr><w:t>on</w:t></w:r><w:r><w:rPr><w:color w:val="4C4D4F"/><w:spacing w:val="-1"/></w:rPr><w:t> wheels that</w:t></w:r><w:r><w:rPr><w:color w:val="4C4D4F"/></w:rPr><w:t> </w:t></w:r><w:r><w:rPr><w:color w:val="4C4D4F"/><w:spacing w:val="-1"/></w:rPr><w:t>has components</w:t></w:r><w:r><w:rPr><w:color w:val="4C4D4F"/></w:rPr><w:t> </w:t></w:r><w:r><w:rPr><w:color w:val="4C4D4F"/><w:spacing w:val="-1"/></w:rPr><w:t>to</w:t></w:r><w:r><w:rPr><w:color w:val="4C4D4F"/><w:spacing w:val="-2"/></w:rPr><w:t> </w:t></w:r><w:r><w:rPr><w:color w:val="4C4D4F"/><w:spacing w:val="-1"/></w:rPr><w:t>pick</w:t></w:r><w:r><w:rPr><w:color w:val="4C4D4F"/></w:rPr><w:t> </w:t></w:r><w:r><w:rPr><w:color w:val="4C4D4F"/><w:spacing w:val="-1"/></w:rPr><w:t>up</w:t></w:r><w:r><w:rPr><w:color w:val="4C4D4F"/><w:spacing w:val="-2"/></w:rPr><w:t> </w:t></w:r><w:r><w:rPr><w:color w:val="4C4D4F"/><w:spacing w:val="-1"/></w:rPr><w:t>objects</w:t></w:r><w:r><w:rPr><w:color w:val="4C4D4F"/><w:spacing w:val="69"/></w:rPr><w:t> </w:t></w:r><w:r><w:rPr><w:color w:val="4C4D4F"/><w:spacing w:val="-1"/></w:rPr><w:t>and release them.</w:t></w:r><w:r><w:rPr/></w:r></w:p><w:p><w:pPr><w:pStyle w:val="BodyText"/><w:spacing w:line="284" w:lineRule="auto" w:before="181"/><w:ind w:left="560" w:right="1131"/><w:jc w:val="left"/></w:pPr><w:r><w:rPr><w:color w:val="4C4D4F"/></w:rPr><w:t>Next,</w:t></w:r><w:r><w:rPr><w:color w:val="4C4D4F"/><w:spacing w:val="-1"/></w:rPr><w:t> </w:t></w:r><w:r><w:rPr><w:color w:val="4C4D4F"/><w:spacing w:val="-3"/></w:rPr><w:t>have</w:t></w:r><w:r><w:rPr><w:color w:val="4C4D4F"/><w:spacing w:val="-2"/></w:rPr><w:t> </w:t></w:r><w:r><w:rPr><w:color w:val="4C4D4F"/><w:spacing w:val="-1"/></w:rPr><w:t>various</w:t></w:r><w:r><w:rPr><w:color w:val="4C4D4F"/></w:rPr><w:t> </w:t></w:r><w:r><w:rPr><w:color w:val="4C4D4F"/><w:spacing w:val="-1"/></w:rPr><w:t>objects </w:t></w:r><w:r><w:rPr><w:color w:val="4C4D4F"/><w:spacing w:val="-2"/></w:rPr><w:t>available</w:t></w:r><w:r><w:rPr><w:color w:val="4C4D4F"/></w:rPr><w:t> </w:t></w:r><w:r><w:rPr><w:color w:val="4C4D4F"/><w:spacing w:val="-1"/></w:rPr><w:t>for the robot to pick up</w:t></w:r><w:r><w:rPr><w:color w:val="4C4D4F"/><w:spacing w:val="-2"/></w:rPr><w:t> </w:t></w:r><w:r><w:rPr><w:color w:val="4C4D4F"/><w:spacing w:val="-1"/></w:rPr><w:t>and drop</w:t></w:r><w:r><w:rPr><w:color w:val="4C4D4F"/><w:spacing w:val="-2"/></w:rPr><w:t> </w:t></w:r><w:r><w:rPr><w:color w:val="4C4D4F"/><w:spacing w:val="-1"/></w:rPr><w:t>off.</w:t></w:r><w:r><w:rPr><w:color w:val="4C4D4F"/></w:rPr><w:t> </w:t></w:r><w:r><w:rPr><w:color w:val="4C4D4F"/><w:spacing w:val="-1"/></w:rPr><w:t>Students </w:t></w:r><w:r><w:rPr><w:color w:val="4C4D4F"/><w:spacing w:val="-2"/></w:rPr><w:t>may</w:t></w:r><w:r><w:rPr><w:color w:val="4C4D4F"/></w:rPr><w:t> </w:t></w:r><w:r><w:rPr><w:color w:val="4C4D4F"/><w:spacing w:val="-2"/></w:rPr><w:t>make</w:t></w:r><w:r><w:rPr><w:color w:val="4C4D4F"/><w:spacing w:val="59"/></w:rPr><w:t> </w:t></w:r><w:r><w:rPr><w:color w:val="4C4D4F"/><w:spacing w:val="-1"/></w:rPr><w:t>additional</w:t></w:r><w:r><w:rPr><w:color w:val="4C4D4F"/><w:spacing w:val="-2"/></w:rPr><w:t> </w:t></w:r><w:r><w:rPr><w:color w:val="4C4D4F"/><w:spacing w:val="-1"/></w:rPr><w:t>attachments</w:t></w:r><w:r><w:rPr><w:color w:val="4C4D4F"/></w:rPr><w:t> </w:t></w:r><w:r><w:rPr><w:color w:val="4C4D4F"/><w:spacing w:val="-1"/></w:rPr><w:t>such</w:t></w:r><w:r><w:rPr><w:color w:val="4C4D4F"/><w:spacing w:val="-2"/></w:rPr><w:t> </w:t></w:r><w:r><w:rPr><w:color w:val="4C4D4F"/><w:spacing w:val="-1"/></w:rPr><w:t>as</w:t></w:r><w:r><w:rPr><w:color w:val="4C4D4F"/></w:rPr><w:t> a</w:t></w:r><w:r><w:rPr><w:color w:val="4C4D4F"/><w:spacing w:val="-1"/></w:rPr><w:t> small</w:t></w:r><w:r><w:rPr><w:color w:val="4C4D4F"/><w:spacing w:val="-2"/></w:rPr><w:t> </w:t></w:r><w:r><w:rPr><w:color w:val="4C4D4F"/></w:rPr><w:t>arm or</w:t></w:r><w:r><w:rPr><w:color w:val="4C4D4F"/><w:spacing w:val="-1"/></w:rPr><w:t> claw to help</w:t></w:r><w:r><w:rPr><w:color w:val="4C4D4F"/><w:spacing w:val="-2"/></w:rPr><w:t> </w:t></w:r><w:r><w:rPr><w:color w:val="4C4D4F"/><w:spacing w:val="-1"/></w:rPr><w:t>to help to</w:t></w:r><w:r><w:rPr><w:color w:val="4C4D4F"/><w:spacing w:val="-2"/></w:rPr><w:t> </w:t></w:r><w:r><w:rPr><w:color w:val="4C4D4F"/><w:spacing w:val="-1"/></w:rPr><w:t>complete the</w:t></w:r><w:r><w:rPr><w:color w:val="4C4D4F"/><w:spacing w:val="-2"/></w:rPr><w:t> </w:t></w:r><w:r><w:rPr><w:color w:val="4C4D4F"/><w:spacing w:val="-1"/></w:rPr><w:t>challenge.</w:t></w:r><w:r><w:rPr/></w:r></w:p><w:p><w:pPr><w:pStyle w:val="BodyText"/><w:spacing w:line="240" w:lineRule="auto" w:before="181"/><w:ind w:left="560" w:right="0"/><w:jc w:val="left"/></w:pPr><w:r><w:rPr><w:color w:val="4C4D4F"/><w:spacing w:val="-1"/></w:rPr><w:t>Also, </w:t></w:r><w:r><w:rPr><w:color w:val="4C4D4F"/><w:spacing w:val="-3"/></w:rPr><w:t>have</w:t></w:r><w:r><w:rPr><w:color w:val="4C4D4F"/><w:spacing w:val="-1"/></w:rPr><w:t> </w:t></w:r><w:r><w:rPr><w:color w:val="4C4D4F"/></w:rPr><w:t>a</w:t></w:r><w:r><w:rPr><w:color w:val="4C4D4F"/><w:spacing w:val="-2"/></w:rPr><w:t> </w:t></w:r><w:r><w:rPr><w:color w:val="4C4D4F"/><w:spacing w:val="-1"/></w:rPr><w:t>ramp </w:t></w:r><w:r><w:rPr><w:color w:val="4C4D4F"/><w:spacing w:val="-2"/></w:rPr><w:t>built</w:t></w:r><w:r><w:rPr><w:color w:val="4C4D4F"/><w:spacing w:val="-1"/></w:rPr><w:t> with balls </w:t></w:r><w:r><w:rPr><w:color w:val="4C4D4F"/></w:rPr><w:t>inserted</w:t></w:r><w:r><w:rPr><w:color w:val="4C4D4F"/><w:spacing w:val="-1"/></w:rPr><w:t> </w:t></w:r><w:r><w:rPr><w:color w:val="4C4D4F"/><w:spacing w:val="-2"/></w:rPr><w:t>into</w:t></w:r><w:r><w:rPr><w:color w:val="4C4D4F"/><w:spacing w:val="-1"/></w:rPr><w:t> holes along the</w:t></w:r><w:r><w:rPr><w:color w:val="4C4D4F"/><w:spacing w:val="-2"/></w:rPr><w:t> </w:t></w:r><w:r><w:rPr><w:color w:val="4C4D4F"/><w:spacing w:val="-3"/></w:rPr><w:t>ramp’s</w:t></w:r><w:r><w:rPr><w:color w:val="4C4D4F"/></w:rPr><w:t> </w:t></w:r><w:r><w:rPr><w:color w:val="4C4D4F"/><w:spacing w:val="-1"/></w:rPr><w:t>perimeter </w:t></w:r><w:r><w:rPr><w:color w:val="4C4D4F"/><w:spacing w:val="-2"/></w:rPr><w:t>(Figure</w:t></w:r><w:r><w:rPr><w:color w:val="4C4D4F"/><w:spacing w:val="-1"/></w:rPr><w:t> </w:t></w:r><w:r><w:rPr><w:color w:val="4C4D4F"/><w:spacing w:val="-7"/></w:rPr><w:t>1)</w:t></w:r><w:r><w:rPr><w:color w:val="4C4D4F"/><w:spacing w:val="-8"/></w:rPr><w:t>.</w:t></w:r><w:r><w:rPr/></w:r></w:p><w:p><w:pPr><w:spacing w:line="240" w:lineRule="auto" w:before="6"/><w:rPr><w:rFonts w:ascii="Arial" w:hAnsi="Arial" w:cs="Arial" w:eastAsia="Arial"/><w:sz w:val="23"/><w:szCs w:val="23"/></w:rPr></w:pPr></w:p><w:p><w:pPr><w:spacing w:line="200" w:lineRule="atLeast"/><w:ind w:left="2535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270.45pt;height:188.85pt;mso-position-horizontal-relative:char;mso-position-vertical-relative:line" coordorigin="0,0" coordsize="5409,3777"><v:group style="position:absolute;left:23;top:808;width:5364;height:2970" coordorigin="23,808" coordsize="5364,2970"><v:shape style="position:absolute;left:23;top:808;width:5364;height:2970" coordorigin="23,808" coordsize="5364,2970" path="m4414,808l23,1415,23,3670,116,3722,177,3742,244,3757,317,3768,395,3775,475,3777,556,3775,637,3769,718,3758,795,3744,869,3726,938,3704,1000,3678,1054,3649,1133,3579,1170,3543,1222,3510,1288,3480,1365,3453,1454,3429,1551,3407,1656,3389,1767,3373,1883,3360,2002,3350,2122,3342,2242,3336,2360,3333,3704,3332,3786,3318,3904,3297,4021,3273,4137,3248,4250,3221,4358,3193,4460,3165,4554,3136,4639,3106,4713,3078,4775,3050,4856,2997,4880,2973,4901,2952,4958,2900,5012,2864,5075,2838,5158,2819,5230,2808,5386,2789,5386,1303,4414,808xe" filled="true" fillcolor="#bcbec0" stroked="false"><v:path arrowok="t"/><v:fill type="solid"/></v:shape><v:shape style="position:absolute;left:23;top:808;width:5364;height:2970" coordorigin="23,808" coordsize="5364,2970" path="m3704,3332l2476,3332,2587,3333,2691,3336,2788,3341,2876,3348,2954,3357,3019,3368,3083,3377,3160,3381,3247,3380,3343,3375,3447,3366,3556,3353,3669,3337,3704,3332xe" filled="true" fillcolor="#bcbec0" stroked="false"><v:path arrowok="t"/><v:fill type="solid"/></v:shape></v:group><v:group style="position:absolute;left:4077;top:931;width:1309;height:621" coordorigin="4077,931" coordsize="1309,621"><v:shape style="position:absolute;left:4077;top:931;width:1309;height:621" coordorigin="4077,931" coordsize="1309,621" path="m4077,931l5386,1552e" filled="false" stroked="true" strokeweight=".76pt" strokecolor="#808285"><v:path arrowok="t"/></v:shape></v:group><v:group style="position:absolute;left:4281;top:1178;width:1105;height:546" coordorigin="4281,1178" coordsize="1105,546"><v:shape style="position:absolute;left:4281;top:1178;width:1105;height:546" coordorigin="4281,1178" coordsize="1105,546" path="m4281,1178l5386,1723e" filled="false" stroked="true" strokeweight=".76pt" strokecolor="#808285"><v:path arrowok="t"/></v:shape></v:group><v:group style="position:absolute;left:4539;top:1477;width:847;height:438" coordorigin="4539,1477" coordsize="847,438"><v:shape style="position:absolute;left:4539;top:1477;width:847;height:438" coordorigin="4539,1477" coordsize="847,438" path="m4539,1477l5386,1914e" filled="false" stroked="true" strokeweight=".76pt" strokecolor="#808285"><v:path arrowok="t"/></v:shape></v:group><v:group style="position:absolute;left:4666;top:1725;width:720;height:382" coordorigin="4666,1725" coordsize="720,382"><v:shape style="position:absolute;left:4666;top:1725;width:720;height:382" coordorigin="4666,1725" coordsize="720,382" path="m4666,1725l5386,2106e" filled="false" stroked="true" strokeweight="2.280pt" strokecolor="#808285"><v:path arrowok="t"/></v:shape></v:group><v:group style="position:absolute;left:5173;top:2222;width:214;height:126" coordorigin="5173,2222" coordsize="214,126"><v:shape style="position:absolute;left:5173;top:2222;width:214;height:126" coordorigin="5173,2222" coordsize="214,126" path="m5173,2222l5386,2347e" filled="false" stroked="true" strokeweight=".76pt" strokecolor="#808285"><v:path arrowok="t"/></v:shape></v:group><v:group style="position:absolute;left:4842;top:2265;width:545;height:358" coordorigin="4842,2265" coordsize="545,358"><v:shape style="position:absolute;left:4842;top:2265;width:545;height:358" coordorigin="4842,2265" coordsize="545,358" path="m4842,2265l5386,2622e" filled="false" stroked="true" strokeweight=".76pt" strokecolor="#808285"><v:path arrowok="t"/></v:shape></v:group><v:group style="position:absolute;left:4517;top:2333;width:696;height:472" coordorigin="4517,2333" coordsize="696,472"><v:shape style="position:absolute;left:4517;top:2333;width:696;height:472" coordorigin="4517,2333" coordsize="696,472" path="m4517,2333l5212,2804e" filled="false" stroked="true" strokeweight=".76pt" strokecolor="#808285"><v:path arrowok="t"/></v:shape></v:group><v:group style="position:absolute;left:4134;top:2386;width:739;height:542" coordorigin="4134,2386" coordsize="739,542"><v:shape style="position:absolute;left:4134;top:2386;width:739;height:542" coordorigin="4134,2386" coordsize="739,542" path="m4134,2386l4872,2928e" filled="false" stroked="true" strokeweight="2.280pt" strokecolor="#808285"><v:path arrowok="t"/></v:shape></v:group><v:group style="position:absolute;left:3798;top:2450;width:779;height:641" coordorigin="3798,2450" coordsize="779,641"><v:shape style="position:absolute;left:3798;top:2450;width:779;height:641" coordorigin="3798,2450" coordsize="779,641" path="m3798,2450l4577,3091e" filled="false" stroked="true" strokeweight=".76pt" strokecolor="#808285"><v:path arrowok="t"/></v:shape></v:group><v:group style="position:absolute;left:3417;top:2518;width:771;height:662" coordorigin="3417,2518" coordsize="771,662"><v:shape style="position:absolute;left:3417;top:2518;width:771;height:662" coordorigin="3417,2518" coordsize="771,662" path="m3417,2518l4187,3179e" filled="false" stroked="true" strokeweight=".76pt" strokecolor="#808285"><v:path arrowok="t"/></v:shape></v:group><v:group style="position:absolute;left:3086;top:2613;width:687;height:668" coordorigin="3086,2613" coordsize="687,668"><v:shape style="position:absolute;left:3086;top:2613;width:687;height:668" coordorigin="3086,2613" coordsize="687,668" path="m3086,2613l3773,3280e" filled="false" stroked="true" strokeweight=".76pt" strokecolor="#808285"><v:path arrowok="t"/></v:shape></v:group><v:group style="position:absolute;left:2641;top:2643;width:644;height:689" coordorigin="2641,2643" coordsize="644,689"><v:shape style="position:absolute;left:2641;top:2643;width:644;height:689" coordorigin="2641,2643" coordsize="644,689" path="m2641,2643l3284,3332e" filled="false" stroked="true" strokeweight="2.280pt" strokecolor="#808285"><v:path arrowok="t"/></v:shape></v:group><v:group style="position:absolute;left:2244;top:2737;width:422;height:517" coordorigin="2244,2737" coordsize="422,517"><v:shape style="position:absolute;left:2244;top:2737;width:422;height:517" coordorigin="2244,2737" coordsize="422,517" path="m2244,2737l2665,3254e" filled="false" stroked="true" strokeweight=".76pt" strokecolor="#808285"><v:path arrowok="t"/></v:shape></v:group><v:group style="position:absolute;left:770;top:1369;width:1402;height:1928" coordorigin="770,1369" coordsize="1402,1928"><v:shape style="position:absolute;left:770;top:1369;width:1402;height:1928" coordorigin="770,1369" coordsize="1402,1928" path="m770,1369l2171,3297e" filled="false" stroked="true" strokeweight=".76pt" strokecolor="#808285"><v:path arrowok="t"/></v:shape></v:group><v:group style="position:absolute;left:477;top:1408;width:1194;height:1938" coordorigin="477,1408" coordsize="1194,1938"><v:shape style="position:absolute;left:477;top:1408;width:1194;height:1938" coordorigin="477,1408" coordsize="1194,1938" path="m1670,3345l477,1408e" filled="false" stroked="true" strokeweight=".76pt" strokecolor="#808285"><v:path arrowok="t"/></v:shape></v:group><v:group style="position:absolute;left:177;top:1448;width:1021;height:2013" coordorigin="177,1448" coordsize="1021,2013"><v:shape style="position:absolute;left:177;top:1448;width:1021;height:2013" coordorigin="177,1448" coordsize="1021,2013" path="m1197,3461l177,1448e" filled="false" stroked="true" strokeweight="2.280pt" strokecolor="#808285"><v:path arrowok="t"/></v:shape></v:group><v:group style="position:absolute;left:23;top:1915;width:714;height:1786" coordorigin="23,1915" coordsize="714,1786"><v:shape style="position:absolute;left:23;top:1915;width:714;height:1786" coordorigin="23,1915" coordsize="714,1786" path="m737,3700l23,1915e" filled="false" stroked="true" strokeweight=".76pt" strokecolor="#808285"><v:path arrowok="t"/></v:shape></v:group><v:group style="position:absolute;left:23;top:3273;width:119;height:420" coordorigin="23,3273" coordsize="119,420"><v:shape style="position:absolute;left:23;top:3273;width:119;height:420" coordorigin="23,3273" coordsize="119,420" path="m141,3692l23,3273e" filled="false" stroked="true" strokeweight=".76pt" strokecolor="#808285"><v:path arrowok="t"/></v:shape></v:group><v:group style="position:absolute;left:2780;top:2674;width:2606;height:623" coordorigin="2780,2674" coordsize="2606,623"><v:shape style="position:absolute;left:2780;top:2674;width:2606;height:623" coordorigin="2780,2674" coordsize="2606,623" path="m2780,3296l5386,2674e" filled="false" stroked="true" strokeweight=".76pt" strokecolor="#808285"><v:path arrowok="t"/></v:shape></v:group><v:group style="position:absolute;left:23;top:2459;width:5364;height:1212" coordorigin="23,2459" coordsize="5364,1212"><v:shape style="position:absolute;left:23;top:2459;width:5364;height:1212" coordorigin="23,2459" coordsize="5364,1212" path="m23,3671l5386,2459e" filled="false" stroked="true" strokeweight=".76pt" strokecolor="#808285"><v:path arrowok="t"/></v:shape></v:group><v:group style="position:absolute;left:23;top:2246;width:5364;height:1164" coordorigin="23,2246" coordsize="5364,1164"><v:shape style="position:absolute;left:23;top:2246;width:5364;height:1164" coordorigin="23,2246" coordsize="5364,1164" path="m23,3410l5386,2246e" filled="false" stroked="true" strokeweight=".76pt" strokecolor="#808285"><v:path arrowok="t"/></v:shape></v:group><v:group style="position:absolute;left:23;top:2074;width:5364;height:1116" coordorigin="23,2074" coordsize="5364,1116"><v:shape style="position:absolute;left:23;top:2074;width:5364;height:1116" coordorigin="23,2074" coordsize="5364,1116" path="m23,3189l5386,2074e" filled="false" stroked="true" strokeweight="2.280pt" strokecolor="#808285"><v:path arrowok="t"/></v:shape></v:group><v:group style="position:absolute;left:23;top:1914;width:5364;height:1061" coordorigin="23,1914" coordsize="5364,1061"><v:shape style="position:absolute;left:23;top:1914;width:5364;height:1061" coordorigin="23,1914" coordsize="5364,1061" path="m23,2975l5386,1914e" filled="false" stroked="true" strokeweight=".76pt" strokecolor="#808285"><v:path arrowok="t"/></v:shape></v:group><v:group style="position:absolute;left:23;top:1758;width:5364;height:1022" coordorigin="23,1758" coordsize="5364,1022"><v:shape style="position:absolute;left:23;top:1758;width:5364;height:1022" coordorigin="23,1758" coordsize="5364,1022" path="m23,2779l5386,1758e" filled="false" stroked="true" strokeweight=".76pt" strokecolor="#808285"><v:path arrowok="t"/></v:shape></v:group><v:group style="position:absolute;left:23;top:1613;width:5364;height:980" coordorigin="23,1613" coordsize="5364,980"><v:shape style="position:absolute;left:23;top:1613;width:5364;height:980" coordorigin="23,1613" coordsize="5364,980" path="m23,2592l5386,1613e" filled="false" stroked="true" strokeweight=".76pt" strokecolor="#808285"><v:path arrowok="t"/></v:shape></v:group><v:group style="position:absolute;left:23;top:1505;width:5364;height:913" coordorigin="23,1505" coordsize="5364,913"><v:shape style="position:absolute;left:23;top:1505;width:5364;height:913" coordorigin="23,1505" coordsize="5364,913" path="m23,2417l5386,1505e" filled="false" stroked="true" strokeweight="2.280pt" strokecolor="#808285"><v:path arrowok="t"/></v:shape></v:group><v:group style="position:absolute;left:23;top:1395;width:5364;height:874" coordorigin="23,1395" coordsize="5364,874"><v:shape style="position:absolute;left:23;top:1395;width:5364;height:874" coordorigin="23,1395" coordsize="5364,874" path="m23,2268l5386,1395e" filled="false" stroked="true" strokeweight=".76pt" strokecolor="#808285"><v:path arrowok="t"/></v:shape></v:group><v:group style="position:absolute;left:23;top:1280;width:5364;height:849" coordorigin="23,1280" coordsize="5364,849"><v:shape style="position:absolute;left:23;top:1280;width:5364;height:849" coordorigin="23,1280" coordsize="5364,849" path="m23,2128l5386,1280e" filled="false" stroked="true" strokeweight=".76pt" strokecolor="#808285"><v:path arrowok="t"/></v:shape></v:group><v:group style="position:absolute;left:23;top:1174;width:5364;height:844" coordorigin="23,1174" coordsize="5364,844"><v:shape style="position:absolute;left:23;top:1174;width:5364;height:844" coordorigin="23,1174" coordsize="5364,844" path="m23,2017l5386,1174e" filled="false" stroked="true" strokeweight=".76pt" strokecolor="#808285"><v:path arrowok="t"/></v:shape></v:group><v:group style="position:absolute;left:23;top:1085;width:5364;height:812" coordorigin="23,1085" coordsize="5364,812"><v:shape style="position:absolute;left:23;top:1085;width:5364;height:812" coordorigin="23,1085" coordsize="5364,812" path="m23,1896l5386,1085e" filled="false" stroked="true" strokeweight="2.280pt" strokecolor="#808285"><v:path arrowok="t"/></v:shape></v:group><v:group style="position:absolute;left:23;top:1024;width:5241;height:759" coordorigin="23,1024" coordsize="5241,759"><v:shape style="position:absolute;left:23;top:1024;width:5241;height:759" coordorigin="23,1024" coordsize="5241,759" path="m23,1783l5263,1024e" filled="false" stroked="true" strokeweight=".76pt" strokecolor="#808285"><v:path arrowok="t"/></v:shape></v:group><v:group style="position:absolute;left:23;top:948;width:5141;height:721" coordorigin="23,948" coordsize="5141,721"><v:shape style="position:absolute;left:23;top:948;width:5141;height:721" coordorigin="23,948" coordsize="5141,721" path="m23,1669l5163,948e" filled="false" stroked="true" strokeweight=".76pt" strokecolor="#808285"><v:path arrowok="t"/></v:shape></v:group><v:group style="position:absolute;left:23;top:856;width:5114;height:718" coordorigin="23,856" coordsize="5114,718"><v:shape style="position:absolute;left:23;top:856;width:5114;height:718" coordorigin="23,856" coordsize="5114,718" path="m23,1574l5136,856e" filled="false" stroked="true" strokeweight=".76pt" strokecolor="#808285"><v:path arrowok="t"/></v:shape></v:group><v:group style="position:absolute;left:4357;top:494;width:1029;height:901" coordorigin="4357,494" coordsize="1029,901"><v:shape style="position:absolute;left:4357;top:494;width:1029;height:901" coordorigin="4357,494" coordsize="1029,901" path="m4357,494l4357,894,5386,1394,5386,883,4357,494xe" filled="true" fillcolor="#a8aaac" stroked="false"><v:path arrowok="t"/><v:fill type="solid"/></v:shape></v:group><v:group style="position:absolute;left:4357;top:494;width:1029;height:901" coordorigin="4357,494" coordsize="1029,901"><v:shape style="position:absolute;left:4357;top:494;width:1029;height:901" coordorigin="4357,494" coordsize="1029,901" path="m5386,883l5386,1394,4357,894,4357,494,5386,883e" filled="false" stroked="true" strokeweight=".76pt" strokecolor="#010202"><v:path arrowok="t"/></v:shape></v:group><v:group style="position:absolute;left:23;top:494;width:4335;height:975" coordorigin="23,494" coordsize="4335,975"><v:shape style="position:absolute;left:23;top:494;width:4335;height:975" coordorigin="23,494" coordsize="4335,975" path="m4357,494l23,908,23,1468,4357,894,4357,494xe" filled="true" fillcolor="#bcbec0" stroked="false"><v:path arrowok="t"/><v:fill type="solid"/></v:shape></v:group><v:group style="position:absolute;left:23;top:494;width:4335;height:975" coordorigin="23,494" coordsize="4335,975"><v:shape style="position:absolute;left:23;top:494;width:4335;height:975" coordorigin="23,494" coordsize="4335,975" path="m23,908l4357,494,4357,894,23,1468e" filled="false" stroked="true" strokeweight=".76pt" strokecolor="#010202"><v:path arrowok="t"/></v:shape></v:group><v:group style="position:absolute;left:23;top:468;width:5364;height:405" coordorigin="23,468" coordsize="5364,405"><v:shape style="position:absolute;left:23;top:468;width:5364;height:405" coordorigin="23,468" coordsize="5364,405" path="m5386,843l4357,468,23,872e" filled="false" stroked="true" strokeweight=".76pt" strokecolor="#010202"><v:path arrowok="t"/></v:shape></v:group><v:group style="position:absolute;left:2270;top:2195;width:2904;height:662" coordorigin="2270,2195" coordsize="2904,662"><v:shape style="position:absolute;left:2270;top:2195;width:2904;height:662" coordorigin="2270,2195" coordsize="2904,662" path="m5173,2195l2277,2804,2270,2856,5152,2244,5173,2195xe" filled="true" fillcolor="#a8aaac" stroked="false"><v:path arrowok="t"/><v:fill type="solid"/></v:shape></v:group><v:group style="position:absolute;left:2270;top:2195;width:2904;height:662" coordorigin="2270,2195" coordsize="2904,662"><v:shape style="position:absolute;left:2270;top:2195;width:2904;height:662" coordorigin="2270,2195" coordsize="2904,662" path="m2277,2804l5173,2195,5152,2244,2270,2856,2277,2804xe" filled="false" stroked="true" strokeweight=".76pt" strokecolor="#010202"><v:path arrowok="t"/></v:shape></v:group><v:group style="position:absolute;left:966;top:18;width:4207;height:2787" coordorigin="966,18" coordsize="4207,2787"><v:shape style="position:absolute;left:966;top:18;width:4207;height:2787" coordorigin="966,18" coordsize="4207,2787" path="m3250,18l966,200,2277,2804,5173,2195,3250,18xe" filled="true" fillcolor="#d2d3d4" stroked="false"><v:path arrowok="t"/><v:fill type="solid"/></v:shape></v:group><v:group style="position:absolute;left:966;top:18;width:4207;height:2787" coordorigin="966,18" coordsize="4207,2787"><v:shape style="position:absolute;left:966;top:18;width:4207;height:2787" coordorigin="966,18" coordsize="4207,2787" path="m2277,2804l966,200,3250,18,5173,2195,2277,2804xe" filled="false" stroked="true" strokeweight=".76pt" strokecolor="#010202"><v:path arrowok="t"/></v:shape><v:shape style="position:absolute;left:315;top:89;width:2647;height:2775" type="#_x0000_t75" stroked="false"><v:imagedata r:id="rId17" o:title=""/></v:shape><v:shape style="position:absolute;left:2910;top:0;width:2261;height:2150" type="#_x0000_t75" stroked="false"><v:imagedata r:id="rId18" o:title=""/></v:shape></v:group><v:group style="position:absolute;left:2424;top:212;width:385;height:141" coordorigin="2424,212" coordsize="385,141"><v:shape style="position:absolute;left:2424;top:212;width:385;height:141" coordorigin="2424,212" coordsize="385,141" path="m2794,212l2437,216,2428,234,2424,254,2426,267,2467,315,2529,340,2612,353,2644,353,2671,350,2742,329,2801,280,2809,250,2804,230,2794,212xe" filled="true" fillcolor="#939597" stroked="false"><v:path arrowok="t"/><v:fill type="solid"/></v:shape></v:group><v:group style="position:absolute;left:2424;top:212;width:385;height:141" coordorigin="2424,212" coordsize="385,141"><v:shape style="position:absolute;left:2424;top:212;width:385;height:141" coordorigin="2424,212" coordsize="385,141" path="m2794,212l2804,230,2809,250,2807,265,2761,319,2697,345,2644,353,2612,353,2529,340,2467,315,2426,267,2424,254,2428,234,2437,216,2794,212xe" filled="false" stroked="true" strokeweight=".76pt" strokecolor="#010202"><v:path arrowok="t"/></v:shape></v:group><v:group style="position:absolute;left:2440;top:49;width:356;height:305" coordorigin="2440,49" coordsize="356,305"><v:shape style="position:absolute;left:2440;top:49;width:356;height:305" coordorigin="2440,49" coordsize="356,305" path="m2618,49l2552,62,2497,96,2458,147,2443,208,2442,209,2441,210,2440,211,2440,218,2440,222,2440,227,2450,287,2506,334,2565,350,2609,354,2634,354,2701,344,2767,315,2792,258,2795,222,2795,217,2794,213,2794,212,2794,212,2776,148,2738,97,2683,62,2640,51,2618,49xe" filled="true" fillcolor="#e3e3e3" stroked="false"><v:path arrowok="t"/><v:fill type="solid"/></v:shape></v:group><v:group style="position:absolute;left:2440;top:49;width:356;height:305" coordorigin="2440,49" coordsize="356,305"><v:shape style="position:absolute;left:2440;top:49;width:356;height:305" coordorigin="2440,49" coordsize="356,305" path="m2443,208l2442,209,2441,210,2440,211,2440,217,2440,222,2440,227,2450,287,2506,334,2565,350,2609,354,2634,354,2701,344,2767,315,2792,258,2795,222,2795,218,2794,213,2794,213,2794,213,2794,212,2794,212,2791,190,2766,129,2721,83,2662,55,2618,49,2595,51,2532,71,2482,112,2450,167,2444,189,2443,208xe" filled="false" stroked="true" strokeweight=".76pt" strokecolor="#010202"><v:path arrowok="t"/></v:shape></v:group></v:group></w:pict></w:r><w:r><w:rPr><w:rFonts w:ascii="Arial" w:hAnsi="Arial" w:cs="Arial" w:eastAsia="Arial"/><w:sz w:val="20"/><w:szCs w:val="20"/></w:rPr></w:r></w:p><w:p><w:pPr><w:spacing w:line="240" w:lineRule="auto" w:before="3"/><w:rPr><w:rFonts w:ascii="Arial" w:hAnsi="Arial" w:cs="Arial" w:eastAsia="Arial"/><w:sz w:val="18"/><w:szCs w:val="18"/></w:rPr></w:pPr></w:p><w:p><w:pPr><w:spacing w:before="77"/><w:ind w:left="3409" w:right="0" w:firstLine="0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2"/><w:sz w:val="18"/><w:szCs w:val="18"/></w:rPr><w:t> </w:t></w:r><w:r><w:rPr><w:rFonts w:ascii="Arial" w:hAnsi="Arial" w:cs="Arial" w:eastAsia="Arial"/><w:b/><w:bCs/><w:color w:val="231F20"/><w:spacing w:val="-1"/><w:sz w:val="18"/><w:szCs w:val="18"/></w:rPr><w:t>1—</w:t></w:r><w:r><w:rPr><w:rFonts w:ascii="Arial" w:hAnsi="Arial" w:cs="Arial" w:eastAsia="Arial"/><w:color w:val="231F20"/><w:spacing w:val="-1"/><w:sz w:val="18"/><w:szCs w:val="18"/></w:rPr><w:t>Ramp with balls inserted into holes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pStyle w:val="BodyText"/><w:spacing w:line="284" w:lineRule="auto" w:before="118"/><w:ind w:left="560" w:right="1526"/><w:jc w:val="left"/></w:pPr><w:r><w:rPr><w:color w:val="4C4D4F"/><w:spacing w:val="-1"/></w:rPr><w:t>The</w:t></w:r><w:r><w:rPr><w:color w:val="4C4D4F"/><w:spacing w:val="-2"/></w:rPr><w:t> </w:t></w:r><w:r><w:rPr><w:color w:val="4C4D4F"/><w:spacing w:val="-1"/></w:rPr><w:t>following challenges are not </w:t></w:r><w:r><w:rPr><w:color w:val="4C4D4F"/><w:spacing w:val="-2"/></w:rPr><w:t>intended</w:t></w:r><w:r><w:rPr><w:color w:val="4C4D4F"/><w:spacing w:val="-1"/></w:rPr><w:t> as </w:t></w:r><w:r><w:rPr><w:color w:val="4C4D4F"/></w:rPr><w:t>classroom </w:t></w:r><w:r><w:rPr><w:color w:val="4C4D4F"/><w:spacing w:val="-1"/></w:rPr><w:t>competitions but</w:t></w:r><w:r><w:rPr><w:color w:val="4C4D4F"/></w:rPr><w:t> </w:t></w:r><w:r><w:rPr><w:color w:val="4C4D4F"/><w:spacing w:val="-1"/></w:rPr><w:t>rather as</w:t></w:r><w:r><w:rPr><w:color w:val="4C4D4F"/></w:rPr><w:t> </w:t></w:r><w:r><w:rPr><w:color w:val="4C4D4F"/><w:spacing w:val="1"/></w:rPr><w:t>in-class</w:t></w:r><w:r><w:rPr><w:color w:val="4C4D4F"/><w:spacing w:val="57"/></w:rPr><w:t> </w:t></w:r><w:r><w:rPr><w:color w:val="4C4D4F"/><w:spacing w:val="-2"/></w:rPr><w:t>exercises</w:t></w:r><w:r><w:rPr><w:color w:val="4C4D4F"/><w:spacing w:val="-1"/></w:rPr><w:t> that</w:t></w:r><w:r><w:rPr><w:color w:val="4C4D4F"/></w:rPr><w:t> </w:t></w:r><w:r><w:rPr><w:color w:val="4C4D4F"/><w:spacing w:val="-1"/></w:rPr><w:t>will</w:t></w:r><w:r><w:rPr><w:color w:val="4C4D4F"/><w:spacing w:val="-2"/></w:rPr><w:t> give</w:t></w:r><w:r><w:rPr><w:color w:val="4C4D4F"/><w:spacing w:val="-1"/></w:rPr><w:t> </w:t></w:r><w:r><w:rPr><w:color w:val="4C4D4F"/></w:rPr><w:t>a</w:t></w:r><w:r><w:rPr><w:color w:val="4C4D4F"/><w:spacing w:val="-1"/></w:rPr><w:t> better understanding of how to use</w:t></w:r><w:r><w:rPr><w:color w:val="4C4D4F"/><w:spacing w:val="-2"/></w:rPr><w:t> </w:t></w:r><w:r><w:rPr><w:color w:val="4C4D4F"/><w:spacing w:val="-1"/></w:rPr><w:t>computer</w:t></w:r><w:r><w:rPr><w:color w:val="4C4D4F"/></w:rPr><w:t> </w:t></w:r><w:r><w:rPr><w:color w:val="4C4D4F"/><w:spacing w:val="-1"/></w:rPr><w:t>programs to enable</w:t></w:r><w:r><w:rPr><w:color w:val="4C4D4F"/><w:spacing w:val="49"/></w:rPr><w:t> </w:t></w:r><w:r><w:rPr><w:color w:val="4C4D4F"/><w:spacing w:val="-1"/></w:rPr><w:t>robots to</w:t></w:r><w:r><w:rPr><w:color w:val="4C4D4F"/><w:spacing w:val="-2"/></w:rPr><w:t> </w:t></w:r><w:r><w:rPr><w:color w:val="4C4D4F"/><w:spacing w:val="1"/></w:rPr><w:t>perform</w:t></w:r><w:r><w:rPr><w:color w:val="4C4D4F"/><w:spacing w:val="-1"/></w:rPr><w:t> various</w:t></w:r><w:r><w:rPr><w:color w:val="4C4D4F"/></w:rPr><w:t> </w:t></w:r><w:r><w:rPr><w:color w:val="4C4D4F"/><w:spacing w:val="-2"/></w:rPr><w:t>tasks.</w:t></w:r><w:r><w:rPr><w:color w:val="4C4D4F"/><w:spacing w:val="-1"/></w:rPr><w:t> Each</w:t></w:r><w:r><w:rPr><w:color w:val="4C4D4F"/><w:spacing w:val="-2"/></w:rPr><w:t> </w:t></w:r><w:r><w:rPr><w:color w:val="4C4D4F"/></w:rPr><w:t>activity</w:t></w:r><w:r><w:rPr><w:color w:val="4C4D4F"/><w:spacing w:val="-1"/></w:rPr><w:t> should</w:t></w:r><w:r><w:rPr><w:color w:val="4C4D4F"/></w:rPr><w:t> be</w:t></w:r><w:r><w:rPr><w:color w:val="4C4D4F"/><w:spacing w:val="-2"/></w:rPr><w:t> </w:t></w:r><w:r><w:rPr><w:color w:val="4C4D4F"/><w:spacing w:val="-1"/></w:rPr><w:t>demonstrated</w:t></w:r><w:r><w:rPr><w:color w:val="4C4D4F"/><w:spacing w:val="-2"/></w:rPr><w:t> </w:t></w:r><w:r><w:rPr><w:color w:val="4C4D4F"/><w:spacing w:val="-1"/></w:rPr><w:t>in front of the</w:t></w:r><w:r><w:rPr><w:color w:val="4C4D4F"/><w:spacing w:val="-2"/></w:rPr><w:t> </w:t></w:r><w:r><w:rPr><w:color w:val="4C4D4F"/><w:spacing w:val="-1"/></w:rPr><w:t>teacher</w:t></w:r><w:r><w:rPr><w:color w:val="4C4D4F"/><w:spacing w:val="49"/></w:rPr><w:t> </w:t></w:r><w:r><w:rPr><w:color w:val="4C4D4F"/><w:spacing w:val="-2"/></w:rPr><w:t>and/or</w:t></w:r><w:r><w:rPr><w:color w:val="4C4D4F"/><w:spacing w:val="-1"/></w:rPr><w:t> the entire</w:t></w:r><w:r><w:rPr><w:color w:val="4C4D4F"/><w:spacing w:val="-2"/></w:rPr><w:t> </w:t></w:r><w:r><w:rPr><w:color w:val="4C4D4F"/><w:spacing w:val="-1"/></w:rPr><w:t>class.</w:t></w:r><w:r><w:rPr><w:color w:val="4C4D4F"/></w:rPr><w:t> </w:t></w:r><w:r><w:rPr><w:color w:val="4C4D4F"/><w:spacing w:val="-1"/></w:rPr><w:t>The</w:t></w:r><w:r><w:rPr><w:color w:val="4C4D4F"/><w:spacing w:val="-2"/></w:rPr><w:t> </w:t></w:r><w:r><w:rPr><w:color w:val="4C4D4F"/><w:spacing w:val="-1"/></w:rPr><w:t>criteria for each </w:t></w:r><w:r><w:rPr><w:color w:val="4C4D4F"/></w:rPr><w:t>activity</w:t></w:r><w:r><w:rPr><w:color w:val="4C4D4F"/><w:spacing w:val="-1"/></w:rPr><w:t> </w:t></w:r><w:r><w:rPr><w:color w:val="4C4D4F"/></w:rPr><w:t>can</w:t></w:r><w:r><w:rPr><w:color w:val="4C4D4F"/><w:spacing w:val="-1"/></w:rPr><w:t> </w:t></w:r><w:r><w:rPr><w:color w:val="4C4D4F"/></w:rPr><w:t>be</w:t></w:r><w:r><w:rPr><w:color w:val="4C4D4F"/><w:spacing w:val="-1"/></w:rPr><w:t> decided</w:t></w:r><w:r><w:rPr><w:color w:val="4C4D4F"/><w:spacing w:val="-2"/></w:rPr><w:t> </w:t></w:r><w:r><w:rPr><w:color w:val="4C4D4F"/><w:spacing w:val="-1"/></w:rPr><w:t>based </w:t></w:r><w:r><w:rPr><w:color w:val="4C4D4F"/></w:rPr><w:t>on</w:t></w:r><w:r><w:rPr><w:color w:val="4C4D4F"/><w:spacing w:val="-2"/></w:rPr><w:t> available</w:t></w:r><w:r><w:rPr><w:color w:val="4C4D4F"/><w:spacing w:val="79"/></w:rPr><w:t> </w:t></w:r><w:r><w:rPr><w:color w:val="4C4D4F"/><w:spacing w:val="-1"/></w:rPr><w:t>materials, space and </w:t></w:r><w:r><w:rPr><w:color w:val="4C4D4F"/><w:spacing w:val="-2"/></w:rPr><w:t>student</w:t></w:r><w:r><w:rPr><w:color w:val="4C4D4F"/><w:spacing w:val="-1"/></w:rPr><w:t> </w:t></w:r><w:r><w:rPr><w:color w:val="4C4D4F"/><w:spacing w:val="-2"/></w:rPr><w:t>ability.</w:t></w:r><w:r><w:rPr/></w:r></w:p><w:p><w:pPr><w:spacing w:line="240" w:lineRule="auto" w:before="11"/><w:rPr><w:rFonts w:ascii="Arial" w:hAnsi="Arial" w:cs="Arial" w:eastAsia="Arial"/><w:sz w:val="20"/><w:szCs w:val="20"/></w:rPr></w:pPr></w:p><w:p><w:pPr><w:pStyle w:val="Heading2"/><w:spacing w:line="240" w:lineRule="auto"/><w:ind w:left="560" w:right="0"/><w:jc w:val="left"/><w:rPr><w:b w:val="0"/><w:bCs w:val="0"/></w:rPr></w:pPr><w:r><w:rPr><w:color w:val="4F61AB"/><w:spacing w:val="-1"/></w:rPr><w:t>Challenge</w:t></w:r><w:r><w:rPr><w:color w:val="4F61AB"/><w:spacing w:val="-8"/></w:rPr><w:t> </w:t></w:r><w:r><w:rPr><w:color w:val="4F61AB"/></w:rPr><w:t>1</w:t></w:r><w:r><w:rPr><w:b w:val="0"/></w:rPr></w:r></w:p><w:p><w:pPr><w:pStyle w:val="BodyText"/><w:spacing w:line="284" w:lineRule="auto" w:before="42"/><w:ind w:left="560" w:right="1131"/><w:jc w:val="left"/></w:pPr><w:r><w:rPr><w:color w:val="4C4D4F"/><w:spacing w:val="-2"/></w:rPr><w:t>Write </w:t></w:r><w:r><w:rPr><w:color w:val="4C4D4F"/></w:rPr><w:t>a</w:t></w:r><w:r><w:rPr><w:color w:val="4C4D4F"/><w:spacing w:val="-2"/></w:rPr><w:t> </w:t></w:r><w:r><w:rPr><w:color w:val="4C4D4F"/><w:spacing w:val="-1"/></w:rPr><w:t>computer program</w:t></w:r><w:r><w:rPr><w:color w:val="4C4D4F"/><w:spacing w:val="-2"/></w:rPr><w:t> </w:t></w:r><w:r><w:rPr><w:color w:val="4C4D4F"/><w:spacing w:val="-1"/></w:rPr><w:t>to </w:t></w:r><w:r><w:rPr><w:color w:val="4C4D4F"/><w:spacing w:val="-2"/></w:rPr><w:t>move </w:t></w:r><w:r><w:rPr><w:color w:val="4C4D4F"/><w:spacing w:val="-1"/></w:rPr><w:t>the</w:t></w:r><w:r><w:rPr><w:color w:val="4C4D4F"/><w:spacing w:val="-2"/></w:rPr><w:t> </w:t></w:r><w:r><w:rPr><w:color w:val="4C4D4F"/><w:spacing w:val="-1"/></w:rPr><w:t>rolling </w:t></w:r><w:r><w:rPr><w:color w:val="4C4D4F"/></w:rPr><w:t>platform</w:t></w:r><w:r><w:rPr><w:color w:val="4C4D4F"/><w:spacing w:val="-2"/></w:rPr><w:t> </w:t></w:r><w:r><w:rPr><w:color w:val="4C4D4F"/><w:spacing w:val="-1"/></w:rPr><w:t>robot </w:t></w:r><w:r><w:rPr><w:color w:val="4C4D4F"/></w:rPr><w:t>forward</w:t></w:r><w:r><w:rPr><w:color w:val="4C4D4F"/><w:spacing w:val="-2"/></w:rPr><w:t> </w:t></w:r><w:r><w:rPr><w:color w:val="4C4D4F"/><w:spacing w:val="-1"/></w:rPr><w:t>for</w:t></w:r><w:r><w:rPr><w:color w:val="4C4D4F"/><w:spacing w:val="-2"/></w:rPr><w:t> </w:t></w:r><w:r><w:rPr><w:color w:val="4C4D4F"/></w:rPr><w:t>a</w:t></w:r><w:r><w:rPr><w:color w:val="4C4D4F"/><w:spacing w:val="-1"/></w:rPr><w:t> </w:t></w:r><w:r><w:rPr><w:color w:val="4C4D4F"/><w:spacing w:val="-2"/></w:rPr><w:t>few </w:t></w:r><w:r><w:rPr><w:color w:val="4C4D4F"/></w:rPr><w:t>seconds</w:t></w:r><w:r><w:rPr><w:color w:val="4C4D4F"/><w:spacing w:val="-1"/></w:rPr><w:t> and</w:t></w:r><w:r><w:rPr><w:color w:val="4C4D4F"/><w:spacing w:val="-2"/></w:rPr><w:t> stop.</w:t></w:r><w:r><w:rPr><w:color w:val="4C4D4F"/><w:spacing w:val="59"/><w:w w:val="99"/></w:rPr><w:t> </w:t></w:r><w:r><w:rPr><w:color w:val="4C4D4F"/><w:spacing w:val="-1"/></w:rPr><w:t>Install</w:t></w:r><w:r><w:rPr><w:color w:val="4C4D4F"/><w:spacing w:val="-2"/></w:rPr><w:t> </w:t></w:r><w:r><w:rPr><w:color w:val="4C4D4F"/><w:spacing w:val="-1"/></w:rPr><w:t>the program </w:t></w:r><w:r><w:rPr><w:color w:val="4C4D4F"/><w:spacing w:val="-2"/></w:rPr><w:t>into </w:t></w:r><w:r><w:rPr><w:color w:val="4C4D4F"/><w:spacing w:val="-1"/></w:rPr><w:t>the robot and </w:t></w:r><w:r><w:rPr><w:color w:val="4C4D4F"/><w:spacing w:val="-2"/></w:rPr><w:t>test</w:t></w:r><w:r><w:rPr><w:color w:val="4C4D4F"/><w:spacing w:val="-1"/></w:rPr><w:t> </w:t></w:r><w:r><w:rPr><w:color w:val="4C4D4F"/><w:spacing w:val="-2"/></w:rPr><w:t>your</w:t></w:r><w:r><w:rPr><w:color w:val="4C4D4F"/></w:rPr><w:t> </w:t></w:r><w:r><w:rPr><w:color w:val="4C4D4F"/><w:spacing w:val="-2"/></w:rPr><w:t>program;</w:t></w:r><w:r><w:rPr><w:color w:val="4C4D4F"/><w:spacing w:val="-1"/></w:rPr><w:t> </w:t></w:r><w:r><w:rPr><w:color w:val="4C4D4F"/><w:spacing w:val="-2"/></w:rPr><w:t>revise</w:t></w:r><w:r><w:rPr><w:color w:val="4C4D4F"/><w:spacing w:val="-1"/></w:rPr><w:t> as necessary.</w:t></w:r><w:r><w:rPr/></w:r></w:p><w:p><w:pPr><w:pStyle w:val="Heading3"/><w:spacing w:line="240" w:lineRule="auto" w:before="181"/><w:ind w:left="560" w:right="0"/><w:jc w:val="left"/><w:rPr><w:b w:val="0"/><w:bCs w:val="0"/></w:rPr></w:pPr><w:r><w:rPr><w:color w:val="4C4D4F"/></w:rPr><w:t>A</w:t></w:r><w:r><w:rPr><w:color w:val="4C4D4F"/><w:spacing w:val="-4"/></w:rPr><w:t> </w:t></w:r><w:r><w:rPr><w:color w:val="4C4D4F"/></w:rPr><w:t>video</w:t></w:r><w:r><w:rPr><w:color w:val="4C4D4F"/><w:spacing w:val="-3"/></w:rPr><w:t> </w:t></w:r><w:r><w:rPr><w:color w:val="4C4D4F"/><w:spacing w:val="-1"/></w:rPr><w:t>example</w:t></w:r><w:r><w:rPr><w:color w:val="4C4D4F"/><w:spacing w:val="-3"/></w:rPr><w:t> </w:t></w:r><w:r><w:rPr><w:color w:val="4C4D4F"/></w:rPr><w:t>of</w:t></w:r><w:r><w:rPr><w:color w:val="4C4D4F"/><w:spacing w:val="-3"/></w:rPr><w:t> </w:t></w:r><w:r><w:rPr><w:color w:val="4C4D4F"/></w:rPr><w:t>Challenge</w:t></w:r><w:r><w:rPr><w:color w:val="4C4D4F"/><w:spacing w:val="-4"/></w:rPr><w:t> </w:t></w:r><w:r><w:rPr><w:color w:val="4C4D4F"/></w:rPr><w:t>1</w:t></w:r><w:r><w:rPr><w:b w:val="0"/></w:rPr></w:r></w:p><w:p><w:pPr><w:pStyle w:val="BodyText"/><w:spacing w:line="240" w:lineRule="auto"/><w:ind w:left="560" w:right="0"/><w:jc w:val="left"/></w:pPr><w:hyperlink r:id="rId19"><w:r><w:rPr><w:color w:val="4C4D4F"/><w:spacing w:val="-1"/></w:rPr><w:t>http://youtu.be/5Wk3hXGlN-I</w:t></w:r><w:r><w:rPr/></w:r></w:hyperlink></w:p><w:p><w:pPr><w:spacing w:line="240" w:lineRule="auto" w:before="10"/><w:rPr><w:rFonts w:ascii="Arial" w:hAnsi="Arial" w:cs="Arial" w:eastAsia="Arial"/><w:sz w:val="24"/><w:szCs w:val="24"/></w:rPr></w:pPr></w:p><w:p><w:pPr><w:pStyle w:val="Heading2"/><w:spacing w:line="240" w:lineRule="auto"/><w:ind w:left="560" w:right="0"/><w:jc w:val="left"/><w:rPr><w:b w:val="0"/><w:bCs w:val="0"/></w:rPr></w:pPr><w:r><w:rPr><w:color w:val="4F61AB"/><w:spacing w:val="-1"/></w:rPr><w:t>Challenge</w:t></w:r><w:r><w:rPr><w:color w:val="4F61AB"/><w:spacing w:val="-8"/></w:rPr><w:t> </w:t></w:r><w:r><w:rPr><w:color w:val="4F61AB"/></w:rPr><w:t>2</w:t></w:r><w:r><w:rPr><w:b w:val="0"/></w:rPr></w:r></w:p><w:p><w:pPr><w:pStyle w:val="BodyText"/><w:spacing w:line="284" w:lineRule="auto" w:before="42"/><w:ind w:left="560" w:right="1131"/><w:jc w:val="left"/></w:pPr><w:r><w:rPr><w:color w:val="4C4D4F"/><w:spacing w:val="-2"/></w:rPr><w:t>Write </w:t></w:r><w:r><w:rPr><w:color w:val="4C4D4F"/></w:rPr><w:t>a</w:t></w:r><w:r><w:rPr><w:color w:val="4C4D4F"/><w:spacing w:val="-2"/></w:rPr><w:t> </w:t></w:r><w:r><w:rPr><w:color w:val="4C4D4F"/><w:spacing w:val="-1"/></w:rPr><w:t>computer</w:t></w:r><w:r><w:rPr><w:color w:val="4C4D4F"/></w:rPr><w:t> </w:t></w:r><w:r><w:rPr><w:color w:val="4C4D4F"/><w:spacing w:val="-1"/></w:rPr><w:t>program to</w:t></w:r><w:r><w:rPr><w:color w:val="4C4D4F"/><w:spacing w:val="-2"/></w:rPr><w:t> move</w:t></w:r><w:r><w:rPr><w:color w:val="4C4D4F"/><w:spacing w:val="-1"/></w:rPr><w:t> the</w:t></w:r><w:r><w:rPr><w:color w:val="4C4D4F"/><w:spacing w:val="-2"/></w:rPr><w:t> </w:t></w:r><w:r><w:rPr><w:color w:val="4C4D4F"/><w:spacing w:val="-1"/></w:rPr><w:t>rolling </w:t></w:r><w:r><w:rPr><w:color w:val="4C4D4F"/></w:rPr><w:t>platform</w:t></w:r><w:r><w:rPr><w:color w:val="4C4D4F"/><w:spacing w:val="-1"/></w:rPr><w:t> robot </w:t></w:r><w:r><w:rPr><w:color w:val="4C4D4F"/></w:rPr><w:t>forward</w:t></w:r><w:r><w:rPr><w:color w:val="4C4D4F"/><w:spacing w:val="-1"/></w:rPr><w:t> for </w:t></w:r><w:r><w:rPr><w:color w:val="4C4D4F"/></w:rPr><w:t>a</w:t></w:r><w:r><w:rPr><w:color w:val="4C4D4F"/><w:spacing w:val="-2"/></w:rPr><w:t> few</w:t></w:r><w:r><w:rPr><w:color w:val="4C4D4F"/><w:spacing w:val="-1"/></w:rPr><w:t> seconds, turn</w:t></w:r><w:r><w:rPr><w:color w:val="4C4D4F"/><w:spacing w:val="73"/></w:rPr><w:t> </w:t></w:r><w:r><w:rPr><w:color w:val="4C4D4F"/><w:spacing w:val="-1"/></w:rPr><w:t>around</w:t></w:r><w:r><w:rPr><w:color w:val="4C4D4F"/><w:spacing w:val="-2"/></w:rPr><w:t> </w:t></w:r><w:r><w:rPr><w:color w:val="4C4D4F"/><w:spacing w:val="-1"/></w:rPr><w:t>and</w:t></w:r><w:r><w:rPr><w:color w:val="4C4D4F"/><w:spacing w:val="-2"/></w:rPr><w:t> </w:t></w:r><w:r><w:rPr><w:color w:val="4C4D4F"/><w:spacing w:val="-1"/></w:rPr><w:t>return to</w:t></w:r><w:r><w:rPr><w:color w:val="4C4D4F"/><w:spacing w:val="-2"/></w:rPr><w:t> </w:t></w:r><w:r><w:rPr><w:color w:val="4C4D4F"/><w:spacing w:val="-1"/></w:rPr><w:t>the</w:t></w:r><w:r><w:rPr><w:color w:val="4C4D4F"/><w:spacing w:val="-2"/></w:rPr><w:t> </w:t></w:r><w:r><w:rPr><w:color w:val="4C4D4F"/></w:rPr><w:t>starting</w:t></w:r><w:r><w:rPr><w:color w:val="4C4D4F"/><w:spacing w:val="-1"/></w:rPr><w:t> position. Install the</w:t></w:r><w:r><w:rPr><w:color w:val="4C4D4F"/><w:spacing w:val="-2"/></w:rPr><w:t> </w:t></w:r><w:r><w:rPr><w:color w:val="4C4D4F"/><w:spacing w:val="-1"/></w:rPr><w:t>program </w:t></w:r><w:r><w:rPr><w:color w:val="4C4D4F"/><w:spacing w:val="-2"/></w:rPr><w:t>into</w:t></w:r><w:r><w:rPr><w:color w:val="4C4D4F"/><w:spacing w:val="-1"/></w:rPr><w:t> the</w:t></w:r><w:r><w:rPr><w:color w:val="4C4D4F"/><w:spacing w:val="-2"/></w:rPr><w:t> </w:t></w:r><w:r><w:rPr><w:color w:val="4C4D4F"/><w:spacing w:val="-1"/></w:rPr><w:t>robot</w:t></w:r><w:r><w:rPr><w:color w:val="4C4D4F"/></w:rPr><w:t> </w:t></w:r><w:r><w:rPr><w:color w:val="4C4D4F"/><w:spacing w:val="-1"/></w:rPr><w:t>and</w:t></w:r><w:r><w:rPr><w:color w:val="4C4D4F"/><w:spacing w:val="-2"/></w:rPr><w:t> test</w:t></w:r><w:r><w:rPr><w:color w:val="4C4D4F"/><w:spacing w:val="-1"/></w:rPr><w:t> </w:t></w:r><w:r><w:rPr><w:color w:val="4C4D4F"/><w:spacing w:val="-2"/></w:rPr><w:t>your</w:t></w:r><w:r><w:rPr><w:color w:val="4C4D4F"/><w:spacing w:val="69"/></w:rPr><w:t> </w:t></w:r><w:r><w:rPr><w:color w:val="4C4D4F"/><w:spacing w:val="-2"/></w:rPr><w:t>program;</w:t></w:r><w:r><w:rPr><w:color w:val="4C4D4F"/><w:spacing w:val="-1"/></w:rPr><w:t> </w:t></w:r><w:r><w:rPr><w:color w:val="4C4D4F"/><w:spacing w:val="-2"/></w:rPr><w:t>revise</w:t></w:r><w:r><w:rPr><w:color w:val="4C4D4F"/><w:spacing w:val="-1"/></w:rPr><w:t> as necessary.</w:t></w:r><w:r><w:rPr/></w:r></w:p><w:p><w:pPr><w:pStyle w:val="Heading3"/><w:spacing w:line="240" w:lineRule="auto" w:before="181"/><w:ind w:left="560" w:right="0"/><w:jc w:val="left"/><w:rPr><w:b w:val="0"/><w:bCs w:val="0"/></w:rPr></w:pPr><w:r><w:rPr><w:color w:val="4C4D4F"/></w:rPr><w:t>A</w:t></w:r><w:r><w:rPr><w:color w:val="4C4D4F"/><w:spacing w:val="-4"/></w:rPr><w:t> </w:t></w:r><w:r><w:rPr><w:color w:val="4C4D4F"/></w:rPr><w:t>video</w:t></w:r><w:r><w:rPr><w:color w:val="4C4D4F"/><w:spacing w:val="-3"/></w:rPr><w:t> </w:t></w:r><w:r><w:rPr><w:color w:val="4C4D4F"/><w:spacing w:val="-1"/></w:rPr><w:t>example</w:t></w:r><w:r><w:rPr><w:color w:val="4C4D4F"/><w:spacing w:val="-3"/></w:rPr><w:t> </w:t></w:r><w:r><w:rPr><w:color w:val="4C4D4F"/></w:rPr><w:t>of</w:t></w:r><w:r><w:rPr><w:color w:val="4C4D4F"/><w:spacing w:val="-3"/></w:rPr><w:t> </w:t></w:r><w:r><w:rPr><w:color w:val="4C4D4F"/></w:rPr><w:t>Challenge</w:t></w:r><w:r><w:rPr><w:color w:val="4C4D4F"/><w:spacing w:val="-4"/></w:rPr><w:t> </w:t></w:r><w:r><w:rPr><w:color w:val="4C4D4F"/></w:rPr><w:t>2</w:t></w:r><w:r><w:rPr><w:b w:val="0"/></w:rPr></w:r></w:p><w:p><w:pPr><w:pStyle w:val="BodyText"/><w:spacing w:line="240" w:lineRule="auto"/><w:ind w:left="560" w:right="0"/><w:jc w:val="left"/></w:pPr><w:r><w:rPr><w:color w:val="456DA9"/></w:rPr></w:r><w:hyperlink r:id="rId20"><w:r><w:rPr><w:color w:val="456DA9"/><w:spacing w:val="-1"/><w:w w:val="95"/><w:u w:val="single" w:color="456DA9"/></w:rPr><w:t>http://youtu.be/D-Byf8K-</w:t></w:r></w:hyperlink><w:r><w:rPr><w:color w:val="456DA9"/><w:w w:val="95"/><w:u w:val="single" w:color="456DA9"/></w:rPr><w:t> </w:t></w:r><w:r><w:rPr><w:color w:val="456DA9"/><w:spacing w:val="23"/><w:w w:val="95"/><w:u w:val="single" w:color="456DA9"/></w:rPr><w:t> </w:t></w:r><w:r><w:rPr><w:color w:val="456DA9"/><w:spacing w:val="23"/><w:w w:val="95"/><w:u w:val="single" w:color="456DA9"/></w:rPr></w:r><w:r><w:rPr><w:color w:val="456DA9"/><w:spacing w:val="-2"/><w:w w:val="95"/><w:u w:val="single" w:color="456DA9"/></w:rPr><w:t>-2Q</w:t></w:r><w:r><w:rPr><w:color w:val="456DA9"/><w:w w:val="99"/></w:rPr></w:r><w:r><w:rPr/></w:r></w:p><w:p><w:pPr><w:spacing w:after="0" w:line="240" w:lineRule="auto"/><w:jc w:val="left"/><w:sectPr><w:headerReference w:type="default" r:id="rId15"/><w:headerReference w:type="even" r:id="rId16"/><w:pgSz w:w="12240" w:h="15840"/><w:pgMar w:header="630" w:footer="643" w:top="1080" w:bottom="840" w:left="880" w:right="34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5"/><w:rPr><w:rFonts w:ascii="Arial" w:hAnsi="Arial" w:cs="Arial" w:eastAsia="Arial"/><w:sz w:val="16"/><w:szCs w:val="16"/></w:rPr></w:pPr></w:p><w:p><w:pPr><w:pStyle w:val="Heading2"/><w:spacing w:line="240" w:lineRule="auto" w:before="69"/><w:ind w:right="0"/><w:jc w:val="left"/><w:rPr><w:b w:val="0"/><w:bCs w:val="0"/></w:rPr></w:pPr><w:r><w:rPr><w:color w:val="4F61AB"/><w:spacing w:val="-1"/></w:rPr><w:t>Challenge</w:t></w:r><w:r><w:rPr><w:color w:val="4F61AB"/><w:spacing w:val="-8"/></w:rPr><w:t> </w:t></w:r><w:r><w:rPr><w:color w:val="4F61AB"/></w:rPr><w:t>3</w:t></w:r><w:r><w:rPr><w:b w:val="0"/></w:rPr></w:r></w:p><w:p><w:pPr><w:pStyle w:val="BodyText"/><w:spacing w:line="284" w:lineRule="auto" w:before="42"/><w:ind w:right="668"/><w:jc w:val="left"/></w:pPr><w:r><w:rPr><w:color w:val="4C4D4F"/><w:spacing w:val="-2"/></w:rPr><w:t>Write </w:t></w:r><w:r><w:rPr><w:color w:val="4C4D4F"/></w:rPr><w:t>a</w:t></w:r><w:r><w:rPr><w:color w:val="4C4D4F"/><w:spacing w:val="-2"/></w:rPr><w:t> </w:t></w:r><w:r><w:rPr><w:color w:val="4C4D4F"/><w:spacing w:val="-1"/></w:rPr><w:t>computer</w:t></w:r><w:r><w:rPr><w:color w:val="4C4D4F"/></w:rPr><w:t> </w:t></w:r><w:r><w:rPr><w:color w:val="4C4D4F"/><w:spacing w:val="-1"/></w:rPr><w:t>program to</w:t></w:r><w:r><w:rPr><w:color w:val="4C4D4F"/><w:spacing w:val="-2"/></w:rPr><w:t> move</w:t></w:r><w:r><w:rPr><w:color w:val="4C4D4F"/><w:spacing w:val="-1"/></w:rPr><w:t> the</w:t></w:r><w:r><w:rPr><w:color w:val="4C4D4F"/><w:spacing w:val="-2"/></w:rPr><w:t> </w:t></w:r><w:r><w:rPr><w:color w:val="4C4D4F"/><w:spacing w:val="-1"/></w:rPr><w:t>rolling</w:t></w:r><w:r><w:rPr><w:color w:val="4C4D4F"/><w:spacing w:val="-2"/></w:rPr><w:t> </w:t></w:r><w:r><w:rPr><w:color w:val="4C4D4F"/></w:rPr><w:t>platform </w:t></w:r><w:r><w:rPr><w:color w:val="4C4D4F"/><w:spacing w:val="-1"/></w:rPr><w:t>robot </w:t></w:r><w:r><w:rPr><w:color w:val="4C4D4F"/></w:rPr><w:t>forward</w:t></w:r><w:r><w:rPr><w:color w:val="4C4D4F"/><w:spacing w:val="-2"/></w:rPr><w:t> </w:t></w:r><w:r><w:rPr><w:color w:val="4C4D4F"/><w:spacing w:val="-1"/></w:rPr><w:t>for</w:t></w:r><w:r><w:rPr><w:color w:val="4C4D4F"/></w:rPr><w:t> a</w:t></w:r><w:r><w:rPr><w:color w:val="4C4D4F"/><w:spacing w:val="-2"/></w:rPr><w:t> few </w:t></w:r><w:r><w:rPr><w:color w:val="4C4D4F"/><w:spacing w:val="-1"/></w:rPr><w:t>seconds,</w:t></w:r><w:r><w:rPr><w:color w:val="4C4D4F"/></w:rPr><w:t> </w:t></w:r><w:r><w:rPr><w:color w:val="4C4D4F"/><w:spacing w:val="-1"/></w:rPr><w:t>turn</w:t></w:r><w:r><w:rPr><w:color w:val="4C4D4F"/><w:spacing w:val="-2"/></w:rPr><w:t> </w:t></w:r><w:r><w:rPr><w:color w:val="4C4D4F"/></w:rPr><w:t>left</w:t></w:r><w:r><w:rPr><w:color w:val="4C4D4F"/><w:spacing w:val="77"/><w:w w:val="99"/></w:rPr><w:t> </w:t></w:r><w:r><w:rPr><w:color w:val="4C4D4F"/></w:rPr><w:t>or</w:t></w:r><w:r><w:rPr><w:color w:val="4C4D4F"/><w:spacing w:val="-1"/></w:rPr><w:t> right, </w:t></w:r><w:r><w:rPr><w:color w:val="4C4D4F"/><w:spacing w:val="-2"/></w:rPr><w:t>move</w:t></w:r><w:r><w:rPr><w:color w:val="4C4D4F"/><w:spacing w:val="-1"/></w:rPr><w:t> </w:t></w:r><w:r><w:rPr><w:color w:val="4C4D4F"/></w:rPr><w:t>forward</w:t></w:r><w:r><w:rPr><w:color w:val="4C4D4F"/><w:spacing w:val="-2"/></w:rPr><w:t> </w:t></w:r><w:r><w:rPr><w:color w:val="4C4D4F"/><w:spacing w:val="-1"/></w:rPr><w:t>for </w:t></w:r><w:r><w:rPr><w:color w:val="4C4D4F"/></w:rPr><w:t>a</w:t></w:r><w:r><w:rPr><w:color w:val="4C4D4F"/><w:spacing w:val="-1"/></w:rPr><w:t> </w:t></w:r><w:r><w:rPr><w:color w:val="4C4D4F"/><w:spacing w:val="-2"/></w:rPr><w:t>few </w:t></w:r><w:r><w:rPr><w:color w:val="4C4D4F"/><w:spacing w:val="-1"/></w:rPr><w:t>more</w:t></w:r><w:r><w:rPr><w:color w:val="4C4D4F"/><w:spacing w:val="-2"/></w:rPr><w:t> </w:t></w:r><w:r><w:rPr><w:color w:val="4C4D4F"/><w:spacing w:val="-1"/></w:rPr><w:t>seconds,</w:t></w:r><w:r><w:rPr><w:color w:val="4C4D4F"/></w:rPr><w:t> </w:t></w:r><w:r><w:rPr><w:color w:val="4C4D4F"/><w:spacing w:val="-1"/></w:rPr><w:t>then</w:t></w:r><w:r><w:rPr><w:color w:val="4C4D4F"/><w:spacing w:val="-2"/></w:rPr><w:t> </w:t></w:r><w:r><w:rPr><w:color w:val="4C4D4F"/><w:spacing w:val="-1"/></w:rPr><w:t>return</w:t></w:r><w:r><w:rPr><w:color w:val="4C4D4F"/><w:spacing w:val="-2"/></w:rPr><w:t> </w:t></w:r><w:r><w:rPr><w:color w:val="4C4D4F"/><w:spacing w:val="-1"/></w:rPr><w:t>to the</w:t></w:r><w:r><w:rPr><w:color w:val="4C4D4F"/><w:spacing w:val="-2"/></w:rPr><w:t> </w:t></w:r><w:r><w:rPr><w:color w:val="4C4D4F"/></w:rPr><w:t>starting</w:t></w:r><w:r><w:rPr><w:color w:val="4C4D4F"/><w:spacing w:val="-2"/></w:rPr><w:t> </w:t></w:r><w:r><w:rPr><w:color w:val="4C4D4F"/><w:spacing w:val="-1"/></w:rPr><w:t>position.</w:t></w:r><w:r><w:rPr><w:color w:val="4C4D4F"/></w:rPr><w:t> </w:t></w:r><w:r><w:rPr><w:color w:val="4C4D4F"/><w:spacing w:val="-1"/></w:rPr><w:t>Install</w:t></w:r><w:r><w:rPr><w:color w:val="4C4D4F"/><w:spacing w:val="-2"/></w:rPr><w:t> </w:t></w:r><w:r><w:rPr><w:color w:val="4C4D4F"/><w:spacing w:val="-1"/></w:rPr><w:t>the</w:t></w:r><w:r><w:rPr><w:color w:val="4C4D4F"/><w:spacing w:val="75"/></w:rPr><w:t> </w:t></w:r><w:r><w:rPr><w:color w:val="4C4D4F"/><w:spacing w:val="-1"/></w:rPr><w:t>program </w:t></w:r><w:r><w:rPr><w:color w:val="4C4D4F"/><w:spacing w:val="-2"/></w:rPr><w:t>into</w:t></w:r><w:r><w:rPr><w:color w:val="4C4D4F"/><w:spacing w:val="-1"/></w:rPr><w:t> the</w:t></w:r><w:r><w:rPr><w:color w:val="4C4D4F"/><w:spacing w:val="-2"/></w:rPr><w:t> </w:t></w:r><w:r><w:rPr><w:color w:val="4C4D4F"/><w:spacing w:val="-1"/></w:rPr><w:t>robot</w:t></w:r><w:r><w:rPr><w:color w:val="4C4D4F"/></w:rPr><w:t> </w:t></w:r><w:r><w:rPr><w:color w:val="4C4D4F"/><w:spacing w:val="-1"/></w:rPr><w:t>and</w:t></w:r><w:r><w:rPr><w:color w:val="4C4D4F"/><w:spacing w:val="-2"/></w:rPr><w:t> test</w:t></w:r><w:r><w:rPr><w:color w:val="4C4D4F"/></w:rPr><w:t> </w:t></w:r><w:r><w:rPr><w:color w:val="4C4D4F"/><w:spacing w:val="-2"/></w:rPr><w:t>your</w:t></w:r><w:r><w:rPr><w:color w:val="4C4D4F"/></w:rPr><w:t> </w:t></w:r><w:r><w:rPr><w:color w:val="4C4D4F"/><w:spacing w:val="-2"/></w:rPr><w:t>program;</w:t></w:r><w:r><w:rPr><w:color w:val="4C4D4F"/><w:spacing w:val="-1"/></w:rPr><w:t> </w:t></w:r><w:r><w:rPr><w:color w:val="4C4D4F"/><w:spacing w:val="-2"/></w:rPr><w:t>revise</w:t></w:r><w:r><w:rPr><w:color w:val="4C4D4F"/><w:spacing w:val="-1"/></w:rPr><w:t> as necessary.</w:t></w:r><w:r><w:rPr/></w:r></w:p><w:p><w:pPr><w:spacing w:line="240" w:lineRule="auto" w:before="11"/><w:rPr><w:rFonts w:ascii="Arial" w:hAnsi="Arial" w:cs="Arial" w:eastAsia="Arial"/><w:sz w:val="20"/><w:szCs w:val="20"/></w:rPr></w:pPr></w:p><w:p><w:pPr><w:pStyle w:val="Heading2"/><w:spacing w:line="240" w:lineRule="auto"/><w:ind w:right="0"/><w:jc w:val="left"/><w:rPr><w:b w:val="0"/><w:bCs w:val="0"/></w:rPr></w:pPr><w:r><w:rPr><w:color w:val="4F61AB"/><w:spacing w:val="-1"/></w:rPr><w:t>Challenge</w:t></w:r><w:r><w:rPr><w:color w:val="4F61AB"/><w:spacing w:val="-8"/></w:rPr><w:t> </w:t></w:r><w:r><w:rPr><w:color w:val="4F61AB"/></w:rPr><w:t>4</w:t></w:r><w:r><w:rPr><w:b w:val="0"/></w:rPr></w:r></w:p><w:p><w:pPr><w:pStyle w:val="BodyText"/><w:spacing w:line="284" w:lineRule="auto" w:before="42"/><w:ind w:right="668"/><w:jc w:val="left"/></w:pPr><w:r><w:rPr><w:color w:val="4C4D4F"/><w:spacing w:val="-2"/></w:rPr><w:t>Write </w:t></w:r><w:r><w:rPr><w:color w:val="4C4D4F"/></w:rPr><w:t>a</w:t></w:r><w:r><w:rPr><w:color w:val="4C4D4F"/><w:spacing w:val="-2"/></w:rPr><w:t> </w:t></w:r><w:r><w:rPr><w:color w:val="4C4D4F"/><w:spacing w:val="-1"/></w:rPr><w:t>computer</w:t></w:r><w:r><w:rPr><w:color w:val="4C4D4F"/></w:rPr><w:t> </w:t></w:r><w:r><w:rPr><w:color w:val="4C4D4F"/><w:spacing w:val="-1"/></w:rPr><w:t>program to </w:t></w:r><w:r><w:rPr><w:color w:val="4C4D4F"/><w:spacing w:val="-2"/></w:rPr><w:t>move </w:t></w:r><w:r><w:rPr><w:color w:val="4C4D4F"/><w:spacing w:val="-1"/></w:rPr><w:t>the rolling</w:t></w:r><w:r><w:rPr><w:color w:val="4C4D4F"/><w:spacing w:val="-2"/></w:rPr><w:t> </w:t></w:r><w:r><w:rPr><w:color w:val="4C4D4F"/></w:rPr><w:t>platform </w:t></w:r><w:r><w:rPr><w:color w:val="4C4D4F"/><w:spacing w:val="-1"/></w:rPr><w:t>robot </w:t></w:r><w:r><w:rPr><w:color w:val="4C4D4F"/></w:rPr><w:t>forward</w:t></w:r><w:r><w:rPr><w:color w:val="4C4D4F"/><w:spacing w:val="-1"/></w:rPr><w:t> and</w:t></w:r><w:r><w:rPr><w:color w:val="4C4D4F"/><w:spacing w:val="-2"/></w:rPr><w:t> </w:t></w:r><w:r><w:rPr><w:color w:val="4C4D4F"/><w:spacing w:val="-1"/></w:rPr><w:t>up </w:t></w:r><w:r><w:rPr><w:color w:val="4C4D4F"/></w:rPr><w:t>a</w:t></w:r><w:r><w:rPr><w:color w:val="4C4D4F"/><w:spacing w:val="-2"/></w:rPr><w:t> </w:t></w:r><w:r><w:rPr><w:color w:val="4C4D4F"/><w:spacing w:val="-1"/></w:rPr><w:t>ramp </w:t></w:r><w:r><w:rPr><w:color w:val="4C4D4F"/><w:spacing w:val="-2"/></w:rPr><w:t>(Figure </w:t></w:r><w:r><w:rPr><w:color w:val="4C4D4F"/><w:spacing w:val="-8"/></w:rPr><w:t>1)</w:t></w:r><w:r><w:rPr><w:color w:val="4C4D4F"/><w:spacing w:val="63"/></w:rPr><w:t> </w:t></w:r><w:r><w:rPr><w:color w:val="4C4D4F"/><w:spacing w:val="-1"/></w:rPr><w:t>and</w:t></w:r><w:r><w:rPr><w:color w:val="4C4D4F"/><w:spacing w:val="-2"/></w:rPr><w:t> </w:t></w:r><w:r><w:rPr><w:color w:val="4C4D4F"/></w:rPr><w:t>knock</w:t></w:r><w:r><w:rPr><w:color w:val="4C4D4F"/><w:spacing w:val="-1"/></w:rPr><w:t> the</w:t></w:r><w:r><w:rPr><w:color w:val="4C4D4F"/><w:spacing w:val="-2"/></w:rPr><w:t> </w:t></w:r><w:r><w:rPr><w:color w:val="4C4D4F"/><w:spacing w:val="-1"/></w:rPr><w:t>balls</w:t></w:r><w:r><w:rPr><w:color w:val="4C4D4F"/></w:rPr><w:t> </w:t></w:r><w:r><w:rPr><w:color w:val="4C4D4F"/><w:spacing w:val="-1"/></w:rPr><w:t>off, then</w:t></w:r><w:r><w:rPr><w:color w:val="4C4D4F"/><w:spacing w:val="-2"/></w:rPr><w:t> </w:t></w:r><w:r><w:rPr><w:color w:val="4C4D4F"/><w:spacing w:val="-1"/></w:rPr><w:t>return to</w:t></w:r><w:r><w:rPr><w:color w:val="4C4D4F"/><w:spacing w:val="-2"/></w:rPr><w:t> </w:t></w:r><w:r><w:rPr><w:color w:val="4C4D4F"/><w:spacing w:val="-1"/></w:rPr><w:t>the</w:t></w:r><w:r><w:rPr><w:color w:val="4C4D4F"/><w:spacing w:val="-2"/></w:rPr><w:t> </w:t></w:r><w:r><w:rPr><w:color w:val="4C4D4F"/></w:rPr><w:t>starting</w:t></w:r><w:r><w:rPr><w:color w:val="4C4D4F"/><w:spacing w:val="-1"/></w:rPr><w:t> position. Install</w:t></w:r><w:r><w:rPr><w:color w:val="4C4D4F"/><w:spacing w:val="-2"/></w:rPr><w:t> </w:t></w:r><w:r><w:rPr><w:color w:val="4C4D4F"/><w:spacing w:val="-1"/></w:rPr><w:t>the program </w:t></w:r><w:r><w:rPr><w:color w:val="4C4D4F"/><w:spacing w:val="-2"/></w:rPr><w:t>into </w:t></w:r><w:r><w:rPr><w:color w:val="4C4D4F"/><w:spacing w:val="-1"/></w:rPr><w:t>the robot</w:t></w:r><w:r><w:rPr><w:color w:val="4C4D4F"/><w:w w:val="99"/></w:rPr><w:t> </w:t></w:r><w:r><w:rPr><w:color w:val="4C4D4F"/><w:spacing w:val="71"/><w:w w:val="99"/></w:rPr><w:t> </w:t></w:r><w:r><w:rPr><w:color w:val="4C4D4F"/><w:spacing w:val="-1"/></w:rPr><w:t>and</w:t></w:r><w:r><w:rPr><w:color w:val="4C4D4F"/><w:spacing w:val="-2"/></w:rPr><w:t> test</w:t></w:r><w:r><w:rPr><w:color w:val="4C4D4F"/></w:rPr><w:t> </w:t></w:r><w:r><w:rPr><w:color w:val="4C4D4F"/><w:spacing w:val="-2"/></w:rPr><w:t>your</w:t></w:r><w:r><w:rPr><w:color w:val="4C4D4F"/><w:spacing w:val="-1"/></w:rPr><w:t> </w:t></w:r><w:r><w:rPr><w:color w:val="4C4D4F"/><w:spacing w:val="-2"/></w:rPr><w:t>program;</w:t></w:r><w:r><w:rPr><w:color w:val="4C4D4F"/></w:rPr><w:t> </w:t></w:r><w:r><w:rPr><w:color w:val="4C4D4F"/><w:spacing w:val="-2"/></w:rPr><w:t>revise </w:t></w:r><w:r><w:rPr><w:color w:val="4C4D4F"/><w:spacing w:val="-1"/></w:rPr><w:t>as</w:t></w:r><w:r><w:rPr><w:color w:val="4C4D4F"/></w:rPr><w:t> </w:t></w:r><w:r><w:rPr><w:color w:val="4C4D4F"/><w:spacing w:val="-1"/></w:rPr><w:t>necessary. Each ball</w:t></w:r><w:r><w:rPr><w:color w:val="4C4D4F"/><w:spacing w:val="-2"/></w:rPr><w:t> </w:t></w:r><w:r><w:rPr><w:color w:val="4C4D4F"/><w:spacing w:val="-1"/></w:rPr><w:t>knocked </w:t></w:r><w:r><w:rPr><w:color w:val="4C4D4F"/><w:spacing w:val="1"/></w:rPr><w:t>off</w:t></w:r><w:r><w:rPr><w:color w:val="4C4D4F"/><w:spacing w:val="-1"/></w:rPr><w:t> counts</w:t></w:r><w:r><w:rPr><w:color w:val="4C4D4F"/></w:rPr><w:t> </w:t></w:r><w:r><w:rPr><w:color w:val="4C4D4F"/><w:spacing w:val="-1"/></w:rPr><w:t>as </w:t></w:r><w:r><w:rPr><w:color w:val="4C4D4F"/></w:rPr><w:t>a</w:t></w:r><w:r><w:rPr><w:color w:val="4C4D4F"/><w:spacing w:val="-1"/></w:rPr><w:t> point </w:t></w:r><w:r><w:rPr><w:color w:val="4C4D4F"/><w:spacing w:val="-2"/></w:rPr><w:t>toward</w:t></w:r><w:r><w:rPr><w:color w:val="4C4D4F"/><w:spacing w:val="-1"/></w:rPr><w:t> this</w:t></w:r><w:r><w:rPr><w:color w:val="4C4D4F"/><w:spacing w:val="75"/></w:rPr><w:t> </w:t></w:r><w:r><w:rPr><w:color w:val="4C4D4F"/><w:spacing w:val="-1"/></w:rPr><w:t>challenge.</w:t></w:r><w:r><w:rPr/></w:r></w:p><w:p><w:pPr><w:spacing w:line="240" w:lineRule="auto" w:before="11"/><w:rPr><w:rFonts w:ascii="Arial" w:hAnsi="Arial" w:cs="Arial" w:eastAsia="Arial"/><w:sz w:val="20"/><w:szCs w:val="20"/></w:rPr></w:pPr></w:p><w:p><w:pPr><w:pStyle w:val="Heading2"/><w:spacing w:line="240" w:lineRule="auto"/><w:ind w:right="0"/><w:jc w:val="left"/><w:rPr><w:b w:val="0"/><w:bCs w:val="0"/></w:rPr></w:pPr><w:r><w:rPr><w:color w:val="4F61AB"/><w:spacing w:val="-1"/></w:rPr><w:t>Challenge</w:t></w:r><w:r><w:rPr><w:color w:val="4F61AB"/><w:spacing w:val="-8"/></w:rPr><w:t> </w:t></w:r><w:r><w:rPr><w:color w:val="4F61AB"/></w:rPr><w:t>5</w:t></w:r><w:r><w:rPr><w:b w:val="0"/></w:rPr></w:r></w:p><w:p><w:pPr><w:pStyle w:val="BodyText"/><w:spacing w:line="284" w:lineRule="auto" w:before="42"/><w:ind w:right="856"/><w:jc w:val="left"/></w:pPr><w:r><w:rPr><w:color w:val="4C4D4F"/><w:spacing w:val="-2"/></w:rPr><w:t>Write </w:t></w:r><w:r><w:rPr><w:color w:val="4C4D4F"/></w:rPr><w:t>a</w:t></w:r><w:r><w:rPr><w:color w:val="4C4D4F"/><w:spacing w:val="-1"/></w:rPr><w:t> computer program to </w:t></w:r><w:r><w:rPr><w:color w:val="4C4D4F"/><w:spacing w:val="-2"/></w:rPr><w:t>move </w:t></w:r><w:r><w:rPr><w:color w:val="4C4D4F"/><w:spacing w:val="-1"/></w:rPr><w:t>the rolling</w:t></w:r><w:r><w:rPr><w:color w:val="4C4D4F"/><w:spacing w:val="-2"/></w:rPr><w:t> </w:t></w:r><w:r><w:rPr><w:color w:val="4C4D4F"/></w:rPr><w:t>platform </w:t></w:r><w:r><w:rPr><w:color w:val="4C4D4F"/><w:spacing w:val="-1"/></w:rPr><w:t>robot to pick up an</w:t></w:r><w:r><w:rPr><w:color w:val="4C4D4F"/><w:spacing w:val="-2"/></w:rPr><w:t> </w:t></w:r><w:r><w:rPr><w:color w:val="4C4D4F"/><w:spacing w:val="-1"/></w:rPr><w:t>object</w:t></w:r><w:r><w:rPr><w:color w:val="4C4D4F"/></w:rPr><w:t> </w:t></w:r><w:r><w:rPr><w:color w:val="4C4D4F"/><w:spacing w:val="-1"/></w:rPr><w:t>and</w:t></w:r><w:r><w:rPr><w:color w:val="4C4D4F"/><w:spacing w:val="-2"/></w:rPr><w:t> </w:t></w:r><w:r><w:rPr><w:color w:val="4C4D4F"/><w:spacing w:val="-1"/></w:rPr><w:t>return</w:t></w:r><w:r><w:rPr><w:color w:val="4C4D4F"/><w:spacing w:val="63"/></w:rPr><w:t> </w:t></w:r><w:r><w:rPr><w:color w:val="4C4D4F"/><w:spacing w:val="-1"/></w:rPr><w:t>the</w:t></w:r><w:r><w:rPr><w:color w:val="4C4D4F"/><w:spacing w:val="-2"/></w:rPr><w:t> </w:t></w:r><w:r><w:rPr><w:color w:val="4C4D4F"/><w:spacing w:val="-1"/></w:rPr><w:t>robot to its </w:t></w:r><w:r><w:rPr><w:color w:val="4C4D4F"/></w:rPr><w:t>starting</w:t></w:r><w:r><w:rPr><w:color w:val="4C4D4F"/><w:spacing w:val="-2"/></w:rPr><w:t> </w:t></w:r><w:r><w:rPr><w:color w:val="4C4D4F"/><w:spacing w:val="-1"/></w:rPr><w:t>spot.</w:t></w:r><w:r><w:rPr><w:color w:val="4C4D4F"/></w:rPr><w:t> </w:t></w:r><w:r><w:rPr><w:color w:val="4C4D4F"/><w:spacing w:val="-1"/></w:rPr><w:t>Install</w:t></w:r><w:r><w:rPr><w:color w:val="4C4D4F"/><w:spacing w:val="-2"/></w:rPr><w:t> </w:t></w:r><w:r><w:rPr><w:color w:val="4C4D4F"/><w:spacing w:val="-1"/></w:rPr><w:t>the program </w:t></w:r><w:r><w:rPr><w:color w:val="4C4D4F"/><w:spacing w:val="-2"/></w:rPr><w:t>into </w:t></w:r><w:r><w:rPr><w:color w:val="4C4D4F"/><w:spacing w:val="-1"/></w:rPr><w:t>the robot and </w:t></w:r><w:r><w:rPr><w:color w:val="4C4D4F"/><w:spacing w:val="-2"/></w:rPr><w:t>test</w:t></w:r><w:r><w:rPr><w:color w:val="4C4D4F"/><w:spacing w:val="-1"/></w:rPr><w:t> </w:t></w:r><w:r><w:rPr><w:color w:val="4C4D4F"/><w:spacing w:val="-2"/></w:rPr><w:t>your</w:t></w:r><w:r><w:rPr><w:color w:val="4C4D4F"/><w:spacing w:val="-1"/></w:rPr><w:t> </w:t></w:r><w:r><w:rPr><w:color w:val="4C4D4F"/><w:spacing w:val="-2"/></w:rPr><w:t>program;</w:t></w:r><w:r><w:rPr><w:color w:val="4C4D4F"/></w:rPr><w:t> </w:t></w:r><w:r><w:rPr><w:color w:val="4C4D4F"/><w:spacing w:val="-2"/></w:rPr><w:t>revise </w:t></w:r><w:r><w:rPr><w:color w:val="4C4D4F"/><w:spacing w:val="-1"/></w:rPr><w:t>as</w:t></w:r><w:r><w:rPr><w:color w:val="4C4D4F"/><w:spacing w:val="91"/></w:rPr><w:t> </w:t></w:r><w:r><w:rPr><w:color w:val="4C4D4F"/><w:spacing w:val="-1"/></w:rPr><w:t>necessary.</w:t></w:r><w:r><w:rPr/></w:r></w:p><w:p><w:pPr><w:spacing w:line="240" w:lineRule="auto" w:before="11"/><w:rPr><w:rFonts w:ascii="Arial" w:hAnsi="Arial" w:cs="Arial" w:eastAsia="Arial"/><w:sz w:val="20"/><w:szCs w:val="20"/></w:rPr></w:pPr></w:p><w:p><w:pPr><w:pStyle w:val="Heading2"/><w:spacing w:line="240" w:lineRule="auto"/><w:ind w:right="0"/><w:jc w:val="left"/><w:rPr><w:b w:val="0"/><w:bCs w:val="0"/></w:rPr></w:pPr><w:r><w:rPr><w:color w:val="4F61AB"/><w:spacing w:val="-1"/></w:rPr><w:t>Challenge</w:t></w:r><w:r><w:rPr><w:color w:val="4F61AB"/><w:spacing w:val="-8"/></w:rPr><w:t> </w:t></w:r><w:r><w:rPr><w:color w:val="4F61AB"/></w:rPr><w:t>6</w:t></w:r><w:r><w:rPr><w:b w:val="0"/></w:rPr></w:r></w:p><w:p><w:pPr><w:pStyle w:val="BodyText"/><w:spacing w:line="284" w:lineRule="auto" w:before="42"/><w:ind w:right="781"/><w:jc w:val="both"/></w:pPr><w:r><w:rPr><w:color w:val="4C4D4F"/><w:spacing w:val="-2"/></w:rPr><w:t>Write </w:t></w:r><w:r><w:rPr><w:color w:val="4C4D4F"/></w:rPr><w:t>a</w:t></w:r><w:r><w:rPr><w:color w:val="4C4D4F"/><w:spacing w:val="-1"/></w:rPr><w:t> computer program</w:t></w:r><w:r><w:rPr><w:color w:val="4C4D4F"/></w:rPr><w:t> </w:t></w:r><w:r><w:rPr><w:color w:val="4C4D4F"/><w:spacing w:val="-1"/></w:rPr><w:t>to</w:t></w:r><w:r><w:rPr><w:color w:val="4C4D4F"/><w:spacing w:val="-2"/></w:rPr><w:t> move</w:t></w:r><w:r><w:rPr><w:color w:val="4C4D4F"/><w:spacing w:val="-1"/></w:rPr><w:t> the</w:t></w:r><w:r><w:rPr><w:color w:val="4C4D4F"/><w:spacing w:val="-2"/></w:rPr><w:t> </w:t></w:r><w:r><w:rPr><w:color w:val="4C4D4F"/><w:spacing w:val="-1"/></w:rPr><w:t>rolling </w:t></w:r><w:r><w:rPr><w:color w:val="4C4D4F"/></w:rPr><w:t>platform</w:t></w:r><w:r><w:rPr><w:color w:val="4C4D4F"/><w:spacing w:val="-1"/></w:rPr><w:t> robot</w:t></w:r><w:r><w:rPr><w:color w:val="4C4D4F"/></w:rPr><w:t> </w:t></w:r><w:r><w:rPr><w:color w:val="4C4D4F"/><w:spacing w:val="-1"/></w:rPr><w:t>to</w:t></w:r><w:r><w:rPr><w:color w:val="4C4D4F"/><w:spacing w:val="-2"/></w:rPr><w:t> </w:t></w:r><w:r><w:rPr><w:color w:val="4C4D4F"/><w:spacing w:val="-1"/></w:rPr><w:t>pick</w:t></w:r><w:r><w:rPr><w:color w:val="4C4D4F"/></w:rPr><w:t> </w:t></w:r><w:r><w:rPr><w:color w:val="4C4D4F"/><w:spacing w:val="-1"/></w:rPr><w:t>up</w:t></w:r><w:r><w:rPr><w:color w:val="4C4D4F"/><w:spacing w:val="-2"/></w:rPr><w:t> </w:t></w:r><w:r><w:rPr><w:color w:val="4C4D4F"/><w:spacing w:val="-1"/></w:rPr><w:t>an object, </w:t></w:r><w:r><w:rPr><w:color w:val="4C4D4F"/><w:spacing w:val="-2"/></w:rPr><w:t>deliver</w:t></w:r><w:r><w:rPr><w:color w:val="4C4D4F"/></w:rPr><w:t> </w:t></w:r><w:r><w:rPr><w:color w:val="4C4D4F"/><w:spacing w:val="-1"/></w:rPr><w:t>it to </w:t></w:r><w:r><w:rPr><w:color w:val="4C4D4F"/></w:rPr><w:t>a</w:t></w:r><w:r><w:rPr><w:color w:val="4C4D4F"/><w:spacing w:val="71"/></w:rPr><w:t> </w:t></w:r><w:r><w:rPr><w:rFonts w:ascii="Arial"/><w:color w:val="4C4D4F"/></w:rPr><w:t>specific location </w:t></w:r><w:r><w:rPr><w:rFonts w:ascii="Arial"/><w:color w:val="4C4D4F"/><w:spacing w:val="-1"/></w:rPr><w:t>and</w:t></w:r><w:r><w:rPr><w:rFonts w:ascii="Arial"/><w:color w:val="4C4D4F"/></w:rPr><w:t> </w:t></w:r><w:r><w:rPr><w:rFonts w:ascii="Arial"/><w:color w:val="4C4D4F"/><w:spacing w:val="-1"/></w:rPr><w:t>return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robot</w:t></w:r><w:r><w:rPr><w:rFonts w:ascii="Arial"/><w:color w:val="4C4D4F"/></w:rPr><w:t> </w:t></w:r><w:r><w:rPr><w:rFonts w:ascii="Arial"/><w:color w:val="4C4D4F"/><w:spacing w:val="-1"/></w:rPr><w:t>to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starting </w:t></w:r><w:r><w:rPr><w:rFonts w:ascii="Arial"/><w:color w:val="4C4D4F"/><w:spacing w:val="-1"/></w:rPr><w:t>spot.</w:t></w:r><w:r><w:rPr><w:rFonts w:ascii="Arial"/><w:color w:val="4C4D4F"/></w:rPr><w:t> </w:t></w:r><w:r><w:rPr><w:rFonts w:ascii="Arial"/><w:color w:val="4C4D4F"/><w:spacing w:val="-1"/></w:rPr><w:t>Install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program</w:t></w:r><w:r><w:rPr><w:rFonts w:ascii="Arial"/><w:color w:val="4C4D4F"/></w:rPr><w:t> </w:t></w:r><w:r><w:rPr><w:rFonts w:ascii="Arial"/><w:color w:val="4C4D4F"/><w:spacing w:val="-2"/></w:rPr><w:t>into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robot</w:t></w:r><w:r><w:rPr><w:rFonts w:ascii="Arial"/><w:color w:val="4C4D4F"/></w:rPr><w:t> </w:t></w:r><w:r><w:rPr><w:rFonts w:ascii="Arial"/><w:color w:val="4C4D4F"/><w:spacing w:val="-1"/></w:rPr><w:t>and</w:t></w:r><w:r><w:rPr><w:rFonts w:ascii="Arial"/><w:color w:val="4C4D4F"/><w:spacing w:val="75"/></w:rPr><w:t> </w:t></w:r><w:r><w:rPr><w:color w:val="4C4D4F"/><w:spacing w:val="-2"/></w:rPr><w:t>test</w:t></w:r><w:r><w:rPr><w:color w:val="4C4D4F"/><w:spacing w:val="-1"/></w:rPr><w:t> </w:t></w:r><w:r><w:rPr><w:color w:val="4C4D4F"/><w:spacing w:val="-2"/></w:rPr><w:t>your</w:t></w:r><w:r><w:rPr><w:color w:val="4C4D4F"/></w:rPr><w:t> </w:t></w:r><w:r><w:rPr><w:color w:val="4C4D4F"/><w:spacing w:val="-2"/></w:rPr><w:t>program;</w:t></w:r><w:r><w:rPr><w:color w:val="4C4D4F"/><w:spacing w:val="-1"/></w:rPr><w:t> </w:t></w:r><w:r><w:rPr><w:color w:val="4C4D4F"/><w:spacing w:val="-2"/></w:rPr><w:t>revise</w:t></w:r><w:r><w:rPr><w:color w:val="4C4D4F"/><w:spacing w:val="-1"/></w:rPr><w:t> as necessary.</w:t></w:r><w:r><w:rPr/></w:r></w:p><w:p><w:pPr><w:pStyle w:val="Heading3"/><w:spacing w:line="240" w:lineRule="auto" w:before="181"/><w:ind w:right="0"/><w:jc w:val="left"/><w:rPr><w:b w:val="0"/><w:bCs w:val="0"/></w:rPr></w:pPr><w:r><w:rPr><w:color w:val="4C4D4F"/></w:rPr><w:t>A</w:t></w:r><w:r><w:rPr><w:color w:val="4C4D4F"/><w:spacing w:val="-4"/></w:rPr><w:t> </w:t></w:r><w:r><w:rPr><w:color w:val="4C4D4F"/></w:rPr><w:t>video</w:t></w:r><w:r><w:rPr><w:color w:val="4C4D4F"/><w:spacing w:val="-3"/></w:rPr><w:t> </w:t></w:r><w:r><w:rPr><w:color w:val="4C4D4F"/><w:spacing w:val="-1"/></w:rPr><w:t>example</w:t></w:r><w:r><w:rPr><w:color w:val="4C4D4F"/><w:spacing w:val="-3"/></w:rPr><w:t> </w:t></w:r><w:r><w:rPr><w:color w:val="4C4D4F"/></w:rPr><w:t>of</w:t></w:r><w:r><w:rPr><w:color w:val="4C4D4F"/><w:spacing w:val="-3"/></w:rPr><w:t> </w:t></w:r><w:r><w:rPr><w:color w:val="4C4D4F"/></w:rPr><w:t>Challenge</w:t></w:r><w:r><w:rPr><w:color w:val="4C4D4F"/><w:spacing w:val="-4"/></w:rPr><w:t> </w:t></w:r><w:r><w:rPr><w:color w:val="4C4D4F"/><w:spacing w:val="-2"/></w:rPr><w:t>6:</w:t></w:r><w:r><w:rPr><w:b w:val="0"/></w:rPr></w:r></w:p><w:p><w:pPr><w:pStyle w:val="BodyText"/><w:spacing w:line="240" w:lineRule="auto"/><w:ind w:right="0"/><w:jc w:val="left"/></w:pPr><w:r><w:rPr><w:color w:val="456DA9"/></w:rPr></w:r><w:hyperlink r:id="rId21"><w:r><w:rPr><w:color w:val="456DA9"/><w:spacing w:val="-3"/><w:u w:val="single" w:color="456DA9"/></w:rPr><w:t>http://youtu.be/xBZRK1NunFQ</w:t></w:r><w:r><w:rPr><w:color w:val="456DA9"/><w:w w:val="99"/></w:rPr></w:r><w:r><w:rPr/></w:r></w:hyperlink></w:p><w:p><w:pPr><w:spacing w:line="240" w:lineRule="auto" w:before="10"/><w:rPr><w:rFonts w:ascii="Arial" w:hAnsi="Arial" w:cs="Arial" w:eastAsia="Arial"/><w:sz w:val="24"/><w:szCs w:val="24"/></w:rPr></w:pPr></w:p><w:p><w:pPr><w:pStyle w:val="Heading2"/><w:spacing w:line="240" w:lineRule="auto"/><w:ind w:right="0"/><w:jc w:val="left"/><w:rPr><w:b w:val="0"/><w:bCs w:val="0"/></w:rPr></w:pPr><w:r><w:rPr><w:color w:val="4F61AB"/><w:spacing w:val="-1"/></w:rPr><w:t>Challenge</w:t></w:r><w:r><w:rPr><w:color w:val="4F61AB"/><w:spacing w:val="-8"/></w:rPr><w:t> </w:t></w:r><w:r><w:rPr><w:color w:val="4F61AB"/></w:rPr><w:t>7</w:t></w:r><w:r><w:rPr><w:b w:val="0"/></w:rPr></w:r></w:p><w:p><w:pPr><w:pStyle w:val="BodyText"/><w:spacing w:line="284" w:lineRule="auto" w:before="42"/><w:ind w:right="577"/><w:jc w:val="left"/><w:rPr><w:rFonts w:ascii="Arial" w:hAnsi="Arial" w:cs="Arial" w:eastAsia="Arial"/></w:rPr></w:pPr><w:r><w:rPr><w:color w:val="4C4D4F"/><w:spacing w:val="-2"/></w:rPr><w:t>Write </w:t></w:r><w:r><w:rPr><w:color w:val="4C4D4F"/></w:rPr><w:t>a</w:t></w:r><w:r><w:rPr><w:color w:val="4C4D4F"/><w:spacing w:val="-1"/></w:rPr><w:t> computer program</w:t></w:r><w:r><w:rPr><w:color w:val="4C4D4F"/></w:rPr><w:t> </w:t></w:r><w:r><w:rPr><w:color w:val="4C4D4F"/><w:spacing w:val="-1"/></w:rPr><w:t>to</w:t></w:r><w:r><w:rPr><w:color w:val="4C4D4F"/><w:spacing w:val="-2"/></w:rPr><w:t> move</w:t></w:r><w:r><w:rPr><w:color w:val="4C4D4F"/><w:spacing w:val="-1"/></w:rPr><w:t> the</w:t></w:r><w:r><w:rPr><w:color w:val="4C4D4F"/><w:spacing w:val="-2"/></w:rPr><w:t> </w:t></w:r><w:r><w:rPr><w:color w:val="4C4D4F"/><w:spacing w:val="-1"/></w:rPr><w:t>rolling </w:t></w:r><w:r><w:rPr><w:color w:val="4C4D4F"/></w:rPr><w:t>platform</w:t></w:r><w:r><w:rPr><w:color w:val="4C4D4F"/><w:spacing w:val="-1"/></w:rPr><w:t> robot</w:t></w:r><w:r><w:rPr><w:color w:val="4C4D4F"/></w:rPr><w:t> </w:t></w:r><w:r><w:rPr><w:color w:val="4C4D4F"/><w:spacing w:val="-1"/></w:rPr><w:t>to</w:t></w:r><w:r><w:rPr><w:color w:val="4C4D4F"/><w:spacing w:val="-2"/></w:rPr><w:t> </w:t></w:r><w:r><w:rPr><w:color w:val="4C4D4F"/><w:spacing w:val="-1"/></w:rPr><w:t>pick</w:t></w:r><w:r><w:rPr><w:color w:val="4C4D4F"/></w:rPr><w:t> </w:t></w:r><w:r><w:rPr><w:color w:val="4C4D4F"/><w:spacing w:val="-1"/></w:rPr><w:t>up</w:t></w:r><w:r><w:rPr><w:color w:val="4C4D4F"/><w:spacing w:val="-2"/></w:rPr><w:t> </w:t></w:r><w:r><w:rPr><w:color w:val="4C4D4F"/><w:spacing w:val="-1"/></w:rPr><w:t>an object and </w:t></w:r><w:r><w:rPr><w:color w:val="4C4D4F"/><w:spacing w:val="-2"/></w:rPr><w:t>deliver</w:t></w:r><w:r><w:rPr><w:color w:val="4C4D4F"/><w:spacing w:val="-1"/></w:rPr><w:t> it</w:t></w:r><w:r><w:rPr><w:color w:val="4C4D4F"/></w:rPr><w:t> </w:t></w:r><w:r><w:rPr><w:color w:val="4C4D4F"/><w:spacing w:val="-1"/></w:rPr><w:t>to</w:t></w:r><w:r><w:rPr><w:color w:val="4C4D4F"/><w:spacing w:val="71"/></w:rPr><w:t> </w:t></w:r><w:r><w:rPr><w:rFonts w:ascii="Arial"/><w:color w:val="4C4D4F"/></w:rPr><w:t>a specific </w:t></w:r><w:r><w:rPr><w:rFonts w:ascii="Arial"/><w:color w:val="4C4D4F"/><w:spacing w:val="-1"/></w:rPr><w:t>location.</w:t></w:r><w:r><w:rPr><w:rFonts w:ascii="Arial"/><w:color w:val="4C4D4F"/></w:rPr><w:t> </w:t></w:r><w:r><w:rPr><w:rFonts w:ascii="Arial"/><w:color w:val="4C4D4F"/><w:spacing w:val="-1"/></w:rPr><w:t>Install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program</w:t></w:r><w:r><w:rPr><w:rFonts w:ascii="Arial"/><w:color w:val="4C4D4F"/></w:rPr><w:t> </w:t></w:r><w:r><w:rPr><w:rFonts w:ascii="Arial"/><w:color w:val="4C4D4F"/><w:spacing w:val="-2"/></w:rPr><w:t>into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robot</w:t></w:r><w:r><w:rPr><w:rFonts w:ascii="Arial"/><w:color w:val="4C4D4F"/></w:rPr><w:t> </w:t></w:r><w:r><w:rPr><w:rFonts w:ascii="Arial"/><w:color w:val="4C4D4F"/><w:spacing w:val="-1"/></w:rPr><w:t>and</w:t></w:r><w:r><w:rPr><w:rFonts w:ascii="Arial"/><w:color w:val="4C4D4F"/></w:rPr><w:t> </w:t></w:r><w:r><w:rPr><w:rFonts w:ascii="Arial"/><w:color w:val="4C4D4F"/><w:spacing w:val="-2"/></w:rPr><w:t>test</w:t></w:r><w:r><w:rPr><w:rFonts w:ascii="Arial"/><w:color w:val="4C4D4F"/></w:rPr><w:t> </w:t></w:r><w:r><w:rPr><w:rFonts w:ascii="Arial"/><w:color w:val="4C4D4F"/><w:spacing w:val="-2"/></w:rPr><w:t>your</w:t></w:r><w:r><w:rPr><w:rFonts w:ascii="Arial"/><w:color w:val="4C4D4F"/></w:rPr><w:t> </w:t></w:r><w:r><w:rPr><w:rFonts w:ascii="Arial"/><w:color w:val="4C4D4F"/><w:spacing w:val="-1"/></w:rPr><w:t>program;</w:t></w:r><w:r><w:rPr><w:rFonts w:ascii="Arial"/><w:color w:val="4C4D4F"/></w:rPr><w:t> </w:t></w:r><w:r><w:rPr><w:rFonts w:ascii="Arial"/><w:color w:val="4C4D4F"/><w:spacing w:val="-2"/></w:rPr><w:t>revise</w:t></w:r><w:r><w:rPr><w:rFonts w:ascii="Arial"/><w:color w:val="4C4D4F"/></w:rPr><w:t> </w:t></w:r><w:r><w:rPr><w:rFonts w:ascii="Arial"/><w:color w:val="4C4D4F"/><w:spacing w:val="-1"/></w:rPr><w:t>as</w:t></w:r><w:r><w:rPr><w:rFonts w:ascii="Arial"/><w:color w:val="4C4D4F"/></w:rPr><w:t> </w:t></w:r><w:r><w:rPr><w:rFonts w:ascii="Arial"/><w:color w:val="4C4D4F"/><w:spacing w:val="-1"/></w:rPr><w:t>necessary.</w:t></w:r><w:r><w:rPr><w:rFonts w:ascii="Arial"/></w:rPr></w:r></w:p><w:p><w:pPr><w:pStyle w:val="BodyText"/><w:spacing w:line="284" w:lineRule="auto" w:before="181"/><w:ind w:right="668"/><w:jc w:val="left"/></w:pPr><w:r><w:rPr><w:rFonts w:ascii="Arial"/><w:color w:val="4C4D4F"/></w:rPr><w:t>Next, </w:t></w:r><w:r><w:rPr><w:rFonts w:ascii="Arial"/><w:color w:val="4C4D4F"/><w:spacing w:val="-3"/></w:rPr><w:t>have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robot</w:t></w:r><w:r><w:rPr><w:rFonts w:ascii="Arial"/><w:color w:val="4C4D4F"/></w:rPr><w:t> </w:t></w:r><w:r><w:rPr><w:rFonts w:ascii="Arial"/><w:color w:val="4C4D4F"/><w:spacing w:val="-1"/></w:rPr><w:t>pick</w:t></w:r><w:r><w:rPr><w:rFonts w:ascii="Arial"/><w:color w:val="4C4D4F"/></w:rPr><w:t> </w:t></w:r><w:r><w:rPr><w:rFonts w:ascii="Arial"/><w:color w:val="4C4D4F"/><w:spacing w:val="-1"/></w:rPr><w:t>up</w:t></w:r><w:r><w:rPr><w:rFonts w:ascii="Arial"/><w:color w:val="4C4D4F"/></w:rPr><w:t> a second object, </w:t></w:r><w:r><w:rPr><w:rFonts w:ascii="Arial"/><w:color w:val="4C4D4F"/><w:spacing w:val="-1"/></w:rPr><w:t>stack</w:t></w:r><w:r><w:rPr><w:rFonts w:ascii="Arial"/><w:color w:val="4C4D4F"/></w:rPr><w:t> </w:t></w:r><w:r><w:rPr><w:rFonts w:ascii="Arial"/><w:color w:val="4C4D4F"/><w:spacing w:val="-1"/></w:rPr><w:t>it</w:t></w:r><w:r><w:rPr><w:rFonts w:ascii="Arial"/><w:color w:val="4C4D4F"/></w:rPr><w:t> on </w:t></w:r><w:r><w:rPr><w:rFonts w:ascii="Arial"/><w:color w:val="4C4D4F"/><w:spacing w:val="-1"/></w:rPr><w:t>top</w:t></w:r><w:r><w:rPr><w:rFonts w:ascii="Arial"/><w:color w:val="4C4D4F"/></w:rPr><w:t> </w:t></w:r><w:r><w:rPr><w:rFonts w:ascii="Arial"/><w:color w:val="4C4D4F"/><w:spacing w:val="-1"/></w:rPr><w:t>of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/w:rPr><w:t> </w:t></w:r><w:r><w:rPr><w:rFonts w:ascii="Arial"/><w:color w:val="4C4D4F"/><w:spacing w:val="-1"/></w:rPr><w:t>first</w:t></w:r><w:r><w:rPr><w:rFonts w:ascii="Arial"/><w:color w:val="4C4D4F"/></w:rPr><w:t> object, </w:t></w:r><w:r><w:rPr><w:rFonts w:ascii="Arial"/><w:color w:val="4C4D4F"/><w:spacing w:val="-1"/></w:rPr><w:t>then</w:t></w:r><w:r><w:rPr><w:rFonts w:ascii="Arial"/><w:color w:val="4C4D4F"/></w:rPr><w:t> </w:t></w:r><w:r><w:rPr><w:rFonts w:ascii="Arial"/><w:color w:val="4C4D4F"/><w:spacing w:val="-1"/></w:rPr><w:t>return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w:spacing w:val="57"/></w:rPr><w:t> </w:t></w:r><w:r><w:rPr><w:color w:val="4C4D4F"/><w:spacing w:val="-1"/></w:rPr><w:t>robot</w:t></w:r><w:r><w:rPr><w:color w:val="4C4D4F"/><w:spacing w:val="-2"/></w:rPr><w:t> </w:t></w:r><w:r><w:rPr><w:color w:val="4C4D4F"/><w:spacing w:val="-1"/></w:rPr><w:t>to</w:t></w:r><w:r><w:rPr><w:color w:val="4C4D4F"/><w:spacing w:val="-2"/></w:rPr><w:t> </w:t></w:r><w:r><w:rPr><w:color w:val="4C4D4F"/><w:spacing w:val="-1"/></w:rPr><w:t>its </w:t></w:r><w:r><w:rPr><w:color w:val="4C4D4F"/></w:rPr><w:t>starting</w:t></w:r><w:r><w:rPr><w:color w:val="4C4D4F"/><w:spacing w:val="-2"/></w:rPr><w:t> </w:t></w:r><w:r><w:rPr><w:color w:val="4C4D4F"/><w:spacing w:val="-1"/></w:rPr><w:t>spot.</w:t></w:r><w:r><w:rPr/></w:r></w:p><w:p><w:pPr><w:spacing w:line="240" w:lineRule="auto" w:before="8"/><w:rPr><w:rFonts w:ascii="Arial" w:hAnsi="Arial" w:cs="Arial" w:eastAsia="Arial"/><w:sz w:val="29"/><w:szCs w:val="29"/></w:rPr></w:pPr></w:p><w:p><w:pPr><w:pStyle w:val="Heading1"/><w:spacing w:line="240" w:lineRule="auto"/><w:ind w:left="1100" w:right="0"/><w:jc w:val="left"/><w:rPr><w:b w:val="0"/><w:bCs w:val="0"/></w:rPr></w:pPr><w:r><w:rPr><w:color w:val="4F61AB"/></w:rPr><w:t>Extension</w:t></w:r><w:r><w:rPr><w:color w:val="4F61AB"/><w:spacing w:val="-14"/></w:rPr><w:t> </w:t></w:r><w:r><w:rPr><w:color w:val="4F61AB"/></w:rPr><w:t>Activities</w:t></w:r><w:r><w:rPr><w:b w:val="0"/></w:rPr></w:r></w:p><w:p><w:pPr><w:pStyle w:val="BodyText"/><w:spacing w:line="284" w:lineRule="auto" w:before="124"/><w:ind w:right="1131"/><w:jc w:val="left"/></w:pPr><w:r><w:rPr><w:color w:val="4C4D4F"/><w:spacing w:val="-1"/></w:rPr><w:t>Additional</w:t></w:r><w:r><w:rPr><w:color w:val="4C4D4F"/><w:spacing w:val="-2"/></w:rPr><w:t> </w:t></w:r><w:r><w:rPr><w:color w:val="4C4D4F"/><w:spacing w:val="-1"/></w:rPr><w:t>activities that</w:t></w:r><w:r><w:rPr><w:color w:val="4C4D4F"/></w:rPr><w:t> can</w:t></w:r><w:r><w:rPr><w:color w:val="4C4D4F"/><w:spacing w:val="-2"/></w:rPr><w:t> </w:t></w:r><w:r><w:rPr><w:color w:val="4C4D4F"/></w:rPr><w:t>be</w:t></w:r><w:r><w:rPr><w:color w:val="4C4D4F"/><w:spacing w:val="-1"/></w:rPr><w:t> added</w:t></w:r><w:r><w:rPr><w:color w:val="4C4D4F"/><w:spacing w:val="-2"/></w:rPr><w:t> </w:t></w:r><w:r><w:rPr><w:color w:val="4C4D4F"/><w:spacing w:val="-1"/></w:rPr><w:t>as</w:t></w:r><w:r><w:rPr><w:color w:val="4C4D4F"/></w:rPr><w:t> </w:t></w:r><w:r><w:rPr><w:color w:val="4C4D4F"/><w:spacing w:val="-1"/></w:rPr><w:t>an</w:t></w:r><w:r><w:rPr><w:color w:val="4C4D4F"/><w:spacing w:val="-2"/></w:rPr><w:t> </w:t></w:r><w:r><w:rPr><w:color w:val="4C4D4F"/><w:spacing w:val="-1"/></w:rPr><w:t>extension of this</w:t></w:r><w:r><w:rPr><w:color w:val="4C4D4F"/></w:rPr><w:t> activity</w:t></w:r><w:r><w:rPr><w:color w:val="4C4D4F"/><w:spacing w:val="-1"/></w:rPr><w:t> </w:t></w:r><w:r><w:rPr><w:color w:val="4C4D4F"/></w:rPr><w:t>can</w:t></w:r><w:r><w:rPr><w:color w:val="4C4D4F"/><w:spacing w:val="-2"/></w:rPr><w:t> </w:t></w:r><w:r><w:rPr><w:color w:val="4C4D4F"/></w:rPr><w:t>be</w:t></w:r><w:r><w:rPr><w:color w:val="4C4D4F"/><w:spacing w:val="-1"/></w:rPr><w:t> found</w:t></w:r><w:r><w:rPr><w:color w:val="4C4D4F"/><w:spacing w:val="-2"/></w:rPr><w:t> </w:t></w:r><w:r><w:rPr><w:color w:val="4C4D4F"/><w:spacing w:val="-1"/></w:rPr><w:t>under</w:t></w:r><w:r><w:rPr><w:color w:val="4C4D4F"/><w:spacing w:val="47"/></w:rPr><w:t> </w:t></w:r><w:r><w:rPr><w:color w:val="4C4D4F"/><w:spacing w:val="-1"/></w:rPr><w:t>“Classroom Challenges” at:</w:t></w:r><w:r><w:rPr/></w:r></w:p><w:p><w:pPr><w:pStyle w:val="Heading3"/><w:spacing w:line="240" w:lineRule="auto" w:before="91"/><w:ind w:right="0"/><w:jc w:val="left"/><w:rPr><w:b w:val="0"/><w:bCs w:val="0"/></w:rPr></w:pPr><w:r><w:rPr><w:color w:val="4C4D4F"/><w:spacing w:val="-5"/></w:rPr><w:t>Jr</w:t></w:r><w:r><w:rPr><w:color w:val="4C4D4F"/><w:spacing w:val="-6"/></w:rPr><w:t>.</w:t></w:r><w:r><w:rPr><w:color w:val="4C4D4F"/><w:spacing w:val="-3"/></w:rPr><w:t> </w:t></w:r><w:r><w:rPr><w:color w:val="4C4D4F"/><w:spacing w:val="-1"/></w:rPr><w:t>Robotics:</w:t></w:r><w:r><w:rPr><w:color w:val="4C4D4F"/><w:spacing w:val="-3"/></w:rPr><w:t> </w:t></w:r><w:r><w:rPr><w:color w:val="4C4D4F"/></w:rPr><w:t>a</w:t></w:r><w:r><w:rPr><w:color w:val="4C4D4F"/><w:spacing w:val="-3"/></w:rPr><w:t> </w:t></w:r><w:r><w:rPr><w:color w:val="4C4D4F"/></w:rPr><w:t>place</w:t></w:r><w:r><w:rPr><w:color w:val="4C4D4F"/><w:spacing w:val="-4"/></w:rPr><w:t> </w:t></w:r><w:r><w:rPr><w:color w:val="4C4D4F"/></w:rPr><w:t>for</w:t></w:r><w:r><w:rPr><w:color w:val="4C4D4F"/><w:spacing w:val="-3"/></w:rPr><w:t> </w:t></w:r><w:r><w:rPr><w:color w:val="4C4D4F"/></w:rPr><w:t>teachers,</w:t></w:r><w:r><w:rPr><w:color w:val="4C4D4F"/><w:spacing w:val="-3"/></w:rPr><w:t> </w:t></w:r><w:r><w:rPr><w:color w:val="4C4D4F"/></w:rPr><w:t>students</w:t></w:r><w:r><w:rPr><w:color w:val="4C4D4F"/><w:spacing w:val="-3"/></w:rPr><w:t> </w:t></w:r><w:r><w:rPr><w:color w:val="4C4D4F"/></w:rPr><w:t>and</w:t></w:r><w:r><w:rPr><w:color w:val="4C4D4F"/><w:spacing w:val="-3"/></w:rPr><w:t> </w:t></w:r><w:r><w:rPr><w:color w:val="4C4D4F"/></w:rPr><w:t>parents</w:t></w:r><w:r><w:rPr><w:b w:val="0"/></w:rPr></w:r></w:p><w:p><w:pPr><w:pStyle w:val="BodyText"/><w:spacing w:line="240" w:lineRule="auto"/><w:ind w:right="0"/><w:jc w:val="left"/></w:pPr><w:r><w:rPr><w:color w:val="456DA9"/></w:rPr></w:r><w:r><w:rPr><w:color w:val="456DA9"/><w:spacing w:val="-1"/><w:u w:val="single" w:color="456DA9"/></w:rPr><w:t>https://vsbrobotics.wordpress.com/</w:t></w:r><w:r><w:rPr><w:color w:val="456DA9"/><w:w w:val="99"/></w:rPr></w:r><w:r><w:rPr/></w:r></w:p><w:p><w:pPr><w:spacing w:after="0" w:line="240" w:lineRule="auto"/><w:jc w:val="left"/><w:sectPr><w:pgSz w:w="12240" w:h="15840"/><w:pgMar w:header="630" w:footer="643" w:top="1080" w:bottom="840" w:left="340" w:right="88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2"/><w:rPr><w:rFonts w:ascii="Arial" w:hAnsi="Arial" w:cs="Arial" w:eastAsia="Arial"/><w:sz w:val="16"/><w:szCs w:val="16"/></w:rPr></w:pPr></w:p><w:p><w:pPr><w:pStyle w:val="Heading1"/><w:spacing w:line="240" w:lineRule="auto" w:before="64"/><w:ind w:right="0"/><w:jc w:val="left"/><w:rPr><w:b w:val="0"/><w:bCs w:val="0"/></w:rPr></w:pPr><w:r><w:rPr><w:color w:val="4F61AB"/><w:spacing w:val="-1"/></w:rPr><w:t>Assessment</w:t></w:r><w:r><w:rPr><w:b w:val="0"/></w:rPr></w:r></w:p><w:p><w:pPr><w:pStyle w:val="BodyText"/><w:spacing w:line="240" w:lineRule="auto" w:before="124"/><w:ind w:left="560" w:right="0"/><w:jc w:val="left"/></w:pPr><w:r><w:rPr><w:color w:val="4C4D4F"/><w:spacing w:val="-1"/></w:rPr><w:t>The</w:t></w:r><w:r><w:rPr><w:color w:val="4C4D4F"/><w:spacing w:val="-2"/></w:rPr><w:t> evaluation</w:t></w:r><w:r><w:rPr><w:color w:val="4C4D4F"/><w:spacing w:val="-1"/></w:rPr><w:t> of this</w:t></w:r><w:r><w:rPr><w:color w:val="4C4D4F"/></w:rPr><w:t> lesson</w:t></w:r><w:r><w:rPr><w:color w:val="4C4D4F"/><w:spacing w:val="-2"/></w:rPr><w:t> </w:t></w:r><w:r><w:rPr><w:color w:val="4C4D4F"/><w:spacing w:val="-1"/></w:rPr><w:t>is</w:t></w:r><w:r><w:rPr><w:color w:val="4C4D4F"/></w:rPr><w:t> </w:t></w:r><w:r><w:rPr><w:color w:val="4C4D4F"/><w:spacing w:val="-1"/></w:rPr><w:t>based</w:t></w:r><w:r><w:rPr><w:color w:val="4C4D4F"/><w:spacing w:val="-2"/></w:rPr><w:t> </w:t></w:r><w:r><w:rPr><w:color w:val="4C4D4F"/></w:rPr><w:t>on</w:t></w:r><w:r><w:rPr><w:color w:val="4C4D4F"/><w:spacing w:val="-1"/></w:rPr><w:t> the</w:t></w:r><w:r><w:rPr><w:color w:val="4C4D4F"/><w:spacing w:val="-2"/></w:rPr><w:t> </w:t></w:r><w:r><w:rPr><w:color w:val="4C4D4F"/><w:spacing w:val="-1"/></w:rPr><w:t>learning outcomes outlined </w:t></w:r><w:r><w:rPr><w:color w:val="4C4D4F"/><w:spacing w:val="-3"/></w:rPr><w:t>above.</w:t></w:r><w:r><w:rPr/></w:r></w:p><w:p><w:pPr><w:spacing w:line="240" w:lineRule="auto" w:before="9"/><w:rPr><w:rFonts w:ascii="Arial" w:hAnsi="Arial" w:cs="Arial" w:eastAsia="Arial"/><w:sz w:val="19"/><w:szCs w:val="19"/></w:rPr></w:pPr></w:p><w:p><w:pPr><w:pStyle w:val="BodyText"/><w:spacing w:line="284" w:lineRule="auto" w:before="0"/><w:ind w:left="560" w:right="1220"/><w:jc w:val="left"/></w:pPr><w:r><w:rPr><w:color w:val="4C4D4F"/></w:rPr><w:t>Prior</w:t></w:r><w:r><w:rPr><w:color w:val="4C4D4F"/><w:spacing w:val="-1"/></w:rPr><w:t> to</w:t></w:r><w:r><w:rPr><w:color w:val="4C4D4F"/><w:spacing w:val="-2"/></w:rPr><w:t> </w:t></w:r><w:r><w:rPr><w:color w:val="4C4D4F"/><w:spacing w:val="-1"/></w:rPr><w:t>teachers</w:t></w:r><w:r><w:rPr><w:color w:val="4C4D4F"/></w:rPr><w:t> </w:t></w:r><w:r><w:rPr><w:color w:val="4C4D4F"/><w:spacing w:val="-1"/></w:rPr><w:t>using</w:t></w:r><w:r><w:rPr><w:color w:val="4C4D4F"/><w:spacing w:val="-2"/></w:rPr><w:t> </w:t></w:r><w:r><w:rPr><w:color w:val="4C4D4F"/><w:spacing w:val="-1"/></w:rPr><w:t>the </w:t></w:r><w:r><w:rPr><w:color w:val="4C4D4F"/><w:spacing w:val="-2"/></w:rPr><w:t>evaluation </w:t></w:r><w:r><w:rPr><w:color w:val="4C4D4F"/></w:rPr><w:t>grid</w:t></w:r><w:r><w:rPr><w:color w:val="4C4D4F"/><w:spacing w:val="-2"/></w:rPr><w:t> </w:t></w:r><w:r><w:rPr><w:color w:val="4C4D4F"/><w:spacing w:val="-1"/></w:rPr><w:t>it</w:t></w:r><w:r><w:rPr><w:color w:val="4C4D4F"/></w:rPr><w:t> </w:t></w:r><w:r><w:rPr><w:color w:val="4C4D4F"/><w:spacing w:val="-1"/></w:rPr><w:t>is recommended that </w:t></w:r><w:r><w:rPr><w:color w:val="4C4D4F"/><w:spacing w:val="-2"/></w:rPr><w:t>students</w:t></w:r><w:r><w:rPr><w:color w:val="4C4D4F"/><w:spacing w:val="-1"/></w:rPr><w:t> </w:t></w:r><w:r><w:rPr><w:color w:val="4C4D4F"/><w:spacing w:val="1"/></w:rPr><w:t>perform</w:t></w:r><w:r><w:rPr><w:color w:val="4C4D4F"/></w:rPr><w:t> some</w:t></w:r><w:r><w:rPr><w:color w:val="4C4D4F"/><w:spacing w:val="-2"/></w:rPr><w:t> </w:t></w:r><w:r><w:rPr><w:color w:val="4C4D4F"/></w:rPr><w:t>form</w:t></w:r><w:r><w:rPr><w:color w:val="4C4D4F"/><w:spacing w:val="67"/></w:rPr><w:t> </w:t></w:r><w:r><w:rPr><w:color w:val="4C4D4F"/><w:spacing w:val="-1"/></w:rPr><w:t>of</w:t></w:r><w:r><w:rPr><w:color w:val="4C4D4F"/><w:spacing w:val="-2"/></w:rPr><w:t> </w:t></w:r><w:r><w:rPr><w:color w:val="4C4D4F"/><w:spacing w:val="-1"/></w:rPr><w:t>peer-assessment and</w:t></w:r><w:r><w:rPr><w:color w:val="4C4D4F"/><w:spacing w:val="-2"/></w:rPr><w:t> </w:t></w:r><w:r><w:rPr><w:color w:val="4C4D4F"/><w:spacing w:val="-1"/></w:rPr><w:t>self-assessment.</w:t></w:r><w:r><w:rPr/></w:r></w:p><w:p><w:pPr><w:spacing w:line="240" w:lineRule="auto" w:before="7"/><w:rPr><w:rFonts w:ascii="Arial" w:hAnsi="Arial" w:cs="Arial" w:eastAsia="Arial"/><w:sz w:val="14"/><w:szCs w:val="14"/></w:rPr></w:pPr></w:p><w:tbl><w:tblPr><w:tblW w:w="0" w:type="auto"/><w:jc w:val="left"/><w:tblInd w:w="560" w:type="dxa"/><w:tblLayout w:type="fixed"/><w:tblCellMar><w:top w:w="0" w:type="dxa"/><w:left w:w="0" w:type="dxa"/><w:bottom w:w="0" w:type="dxa"/><w:right w:w="0" w:type="dxa"/></w:tblCellMar><w:tblLook w:val="01E0"/></w:tblPr><w:tblGrid><w:gridCol w:w="1243"/><w:gridCol w:w="4709"/><w:gridCol w:w="479"/><w:gridCol w:w="479"/><w:gridCol w:w="479"/><w:gridCol w:w="479"/><w:gridCol w:w="479"/><w:gridCol w:w="479"/><w:gridCol w:w="479"/></w:tblGrid><w:tr><w:trPr><w:trHeight w:val="306" w:hRule="exact"/></w:trPr><w:tc><w:tcPr><w:tcW w:w="1243" w:type="dxa"/><w:tcBorders><w:top w:val="single" w:sz="8" w:space="0" w:color="4F61AB"/><w:left w:val="single" w:sz="8" w:space="0" w:color="4F61AB"/><w:bottom w:val="single" w:sz="4" w:space="0" w:color="4F61AB"/><w:right w:val="single" w:sz="4" w:space="0" w:color="4F61AB"/></w:tcBorders><w:shd w:val="clear" w:color="auto" w:fill="D2D3EA"/></w:tcPr><w:p><w:pPr/></w:p></w:tc><w:tc><w:tcPr><w:tcW w:w="4709" w:type="dxa"/><w:tcBorders><w:top w:val="single" w:sz="8" w:space="0" w:color="4F61AB"/><w:left w:val="single" w:sz="4" w:space="0" w:color="4F61AB"/><w:bottom w:val="single" w:sz="4" w:space="0" w:color="4F61AB"/><w:right w:val="single" w:sz="4" w:space="0" w:color="4F61AB"/></w:tcBorders><w:shd w:val="clear" w:color="auto" w:fill="D2D3EA"/></w:tcPr><w:p><w:pPr><w:pStyle w:val="TableParagraph"/><w:spacing w:line="240" w:lineRule="auto" w:before="28"/><w:ind w:left="1109" w:right="0"/><w:jc w:val="left"/><w:rPr><w:rFonts w:ascii="Arial" w:hAnsi="Arial" w:cs="Arial" w:eastAsia="Arial"/><w:sz w:val="20"/><w:szCs w:val="20"/></w:rPr></w:pPr><w:r><w:rPr><w:rFonts w:ascii="Arial"/><w:b/><w:color w:val="4C4D4F"/><w:spacing w:val="1"/><w:sz w:val="20"/></w:rPr><w:t>Outcome</w:t></w:r><w:r><w:rPr><w:rFonts w:ascii="Arial"/><w:b/><w:color w:val="4C4D4F"/><w:spacing w:val="-3"/><w:sz w:val="20"/></w:rPr><w:t> </w:t></w:r><w:r><w:rPr><w:rFonts w:ascii="Arial"/><w:b/><w:color w:val="4C4D4F"/><w:spacing w:val="-9"/><w:sz w:val="20"/></w:rPr><w:t>To</w:t></w:r><w:r><w:rPr><w:rFonts w:ascii="Arial"/><w:b/><w:color w:val="4C4D4F"/><w:spacing w:val="-2"/><w:sz w:val="20"/></w:rPr><w:t> </w:t></w:r><w:r><w:rPr><w:rFonts w:ascii="Arial"/><w:b/><w:color w:val="4C4D4F"/><w:sz w:val="20"/></w:rPr><w:t>Be</w:t></w:r><w:r><w:rPr><w:rFonts w:ascii="Arial"/><w:b/><w:color w:val="4C4D4F"/><w:spacing w:val="-2"/><w:sz w:val="20"/></w:rPr><w:t> </w:t></w:r><w:r><w:rPr><w:rFonts w:ascii="Arial"/><w:b/><w:color w:val="4C4D4F"/><w:sz w:val="20"/></w:rPr><w:t>Assessed</w:t></w:r><w:r><w:rPr><w:rFonts w:ascii="Arial"/><w:sz w:val="20"/></w:rPr></w:r></w:p></w:tc><w:tc><w:tcPr><w:tcW w:w="479" w:type="dxa"/><w:tcBorders><w:top w:val="single" w:sz="8" w:space="0" w:color="4F61AB"/><w:left w:val="single" w:sz="4" w:space="0" w:color="4F61AB"/><w:bottom w:val="single" w:sz="4" w:space="0" w:color="4F61AB"/><w:right w:val="single" w:sz="4" w:space="0" w:color="4F61AB"/></w:tcBorders><w:shd w:val="clear" w:color="auto" w:fill="D2D3EA"/></w:tcPr><w:p><w:pPr><w:pStyle w:val="TableParagraph"/><w:spacing w:line="240" w:lineRule="auto" w:before="28"/><w:ind w:right="0"/><w:jc w:val="center"/><w:rPr><w:rFonts w:ascii="Arial" w:hAnsi="Arial" w:cs="Arial" w:eastAsia="Arial"/><w:sz w:val="20"/><w:szCs w:val="20"/></w:rPr></w:pPr><w:r><w:rPr><w:rFonts w:ascii="Arial"/><w:b/><w:color w:val="4C4D4F"/><w:sz w:val="20"/></w:rPr><w:t>6</w:t></w:r><w:r><w:rPr><w:rFonts w:ascii="Arial"/><w:sz w:val="20"/></w:rPr></w:r></w:p></w:tc><w:tc><w:tcPr><w:tcW w:w="479" w:type="dxa"/><w:tcBorders><w:top w:val="single" w:sz="8" w:space="0" w:color="4F61AB"/><w:left w:val="single" w:sz="4" w:space="0" w:color="4F61AB"/><w:bottom w:val="single" w:sz="4" w:space="0" w:color="4F61AB"/><w:right w:val="single" w:sz="4" w:space="0" w:color="4F61AB"/></w:tcBorders><w:shd w:val="clear" w:color="auto" w:fill="D2D3EA"/></w:tcPr><w:p><w:pPr><w:pStyle w:val="TableParagraph"/><w:spacing w:line="240" w:lineRule="auto" w:before="28"/><w:ind w:right="0"/><w:jc w:val="center"/><w:rPr><w:rFonts w:ascii="Arial" w:hAnsi="Arial" w:cs="Arial" w:eastAsia="Arial"/><w:sz w:val="20"/><w:szCs w:val="20"/></w:rPr></w:pPr><w:r><w:rPr><w:rFonts w:ascii="Arial"/><w:b/><w:color w:val="4C4D4F"/><w:sz w:val="20"/></w:rPr><w:t>5</w:t></w:r><w:r><w:rPr><w:rFonts w:ascii="Arial"/><w:sz w:val="20"/></w:rPr></w:r></w:p></w:tc><w:tc><w:tcPr><w:tcW w:w="479" w:type="dxa"/><w:tcBorders><w:top w:val="single" w:sz="8" w:space="0" w:color="4F61AB"/><w:left w:val="single" w:sz="4" w:space="0" w:color="4F61AB"/><w:bottom w:val="single" w:sz="4" w:space="0" w:color="4F61AB"/><w:right w:val="single" w:sz="4" w:space="0" w:color="4F61AB"/></w:tcBorders><w:shd w:val="clear" w:color="auto" w:fill="D2D3EA"/></w:tcPr><w:p><w:pPr><w:pStyle w:val="TableParagraph"/><w:spacing w:line="240" w:lineRule="auto" w:before="28"/><w:ind w:right="0"/><w:jc w:val="center"/><w:rPr><w:rFonts w:ascii="Arial" w:hAnsi="Arial" w:cs="Arial" w:eastAsia="Arial"/><w:sz w:val="20"/><w:szCs w:val="20"/></w:rPr></w:pPr><w:r><w:rPr><w:rFonts w:ascii="Arial"/><w:b/><w:color w:val="4C4D4F"/><w:sz w:val="20"/></w:rPr><w:t>4</w:t></w:r><w:r><w:rPr><w:rFonts w:ascii="Arial"/><w:sz w:val="20"/></w:rPr></w:r></w:p></w:tc><w:tc><w:tcPr><w:tcW w:w="479" w:type="dxa"/><w:tcBorders><w:top w:val="single" w:sz="8" w:space="0" w:color="4F61AB"/><w:left w:val="single" w:sz="4" w:space="0" w:color="4F61AB"/><w:bottom w:val="single" w:sz="4" w:space="0" w:color="4F61AB"/><w:right w:val="single" w:sz="4" w:space="0" w:color="4F61AB"/></w:tcBorders><w:shd w:val="clear" w:color="auto" w:fill="D2D3EA"/></w:tcPr><w:p><w:pPr><w:pStyle w:val="TableParagraph"/><w:spacing w:line="240" w:lineRule="auto" w:before="28"/><w:ind w:right="0"/><w:jc w:val="center"/><w:rPr><w:rFonts w:ascii="Arial" w:hAnsi="Arial" w:cs="Arial" w:eastAsia="Arial"/><w:sz w:val="20"/><w:szCs w:val="20"/></w:rPr></w:pPr><w:r><w:rPr><w:rFonts w:ascii="Arial"/><w:b/><w:color w:val="4C4D4F"/><w:sz w:val="20"/></w:rPr><w:t>3</w:t></w:r><w:r><w:rPr><w:rFonts w:ascii="Arial"/><w:sz w:val="20"/></w:rPr></w:r></w:p></w:tc><w:tc><w:tcPr><w:tcW w:w="479" w:type="dxa"/><w:tcBorders><w:top w:val="single" w:sz="8" w:space="0" w:color="4F61AB"/><w:left w:val="single" w:sz="4" w:space="0" w:color="4F61AB"/><w:bottom w:val="single" w:sz="4" w:space="0" w:color="4F61AB"/><w:right w:val="single" w:sz="4" w:space="0" w:color="4F61AB"/></w:tcBorders><w:shd w:val="clear" w:color="auto" w:fill="D2D3EA"/></w:tcPr><w:p><w:pPr><w:pStyle w:val="TableParagraph"/><w:spacing w:line="240" w:lineRule="auto" w:before="28"/><w:ind w:right="0"/><w:jc w:val="center"/><w:rPr><w:rFonts w:ascii="Arial" w:hAnsi="Arial" w:cs="Arial" w:eastAsia="Arial"/><w:sz w:val="20"/><w:szCs w:val="20"/></w:rPr></w:pPr><w:r><w:rPr><w:rFonts w:ascii="Arial"/><w:b/><w:color w:val="4C4D4F"/><w:sz w:val="20"/></w:rPr><w:t>2</w:t></w:r><w:r><w:rPr><w:rFonts w:ascii="Arial"/><w:sz w:val="20"/></w:rPr></w:r></w:p></w:tc><w:tc><w:tcPr><w:tcW w:w="479" w:type="dxa"/><w:tcBorders><w:top w:val="single" w:sz="8" w:space="0" w:color="4F61AB"/><w:left w:val="single" w:sz="4" w:space="0" w:color="4F61AB"/><w:bottom w:val="single" w:sz="4" w:space="0" w:color="4F61AB"/><w:right w:val="single" w:sz="4" w:space="0" w:color="4F61AB"/></w:tcBorders><w:shd w:val="clear" w:color="auto" w:fill="D2D3EA"/></w:tcPr><w:p><w:pPr><w:pStyle w:val="TableParagraph"/><w:spacing w:line="240" w:lineRule="auto" w:before="28"/><w:ind w:right="0"/><w:jc w:val="center"/><w:rPr><w:rFonts w:ascii="Arial" w:hAnsi="Arial" w:cs="Arial" w:eastAsia="Arial"/><w:sz w:val="20"/><w:szCs w:val="20"/></w:rPr></w:pPr><w:r><w:rPr><w:rFonts w:ascii="Arial"/><w:b/><w:color w:val="4C4D4F"/><w:sz w:val="20"/></w:rPr><w:t>1</w:t></w:r><w:r><w:rPr><w:rFonts w:ascii="Arial"/><w:sz w:val="20"/></w:rPr></w:r></w:p></w:tc><w:tc><w:tcPr><w:tcW w:w="479" w:type="dxa"/><w:tcBorders><w:top w:val="single" w:sz="8" w:space="0" w:color="4F61AB"/><w:left w:val="single" w:sz="4" w:space="0" w:color="4F61AB"/><w:bottom w:val="single" w:sz="4" w:space="0" w:color="4F61AB"/><w:right w:val="single" w:sz="8" w:space="0" w:color="4F61AB"/></w:tcBorders><w:shd w:val="clear" w:color="auto" w:fill="D2D3EA"/></w:tcPr><w:p><w:pPr><w:pStyle w:val="TableParagraph"/><w:spacing w:line="240" w:lineRule="auto" w:before="28"/><w:ind w:left="5" w:right="0"/><w:jc w:val="center"/><w:rPr><w:rFonts w:ascii="Arial" w:hAnsi="Arial" w:cs="Arial" w:eastAsia="Arial"/><w:sz w:val="20"/><w:szCs w:val="20"/></w:rPr></w:pPr><w:r><w:rPr><w:rFonts w:ascii="Arial"/><w:b/><w:color w:val="4C4D4F"/><w:sz w:val="20"/></w:rPr><w:t>0</w:t></w:r><w:r><w:rPr><w:rFonts w:ascii="Arial"/><w:sz w:val="20"/></w:rPr></w:r></w:p></w:tc></w:tr><w:tr><w:trPr><w:trHeight w:val="346" w:hRule="exact"/></w:trPr><w:tc><w:tcPr><w:tcW w:w="1243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w:shd w:val="clear" w:color="auto" w:fill="E6E7F4"/></w:tcPr><w:p><w:pPr><w:pStyle w:val="TableParagraph"/><w:spacing w:line="240" w:lineRule="auto" w:before="53"/><w:ind w:left="105" w:right="0"/><w:jc w:val="left"/><w:rPr><w:rFonts w:ascii="Arial" w:hAnsi="Arial" w:cs="Arial" w:eastAsia="Arial"/><w:sz w:val="20"/><w:szCs w:val="20"/></w:rPr></w:pPr><w:r><w:rPr><w:rFonts w:ascii="Arial"/><w:b/><w:color w:val="4C4D4F"/><w:spacing w:val="1"/><w:sz w:val="20"/></w:rPr><w:t>Outcome</w:t></w:r><w:r><w:rPr><w:rFonts w:ascii="Arial"/><w:b/><w:color w:val="4C4D4F"/><w:spacing w:val="-4"/><w:sz w:val="20"/></w:rPr><w:t> </w:t></w:r><w:r><w:rPr><w:rFonts w:ascii="Arial"/><w:b/><w:color w:val="4C4D4F"/><w:sz w:val="20"/></w:rPr><w:t>1</w:t></w:r><w:r><w:rPr><w:rFonts w:ascii="Arial"/><w:sz w:val="20"/></w:rPr></w:r></w:p></w:tc><w:tc><w:tcPr><w:tcW w:w="470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><w:pStyle w:val="TableParagraph"/><w:spacing w:line="240" w:lineRule="auto" w:before="53"/><w:ind w:left="74" w:right="0"/><w:jc w:val="left"/><w:rPr><w:rFonts w:ascii="Arial" w:hAnsi="Arial" w:cs="Arial" w:eastAsia="Arial"/><w:sz w:val="20"/><w:szCs w:val="20"/></w:rPr></w:pPr><w:r><w:rPr><w:rFonts w:ascii="Arial"/><w:b/><w:color w:val="4C4D4F"/><w:sz w:val="20"/></w:rPr><w:t>Using</w:t></w:r><w:r><w:rPr><w:rFonts w:ascii="Arial"/><w:b/><w:color w:val="4C4D4F"/><w:spacing w:val="-7"/><w:sz w:val="20"/></w:rPr><w:t> </w:t></w:r><w:r><w:rPr><w:rFonts w:ascii="Arial"/><w:b/><w:color w:val="4C4D4F"/><w:spacing w:val="1"/><w:sz w:val="20"/></w:rPr><w:t>programming</w:t></w:r><w:r><w:rPr><w:rFonts w:ascii="Arial"/><w:b/><w:color w:val="4C4D4F"/><w:spacing w:val="-6"/><w:sz w:val="20"/></w:rPr><w:t> </w:t></w:r><w:r><w:rPr><w:rFonts w:ascii="Arial"/><w:b/><w:color w:val="4C4D4F"/><w:spacing w:val="1"/><w:sz w:val="20"/></w:rPr><w:t>software</w:t></w:r><w:r><w:rPr><w:rFonts w:ascii="Arial"/><w:sz w:val="20"/></w:rPr></w:r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w:shd w:val="clear" w:color="auto" w:fill="E6E7F4"/></w:tcPr><w:p><w:pPr/></w:p></w:tc></w:tr><w:tr><w:trPr><w:trHeight w:val="586" w:hRule="exact"/></w:trPr><w:tc><w:tcPr><w:tcW w:w="1243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173"/><w:ind w:right="88"/><w:jc w:val="right"/><w:rPr><w:rFonts w:ascii="Arial" w:hAnsi="Arial" w:cs="Arial" w:eastAsia="Arial"/><w:sz w:val="20"/><w:szCs w:val="20"/></w:rPr></w:pPr><w:r><w:rPr><w:rFonts w:ascii="Arial"/><w:b/><w:color w:val="4C4D4F"/><w:spacing w:val="-13"/><w:sz w:val="20"/></w:rPr><w:t>1</w:t></w:r><w:r><w:rPr><w:rFonts w:ascii="Arial"/><w:b/><w:color w:val="4C4D4F"/><w:spacing w:val="-14"/><w:sz w:val="20"/></w:rPr><w:t>.1</w:t></w:r><w:r><w:rPr><w:rFonts w:ascii="Arial"/><w:sz w:val="20"/></w:rPr></w:r></w:p></w:tc><w:tc><w:tcPr><w:tcW w:w="470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><w:pStyle w:val="TableParagraph"/><w:spacing w:line="292" w:lineRule="auto" w:before="33"/><w:ind w:left="74" w:right="514"/><w:jc w:val="left"/><w:rPr><w:rFonts w:ascii="Arial" w:hAnsi="Arial" w:cs="Arial" w:eastAsia="Arial"/><w:sz w:val="20"/><w:szCs w:val="20"/></w:rPr></w:pPr><w:r><w:rPr><w:rFonts w:ascii="Arial"/><w:color w:val="4C4D4F"/><w:sz w:val="20"/></w:rPr><w:t>Successfully</w:t></w:r><w:r><w:rPr><w:rFonts w:ascii="Arial"/><w:color w:val="4C4D4F"/><w:spacing w:val="-1"/><w:sz w:val="20"/></w:rPr><w:t> </w:t></w:r><w:r><w:rPr><w:rFonts w:ascii="Arial"/><w:color w:val="4C4D4F"/><w:sz w:val="20"/></w:rPr><w:t>writes</w:t></w:r><w:r><w:rPr><w:rFonts w:ascii="Arial"/><w:color w:val="4C4D4F"/><w:spacing w:val="-1"/><w:sz w:val="20"/></w:rPr><w:t> </w:t></w:r><w:r><w:rPr><w:rFonts w:ascii="Arial"/><w:color w:val="4C4D4F"/><w:sz w:val="20"/></w:rPr><w:t>programs</w:t></w:r><w:r><w:rPr><w:rFonts w:ascii="Arial"/><w:color w:val="4C4D4F"/><w:spacing w:val="-1"/><w:sz w:val="20"/></w:rPr><w:t> to</w:t></w:r><w:r><w:rPr><w:rFonts w:ascii="Arial"/><w:color w:val="4C4D4F"/><w:spacing w:val="-2"/><w:sz w:val="20"/></w:rPr><w:t> </w:t></w:r><w:r><w:rPr><w:rFonts w:ascii="Arial"/><w:color w:val="4C4D4F"/><w:spacing w:val="1"/><w:sz w:val="20"/></w:rPr><w:t>perform</w:t></w:r><w:r><w:rPr><w:rFonts w:ascii="Arial"/><w:color w:val="4C4D4F"/><w:spacing w:val="-1"/><w:sz w:val="20"/></w:rPr><w:t> </w:t></w:r><w:r><w:rPr><w:rFonts w:ascii="Arial"/><w:color w:val="4C4D4F"/><w:sz w:val="20"/></w:rPr><w:t>robot</w:t></w:r><w:r><w:rPr><w:rFonts w:ascii="Arial"/><w:color w:val="4C4D4F"/><w:spacing w:val="42"/><w:w w:val="99"/><w:sz w:val="20"/></w:rPr><w:t> </w:t></w:r><w:r><w:rPr><w:rFonts w:ascii="Arial"/><w:color w:val="4C4D4F"/><w:spacing w:val="-1"/><w:sz w:val="20"/></w:rPr><w:t>tasks.</w:t></w:r><w:r><w:rPr><w:rFonts w:ascii="Arial"/><w:sz w:val="20"/></w:rPr></w:r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/w:tcPr><w:p><w:pPr/></w:p></w:tc></w:tr><w:tr><w:trPr><w:trHeight w:val="346" w:hRule="exact"/></w:trPr><w:tc><w:tcPr><w:tcW w:w="1243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53"/><w:ind w:right="73"/><w:jc w:val="right"/><w:rPr><w:rFonts w:ascii="Arial" w:hAnsi="Arial" w:cs="Arial" w:eastAsia="Arial"/><w:sz w:val="20"/><w:szCs w:val="20"/></w:rPr></w:pPr><w:r><w:rPr><w:rFonts w:ascii="Arial"/><w:b/><w:color w:val="4C4D4F"/><w:spacing w:val="-1"/><w:w w:val="95"/><w:sz w:val="20"/></w:rPr><w:t>1.2</w:t></w:r><w:r><w:rPr><w:rFonts w:ascii="Arial"/><w:sz w:val="20"/></w:rPr></w:r></w:p></w:tc><w:tc><w:tcPr><w:tcW w:w="470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53"/><w:ind w:left="74" w:right="0"/><w:jc w:val="left"/><w:rPr><w:rFonts w:ascii="Arial" w:hAnsi="Arial" w:cs="Arial" w:eastAsia="Arial"/><w:sz w:val="20"/><w:szCs w:val="20"/></w:rPr></w:pPr><w:r><w:rPr><w:rFonts w:ascii="Arial"/><w:color w:val="4C4D4F"/><w:sz w:val="20"/></w:rPr><w:t>Robot</w:t></w:r><w:r><w:rPr><w:rFonts w:ascii="Arial"/><w:color w:val="4C4D4F"/><w:spacing w:val="-1"/><w:sz w:val="20"/></w:rPr><w:t> </w:t></w:r><w:r><w:rPr><w:rFonts w:ascii="Arial"/><w:color w:val="4C4D4F"/><w:sz w:val="20"/></w:rPr><w:t>responds</w:t></w:r><w:r><w:rPr><w:rFonts w:ascii="Arial"/><w:color w:val="4C4D4F"/><w:spacing w:val="-1"/><w:sz w:val="20"/></w:rPr><w:t> as</w:t></w:r><w:r><w:rPr><w:rFonts w:ascii="Arial"/><w:color w:val="4C4D4F"/><w:sz w:val="20"/></w:rPr><w:t> </w:t></w:r><w:r><w:rPr><w:rFonts w:ascii="Arial"/><w:color w:val="4C4D4F"/><w:spacing w:val="-1"/><w:sz w:val="20"/></w:rPr><w:t>expected.</w:t></w:r><w:r><w:rPr><w:rFonts w:ascii="Arial"/><w:sz w:val="20"/></w:rPr></w:r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/w:tcPr><w:p><w:pPr/></w:p></w:tc></w:tr><w:tr><w:trPr><w:trHeight w:val="346" w:hRule="exact"/></w:trPr><w:tc><w:tcPr><w:tcW w:w="1243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53"/><w:ind w:right="73"/><w:jc w:val="right"/><w:rPr><w:rFonts w:ascii="Arial" w:hAnsi="Arial" w:cs="Arial" w:eastAsia="Arial"/><w:sz w:val="20"/><w:szCs w:val="20"/></w:rPr></w:pPr><w:r><w:rPr><w:rFonts w:ascii="Arial"/><w:b/><w:color w:val="4C4D4F"/><w:spacing w:val="-2"/><w:w w:val="95"/><w:sz w:val="20"/></w:rPr><w:t>1.3</w:t></w:r><w:r><w:rPr><w:rFonts w:ascii="Arial"/><w:sz w:val="20"/></w:rPr></w:r></w:p></w:tc><w:tc><w:tcPr><w:tcW w:w="470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53"/><w:ind w:left="74" w:right="0"/><w:jc w:val="left"/><w:rPr><w:rFonts w:ascii="Arial" w:hAnsi="Arial" w:cs="Arial" w:eastAsia="Arial"/><w:sz w:val="20"/><w:szCs w:val="20"/></w:rPr></w:pPr><w:r><w:rPr><w:rFonts w:ascii="Arial"/><w:color w:val="4C4D4F"/><w:sz w:val="20"/></w:rPr><w:t>Attempted</w:t></w:r><w:r><w:rPr><w:rFonts w:ascii="Arial"/><w:color w:val="4C4D4F"/><w:spacing w:val="-3"/><w:sz w:val="20"/></w:rPr><w:t> </w:t></w:r><w:r><w:rPr><w:rFonts w:ascii="Arial"/><w:color w:val="4C4D4F"/><w:sz w:val="20"/></w:rPr><w:t>a</w:t></w:r><w:r><w:rPr><w:rFonts w:ascii="Arial"/><w:color w:val="4C4D4F"/><w:spacing w:val="-2"/><w:sz w:val="20"/></w:rPr><w:t> </w:t></w:r><w:r><w:rPr><w:rFonts w:ascii="Arial"/><w:color w:val="4C4D4F"/><w:sz w:val="20"/></w:rPr><w:t>variety</w:t></w:r><w:r><w:rPr><w:rFonts w:ascii="Arial"/><w:color w:val="4C4D4F"/><w:spacing w:val="-1"/><w:sz w:val="20"/></w:rPr><w:t> of </w:t></w:r><w:r><w:rPr><w:rFonts w:ascii="Arial"/><w:color w:val="4C4D4F"/><w:sz w:val="20"/></w:rPr><w:t>task</w:t></w:r><w:r><w:rPr><w:rFonts w:ascii="Arial"/><w:color w:val="4C4D4F"/><w:spacing w:val="-1"/><w:sz w:val="20"/></w:rPr><w:t> </w:t></w:r><w:r><w:rPr><w:rFonts w:ascii="Arial"/><w:color w:val="4C4D4F"/><w:sz w:val="20"/></w:rPr><w:t>challenges.</w:t></w:r><w:r><w:rPr><w:rFonts w:ascii="Arial"/><w:sz w:val="20"/></w:rPr></w:r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/w:tcPr><w:p><w:pPr/></w:p></w:tc></w:tr><w:tr><w:trPr><w:trHeight w:val="346" w:hRule="exact"/></w:trPr><w:tc><w:tcPr><w:tcW w:w="1243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w:shd w:val="clear" w:color="auto" w:fill="E6E7F4"/></w:tcPr><w:p><w:pPr><w:pStyle w:val="TableParagraph"/><w:spacing w:line="240" w:lineRule="auto" w:before="53"/><w:ind w:left="105" w:right="0"/><w:jc w:val="left"/><w:rPr><w:rFonts w:ascii="Arial" w:hAnsi="Arial" w:cs="Arial" w:eastAsia="Arial"/><w:sz w:val="20"/><w:szCs w:val="20"/></w:rPr></w:pPr><w:r><w:rPr><w:rFonts w:ascii="Arial"/><w:b/><w:color w:val="4C4D4F"/><w:spacing w:val="1"/><w:sz w:val="20"/></w:rPr><w:t>Outcome</w:t></w:r><w:r><w:rPr><w:rFonts w:ascii="Arial"/><w:b/><w:color w:val="4C4D4F"/><w:spacing w:val="-4"/><w:sz w:val="20"/></w:rPr><w:t> </w:t></w:r><w:r><w:rPr><w:rFonts w:ascii="Arial"/><w:b/><w:color w:val="4C4D4F"/><w:sz w:val="20"/></w:rPr><w:t>2</w:t></w:r><w:r><w:rPr><w:rFonts w:ascii="Arial"/><w:sz w:val="20"/></w:rPr></w:r></w:p></w:tc><w:tc><w:tcPr><w:tcW w:w="470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><w:pStyle w:val="TableParagraph"/><w:spacing w:line="240" w:lineRule="auto" w:before="53"/><w:ind w:left="74" w:right="0"/><w:jc w:val="left"/><w:rPr><w:rFonts w:ascii="Arial" w:hAnsi="Arial" w:cs="Arial" w:eastAsia="Arial"/><w:sz w:val="20"/><w:szCs w:val="20"/></w:rPr></w:pPr><w:r><w:rPr><w:rFonts w:ascii="Arial"/><w:b/><w:color w:val="4C4D4F"/><w:sz w:val="20"/></w:rPr><w:t>Troubleshooting</w:t></w:r><w:r><w:rPr><w:rFonts w:ascii="Arial"/><w:b/><w:color w:val="4C4D4F"/><w:spacing w:val="-14"/><w:sz w:val="20"/></w:rPr><w:t> </w:t></w:r><w:r><w:rPr><w:rFonts w:ascii="Arial"/><w:b/><w:color w:val="4C4D4F"/><w:spacing w:val="1"/><w:sz w:val="20"/></w:rPr><w:t>errors</w:t></w:r><w:r><w:rPr><w:rFonts w:ascii="Arial"/><w:sz w:val="20"/></w:rPr></w:r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w:shd w:val="clear" w:color="auto" w:fill="E6E7F4"/></w:tcPr><w:p><w:pPr/></w:p></w:tc></w:tr><w:tr><w:trPr><w:trHeight w:val="325" w:hRule="exact"/></w:trPr><w:tc><w:tcPr><w:tcW w:w="1243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42"/><w:ind w:right="88"/><w:jc w:val="right"/><w:rPr><w:rFonts w:ascii="Arial" w:hAnsi="Arial" w:cs="Arial" w:eastAsia="Arial"/><w:sz w:val="20"/><w:szCs w:val="20"/></w:rPr></w:pPr><w:r><w:rPr><w:rFonts w:ascii="Arial"/><w:b/><w:color w:val="4C4D4F"/><w:spacing w:val="-10"/><w:sz w:val="20"/></w:rPr><w:t>2</w:t></w:r><w:r><w:rPr><w:rFonts w:ascii="Arial"/><w:b/><w:color w:val="4C4D4F"/><w:spacing w:val="-11"/><w:sz w:val="20"/></w:rPr><w:t>.1</w:t></w:r><w:r><w:rPr><w:rFonts w:ascii="Arial"/><w:sz w:val="20"/></w:rPr></w:r></w:p></w:tc><w:tc><w:tcPr><w:tcW w:w="470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42"/><w:ind w:left="74" w:right="0"/><w:jc w:val="left"/><w:rPr><w:rFonts w:ascii="Arial" w:hAnsi="Arial" w:cs="Arial" w:eastAsia="Arial"/><w:sz w:val="20"/><w:szCs w:val="20"/></w:rPr></w:pPr><w:r><w:rPr><w:rFonts w:ascii="Arial"/><w:color w:val="4C4D4F"/><w:sz w:val="20"/></w:rPr><w:t>Effectively</w:t></w:r><w:r><w:rPr><w:rFonts w:ascii="Arial"/><w:color w:val="4C4D4F"/><w:spacing w:val="-1"/><w:sz w:val="20"/></w:rPr><w:t> </w:t></w:r><w:r><w:rPr><w:rFonts w:ascii="Arial"/><w:color w:val="4C4D4F"/><w:sz w:val="20"/></w:rPr><w:t>responds</w:t></w:r><w:r><w:rPr><w:rFonts w:ascii="Arial"/><w:color w:val="4C4D4F"/><w:spacing w:val="-1"/><w:sz w:val="20"/></w:rPr><w:t> to</w:t></w:r><w:r><w:rPr><w:rFonts w:ascii="Arial"/><w:color w:val="4C4D4F"/><w:spacing w:val="-2"/><w:sz w:val="20"/></w:rPr><w:t> </w:t></w:r><w:r><w:rPr><w:rFonts w:ascii="Arial"/><w:color w:val="4C4D4F"/><w:spacing w:val="1"/><w:sz w:val="20"/></w:rPr><w:t>errors</w:t></w:r><w:r><w:rPr><w:rFonts w:ascii="Arial"/><w:color w:val="4C4D4F"/><w:spacing w:val="-1"/><w:sz w:val="20"/></w:rPr><w:t> </w:t></w:r><w:r><w:rPr><w:rFonts w:ascii="Arial"/><w:color w:val="4C4D4F"/><w:sz w:val="20"/></w:rPr><w:t>and</w:t></w:r><w:r><w:rPr><w:rFonts w:ascii="Arial"/><w:color w:val="4C4D4F"/><w:spacing w:val="-2"/><w:sz w:val="20"/></w:rPr><w:t> </w:t></w:r><w:r><w:rPr><w:rFonts w:ascii="Arial"/><w:color w:val="4C4D4F"/><w:spacing w:val="1"/><w:sz w:val="20"/></w:rPr><w:t>course-corrects.</w:t></w:r><w:r><w:rPr><w:rFonts w:ascii="Arial"/><w:sz w:val="20"/></w:rPr></w:r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/w:tcPr><w:p><w:pPr/></w:p></w:tc></w:tr><w:tr><w:trPr><w:trHeight w:val="346" w:hRule="exact"/></w:trPr><w:tc><w:tcPr><w:tcW w:w="1243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w:shd w:val="clear" w:color="auto" w:fill="E6E7F4"/></w:tcPr><w:p><w:pPr><w:pStyle w:val="TableParagraph"/><w:spacing w:line="240" w:lineRule="auto" w:before="53"/><w:ind w:left="105" w:right="0"/><w:jc w:val="left"/><w:rPr><w:rFonts w:ascii="Arial" w:hAnsi="Arial" w:cs="Arial" w:eastAsia="Arial"/><w:sz w:val="20"/><w:szCs w:val="20"/></w:rPr></w:pPr><w:r><w:rPr><w:rFonts w:ascii="Arial"/><w:b/><w:color w:val="4C4D4F"/><w:spacing w:val="1"/><w:sz w:val="20"/></w:rPr><w:t>Outcome</w:t></w:r><w:r><w:rPr><w:rFonts w:ascii="Arial"/><w:b/><w:color w:val="4C4D4F"/><w:spacing w:val="-4"/><w:sz w:val="20"/></w:rPr><w:t> </w:t></w:r><w:r><w:rPr><w:rFonts w:ascii="Arial"/><w:b/><w:color w:val="4C4D4F"/><w:sz w:val="20"/></w:rPr><w:t>3</w:t></w:r><w:r><w:rPr><w:rFonts w:ascii="Arial"/><w:sz w:val="20"/></w:rPr></w:r></w:p></w:tc><w:tc><w:tcPr><w:tcW w:w="470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><w:pStyle w:val="TableParagraph"/><w:spacing w:line="240" w:lineRule="auto" w:before="53"/><w:ind w:left="74" w:right="0"/><w:jc w:val="left"/><w:rPr><w:rFonts w:ascii="Arial" w:hAnsi="Arial" w:cs="Arial" w:eastAsia="Arial"/><w:sz w:val="20"/><w:szCs w:val="20"/></w:rPr></w:pPr><w:r><w:rPr><w:rFonts w:ascii="Arial"/><w:b/><w:color w:val="4C4D4F"/><w:spacing w:val="-1"/><w:sz w:val="20"/></w:rPr><w:t>Teamwork</w:t></w:r><w:r><w:rPr><w:rFonts w:ascii="Arial"/><w:sz w:val="20"/></w:rPr></w:r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w:shd w:val="clear" w:color="auto" w:fill="E6E7F4"/></w:tcPr><w:p><w:pPr/></w:p></w:tc></w:tr><w:tr><w:trPr><w:trHeight w:val="346" w:hRule="exact"/></w:trPr><w:tc><w:tcPr><w:tcW w:w="1243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53"/><w:ind w:right="88"/><w:jc w:val="right"/><w:rPr><w:rFonts w:ascii="Arial" w:hAnsi="Arial" w:cs="Arial" w:eastAsia="Arial"/><w:sz w:val="20"/><w:szCs w:val="20"/></w:rPr></w:pPr><w:r><w:rPr><w:rFonts w:ascii="Arial"/><w:b/><w:color w:val="4C4D4F"/><w:spacing w:val="-11"/><w:sz w:val="20"/></w:rPr><w:t>3</w:t></w:r><w:r><w:rPr><w:rFonts w:ascii="Arial"/><w:b/><w:color w:val="4C4D4F"/><w:spacing w:val="-12"/><w:sz w:val="20"/></w:rPr><w:t>.1</w:t></w:r><w:r><w:rPr><w:rFonts w:ascii="Arial"/><w:sz w:val="20"/></w:rPr></w:r></w:p></w:tc><w:tc><w:tcPr><w:tcW w:w="470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53"/><w:ind w:left="74" w:right="0"/><w:jc w:val="left"/><w:rPr><w:rFonts w:ascii="Arial" w:hAnsi="Arial" w:cs="Arial" w:eastAsia="Arial"/><w:sz w:val="20"/><w:szCs w:val="20"/></w:rPr></w:pPr><w:r><w:rPr><w:rFonts w:ascii="Arial"/><w:color w:val="4C4D4F"/><w:sz w:val="20"/></w:rPr><w:t>Division</w:t></w:r><w:r><w:rPr><w:rFonts w:ascii="Arial"/><w:color w:val="4C4D4F"/><w:spacing w:val="-2"/><w:sz w:val="20"/></w:rPr><w:t> </w:t></w:r><w:r><w:rPr><w:rFonts w:ascii="Arial"/><w:color w:val="4C4D4F"/><w:spacing w:val="-1"/><w:sz w:val="20"/></w:rPr><w:t>of </w:t></w:r><w:r><w:rPr><w:rFonts w:ascii="Arial"/><w:color w:val="4C4D4F"/><w:sz w:val="20"/></w:rPr><w:t>work.</w:t></w:r><w:r><w:rPr><w:rFonts w:ascii="Arial"/><w:sz w:val="20"/></w:rPr></w:r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/w:tcPr><w:p><w:pPr/></w:p></w:tc></w:tr><w:tr><w:trPr><w:trHeight w:val="346" w:hRule="exact"/></w:trPr><w:tc><w:tcPr><w:tcW w:w="1243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53"/><w:ind w:right="74"/><w:jc w:val="right"/><w:rPr><w:rFonts w:ascii="Arial" w:hAnsi="Arial" w:cs="Arial" w:eastAsia="Arial"/><w:sz w:val="20"/><w:szCs w:val="20"/></w:rPr></w:pPr><w:r><w:rPr><w:rFonts w:ascii="Arial"/><w:b/><w:color w:val="4C4D4F"/><w:w w:val="95"/><w:sz w:val="20"/></w:rPr><w:t>3</w:t></w:r><w:r><w:rPr><w:rFonts w:ascii="Arial"/><w:b/><w:color w:val="4C4D4F"/><w:spacing w:val="4"/><w:w w:val="95"/><w:sz w:val="20"/></w:rPr><w:t>.</w:t></w:r><w:r><w:rPr><w:rFonts w:ascii="Arial"/><w:b/><w:color w:val="4C4D4F"/><w:w w:val="95"/><w:sz w:val="20"/></w:rPr><w:t>2</w:t></w:r><w:r><w:rPr><w:rFonts w:ascii="Arial"/><w:sz w:val="20"/></w:rPr></w:r></w:p></w:tc><w:tc><w:tcPr><w:tcW w:w="470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53"/><w:ind w:left="74" w:right="0"/><w:jc w:val="left"/><w:rPr><w:rFonts w:ascii="Arial" w:hAnsi="Arial" w:cs="Arial" w:eastAsia="Arial"/><w:sz w:val="20"/><w:szCs w:val="20"/></w:rPr></w:pPr><w:r><w:rPr><w:rFonts w:ascii="Arial"/><w:color w:val="4C4D4F"/><w:spacing w:val="2"/><w:sz w:val="20"/></w:rPr><w:t>Effort</w:t></w:r><w:r><w:rPr><w:rFonts w:ascii="Arial"/><w:color w:val="4C4D4F"/><w:spacing w:val="-2"/><w:sz w:val="20"/></w:rPr><w:t> </w:t></w:r><w:r><w:rPr><w:rFonts w:ascii="Arial"/><w:color w:val="4C4D4F"/><w:spacing w:val="-1"/><w:sz w:val="20"/></w:rPr><w:t>of </w:t></w:r><w:r><w:rPr><w:rFonts w:ascii="Arial"/><w:color w:val="4C4D4F"/><w:sz w:val="20"/></w:rPr><w:t>each</w:t></w:r><w:r><w:rPr><w:rFonts w:ascii="Arial"/><w:color w:val="4C4D4F"/><w:spacing w:val="-2"/><w:sz w:val="20"/></w:rPr><w:t> </w:t></w:r><w:r><w:rPr><w:rFonts w:ascii="Arial"/><w:color w:val="4C4D4F"/><w:spacing w:val="-1"/><w:sz w:val="20"/></w:rPr><w:t>team </w:t></w:r><w:r><w:rPr><w:rFonts w:ascii="Arial"/><w:color w:val="4C4D4F"/><w:spacing w:val="-2"/><w:sz w:val="20"/></w:rPr><w:t>member.</w:t></w:r><w:r><w:rPr><w:rFonts w:ascii="Arial"/><w:sz w:val="20"/></w:rPr></w:r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/w:tcPr><w:p><w:pPr/></w:p></w:tc></w:tr><w:tr><w:trPr><w:trHeight w:val="346" w:hRule="exact"/></w:trPr><w:tc><w:tcPr><w:tcW w:w="1243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w:shd w:val="clear" w:color="auto" w:fill="E6E7F4"/></w:tcPr><w:p><w:pPr><w:pStyle w:val="TableParagraph"/><w:spacing w:line="240" w:lineRule="auto" w:before="53"/><w:ind w:left="105" w:right="0"/><w:jc w:val="left"/><w:rPr><w:rFonts w:ascii="Arial" w:hAnsi="Arial" w:cs="Arial" w:eastAsia="Arial"/><w:sz w:val="20"/><w:szCs w:val="20"/></w:rPr></w:pPr><w:r><w:rPr><w:rFonts w:ascii="Arial"/><w:b/><w:color w:val="4C4D4F"/><w:spacing w:val="1"/><w:sz w:val="20"/></w:rPr><w:t>Outcome</w:t></w:r><w:r><w:rPr><w:rFonts w:ascii="Arial"/><w:b/><w:color w:val="4C4D4F"/><w:spacing w:val="-4"/><w:sz w:val="20"/></w:rPr><w:t> </w:t></w:r><w:r><w:rPr><w:rFonts w:ascii="Arial"/><w:b/><w:color w:val="4C4D4F"/><w:sz w:val="20"/></w:rPr><w:t>4</w:t></w:r><w:r><w:rPr><w:rFonts w:ascii="Arial"/><w:sz w:val="20"/></w:rPr></w:r></w:p></w:tc><w:tc><w:tcPr><w:tcW w:w="470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><w:pStyle w:val="TableParagraph"/><w:spacing w:line="240" w:lineRule="auto" w:before="53"/><w:ind w:left="74" w:right="0"/><w:jc w:val="left"/><w:rPr><w:rFonts w:ascii="Arial" w:hAnsi="Arial" w:cs="Arial" w:eastAsia="Arial"/><w:sz w:val="20"/><w:szCs w:val="20"/></w:rPr></w:pPr><w:r><w:rPr><w:rFonts w:ascii="Arial"/><w:b/><w:color w:val="4C4D4F"/><w:spacing w:val="1"/><w:sz w:val="20"/></w:rPr><w:t>Understanding</w:t></w:r><w:r><w:rPr><w:rFonts w:ascii="Arial"/><w:b/><w:color w:val="4C4D4F"/><w:spacing w:val="-8"/><w:sz w:val="20"/></w:rPr><w:t> </w:t></w:r><w:r><w:rPr><w:rFonts w:ascii="Arial"/><w:b/><w:color w:val="4C4D4F"/><w:spacing w:val="-2"/><w:sz w:val="20"/></w:rPr><w:t>Key</w:t></w:r><w:r><w:rPr><w:rFonts w:ascii="Arial"/><w:b/><w:color w:val="4C4D4F"/><w:spacing w:val="-8"/><w:sz w:val="20"/></w:rPr><w:t> </w:t></w:r><w:r><w:rPr><w:rFonts w:ascii="Arial"/><w:b/><w:color w:val="4C4D4F"/><w:spacing w:val="-1"/><w:sz w:val="20"/></w:rPr><w:t>Terminology</w:t></w:r><w:r><w:rPr><w:rFonts w:ascii="Arial"/><w:sz w:val="20"/></w:rPr></w:r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6E7F4"/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w:shd w:val="clear" w:color="auto" w:fill="E6E7F4"/></w:tcPr><w:p><w:pPr/></w:p></w:tc></w:tr><w:tr><w:trPr><w:trHeight w:val="346" w:hRule="exact"/></w:trPr><w:tc><w:tcPr><w:tcW w:w="1243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53"/><w:ind w:right="88"/><w:jc w:val="right"/><w:rPr><w:rFonts w:ascii="Arial" w:hAnsi="Arial" w:cs="Arial" w:eastAsia="Arial"/><w:sz w:val="20"/><w:szCs w:val="20"/></w:rPr></w:pPr><w:r><w:rPr><w:rFonts w:ascii="Arial"/><w:b/><w:color w:val="4C4D4F"/><w:spacing w:val="-10"/><w:sz w:val="20"/></w:rPr><w:t>4</w:t></w:r><w:r><w:rPr><w:rFonts w:ascii="Arial"/><w:b/><w:color w:val="4C4D4F"/><w:spacing w:val="-11"/><w:sz w:val="20"/></w:rPr><w:t>.1</w:t></w:r><w:r><w:rPr><w:rFonts w:ascii="Arial"/><w:sz w:val="20"/></w:rPr></w:r></w:p></w:tc><w:tc><w:tcPr><w:tcW w:w="470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53"/><w:ind w:left="74" w:right="0"/><w:jc w:val="left"/><w:rPr><w:rFonts w:ascii="Arial" w:hAnsi="Arial" w:cs="Arial" w:eastAsia="Arial"/><w:sz w:val="20"/><w:szCs w:val="20"/></w:rPr></w:pPr><w:r><w:rPr><w:rFonts w:ascii="Arial"/><w:color w:val="4C4D4F"/><w:sz w:val="20"/></w:rPr><w:t>Demonstrates</w:t></w:r><w:r><w:rPr><w:rFonts w:ascii="Arial"/><w:color w:val="4C4D4F"/><w:spacing w:val="-2"/><w:sz w:val="20"/></w:rPr><w:t> </w:t></w:r><w:r><w:rPr><w:rFonts w:ascii="Arial"/><w:color w:val="4C4D4F"/><w:sz w:val="20"/></w:rPr><w:t>the</w:t></w:r><w:r><w:rPr><w:rFonts w:ascii="Arial"/><w:color w:val="4C4D4F"/><w:spacing w:val="-2"/><w:sz w:val="20"/></w:rPr><w:t> </w:t></w:r><w:r><w:rPr><w:rFonts w:ascii="Arial"/><w:color w:val="4C4D4F"/><w:spacing w:val="-1"/><w:sz w:val="20"/></w:rPr><w:t>use</w:t></w:r><w:r><w:rPr><w:rFonts w:ascii="Arial"/><w:color w:val="4C4D4F"/><w:spacing w:val="-2"/><w:sz w:val="20"/></w:rPr><w:t> </w:t></w:r><w:r><w:rPr><w:rFonts w:ascii="Arial"/><w:color w:val="4C4D4F"/><w:spacing w:val="-1"/><w:sz w:val="20"/></w:rPr><w:t>of </w:t></w:r><w:r><w:rPr><w:rFonts w:ascii="Arial"/><w:color w:val="4C4D4F"/><w:spacing w:val="-3"/><w:sz w:val="20"/></w:rPr><w:t>Key</w:t></w:r><w:r><w:rPr><w:rFonts w:ascii="Arial"/><w:color w:val="4C4D4F"/><w:spacing w:val="-1"/><w:sz w:val="20"/></w:rPr><w:t> </w:t></w:r><w:r><w:rPr><w:rFonts w:ascii="Arial"/><w:color w:val="4C4D4F"/><w:spacing w:val="-2"/><w:sz w:val="20"/></w:rPr><w:t>Terminology.</w:t></w:r><w:r><w:rPr><w:rFonts w:ascii="Arial"/><w:sz w:val="20"/></w:rPr></w:r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/w:tcPr><w:p><w:pPr/></w:p></w:tc></w:tr><w:tr><w:trPr><w:trHeight w:val="346" w:hRule="exact"/></w:trPr><w:tc><w:tcPr><w:tcW w:w="1243" w:type="dxa"/><w:tcBorders><w:top w:val="single" w:sz="4" w:space="0" w:color="4F61AB"/><w:left w:val="single" w:sz="8" w:space="0" w:color="4F61AB"/><w:bottom w:val="single" w:sz="8" w:space="0" w:color="4F61AB"/><w:right w:val="single" w:sz="4" w:space="0" w:color="4F61AB"/></w:tcBorders></w:tcPr><w:p><w:pPr><w:pStyle w:val="TableParagraph"/><w:spacing w:line="240" w:lineRule="auto" w:before="53"/><w:ind w:right="72"/><w:jc w:val="right"/><w:rPr><w:rFonts w:ascii="Arial" w:hAnsi="Arial" w:cs="Arial" w:eastAsia="Arial"/><w:sz w:val="20"/><w:szCs w:val="20"/></w:rPr></w:pPr><w:r><w:rPr><w:rFonts w:ascii="Arial"/><w:b/><w:color w:val="4C4D4F"/><w:spacing w:val="1"/><w:w w:val="95"/><w:sz w:val="20"/></w:rPr><w:t>4.2</w:t></w:r><w:r><w:rPr><w:rFonts w:ascii="Arial"/><w:sz w:val="20"/></w:rPr></w:r></w:p></w:tc><w:tc><w:tcPr><w:tcW w:w="4709" w:type="dxa"/><w:tcBorders><w:top w:val="single" w:sz="4" w:space="0" w:color="4F61AB"/><w:left w:val="single" w:sz="4" w:space="0" w:color="4F61AB"/><w:bottom w:val="single" w:sz="8" w:space="0" w:color="4F61AB"/><w:right w:val="single" w:sz="4" w:space="0" w:color="4F61AB"/></w:tcBorders></w:tcPr><w:p><w:pPr><w:pStyle w:val="TableParagraph"/><w:spacing w:line="240" w:lineRule="auto" w:before="53"/><w:ind w:left="74" w:right="0"/><w:jc w:val="left"/><w:rPr><w:rFonts w:ascii="Arial" w:hAnsi="Arial" w:cs="Arial" w:eastAsia="Arial"/><w:sz w:val="20"/><w:szCs w:val="20"/></w:rPr></w:pPr><w:r><w:rPr><w:rFonts w:ascii="Arial"/><w:color w:val="4C4D4F"/><w:sz w:val="20"/></w:rPr><w:t>Applies</w:t></w:r><w:r><w:rPr><w:rFonts w:ascii="Arial"/><w:color w:val="4C4D4F"/><w:spacing w:val="-2"/><w:sz w:val="20"/></w:rPr><w:t> </w:t></w:r><w:r><w:rPr><w:rFonts w:ascii="Arial"/><w:color w:val="4C4D4F"/><w:sz w:val="20"/></w:rPr><w:t>terminology</w:t></w:r><w:r><w:rPr><w:rFonts w:ascii="Arial"/><w:color w:val="4C4D4F"/><w:spacing w:val="-1"/><w:sz w:val="20"/></w:rPr><w:t> appropriately.</w:t></w:r><w:r><w:rPr><w:rFonts w:ascii="Arial"/><w:sz w:val="20"/></w:rPr></w:r></w:p></w:tc><w:tc><w:tcPr><w:tcW w:w="479" w:type="dxa"/><w:tcBorders><w:top w:val="single" w:sz="4" w:space="0" w:color="4F61AB"/><w:left w:val="single" w:sz="4" w:space="0" w:color="4F61AB"/><w:bottom w:val="single" w:sz="8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8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8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8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8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8" w:space="0" w:color="4F61AB"/><w:right w:val="single" w:sz="4" w:space="0" w:color="4F61AB"/></w:tcBorders></w:tcPr><w:p><w:pPr/></w:p></w:tc><w:tc><w:tcPr><w:tcW w:w="479" w:type="dxa"/><w:tcBorders><w:top w:val="single" w:sz="4" w:space="0" w:color="4F61AB"/><w:left w:val="single" w:sz="4" w:space="0" w:color="4F61AB"/><w:bottom w:val="single" w:sz="8" w:space="0" w:color="4F61AB"/><w:right w:val="single" w:sz="8" w:space="0" w:color="4F61AB"/></w:tcBorders></w:tcPr><w:p><w:pPr/></w:p></w:tc></w:tr></w:tbl><w:p><w:pPr><w:spacing w:line="240" w:lineRule="auto" w:before="11"/><w:rPr><w:rFonts w:ascii="Arial" w:hAnsi="Arial" w:cs="Arial" w:eastAsia="Arial"/><w:sz w:val="15"/><w:szCs w:val="15"/></w:rPr></w:pPr></w:p><w:p><w:pPr><w:pStyle w:val="Heading2"/><w:spacing w:line="240" w:lineRule="auto" w:before="69"/><w:ind w:left="560" w:right="0"/><w:jc w:val="left"/><w:rPr><w:b w:val="0"/><w:bCs w:val="0"/></w:rPr></w:pPr><w:r><w:rPr><w:color w:val="4F61AB"/><w:spacing w:val="-6"/></w:rPr><w:t>To</w:t></w:r><w:r><w:rPr><w:color w:val="4F61AB"/><w:spacing w:val="-5"/></w:rPr><w:t>t</w:t></w:r><w:r><w:rPr><w:color w:val="4F61AB"/><w:spacing w:val="-6"/></w:rPr><w:t>al</w:t></w:r><w:r><w:rPr><w:color w:val="4F61AB"/><w:spacing w:val="-7"/></w:rPr><w:t> </w:t></w:r><w:r><w:rPr><w:color w:val="4F61AB"/><w:spacing w:val="-2"/></w:rPr><w:t>Points:</w:t></w:r><w:r><w:rPr><w:b w:val="0"/></w:rPr></w:r></w:p><w:p><w:pPr><w:spacing w:line="240" w:lineRule="auto" w:before="0"/><w:rPr><w:rFonts w:ascii="Arial" w:hAnsi="Arial" w:cs="Arial" w:eastAsia="Arial"/><w:b/><w:bCs/><w:sz w:val="3"/><w:szCs w:val="3"/></w:rPr></w:pPr></w:p><w:tbl><w:tblPr><w:tblW w:w="0" w:type="auto"/><w:jc w:val="left"/><w:tblInd w:w="505" w:type="dxa"/><w:tblLayout w:type="fixed"/><w:tblCellMar><w:top w:w="0" w:type="dxa"/><w:left w:w="0" w:type="dxa"/><w:bottom w:w="0" w:type="dxa"/><w:right w:w="0" w:type="dxa"/></w:tblCellMar><w:tblLook w:val="01E0"/></w:tblPr><w:tblGrid><w:gridCol w:w="296"/><w:gridCol w:w="5866"/><w:gridCol w:w="1639"/></w:tblGrid><w:tr><w:trPr><w:trHeight w:val="296" w:hRule="exact"/></w:trPr><w:tc><w:tcPr><w:tcW w:w="296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8"/><w:ind w:left="55" w:right="0"/><w:jc w:val="left"/><w:rPr><w:rFonts w:ascii="Arial" w:hAnsi="Arial" w:cs="Arial" w:eastAsia="Arial"/><w:sz w:val="22"/><w:szCs w:val="22"/></w:rPr></w:pPr><w:r><w:rPr><w:rFonts w:ascii="Arial"/><w:color w:val="4C4D4F"/><w:sz w:val="22"/></w:rPr><w:t>6</w:t></w:r><w:r><w:rPr><w:rFonts w:ascii="Arial"/><w:sz w:val="22"/></w:rPr></w:r></w:p></w:tc><w:tc><w:tcPr><w:tcW w:w="5866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8"/><w:ind w:left="118" w:right="0"/><w:jc w:val="left"/><w:rPr><w:rFonts w:ascii="Arial" w:hAnsi="Arial" w:cs="Arial" w:eastAsia="Arial"/><w:sz w:val="22"/><w:szCs w:val="22"/></w:rPr></w:pPr><w:r><w:rPr><w:rFonts w:ascii="Arial"/><w:color w:val="4C4D4F"/><w:spacing w:val="-1"/><w:sz w:val="22"/></w:rPr><w:t>Completed</w:t></w:r><w:r><w:rPr><w:rFonts w:ascii="Arial"/><w:color w:val="4C4D4F"/><w:spacing w:val="-2"/><w:sz w:val="22"/></w:rPr><w:t> </w:t></w:r><w:r><w:rPr><w:rFonts w:ascii="Arial"/><w:color w:val="4C4D4F"/><w:spacing w:val="-1"/><w:sz w:val="22"/></w:rPr><w:t>successfully at</w:t></w:r><w:r><w:rPr><w:rFonts w:ascii="Arial"/><w:color w:val="4C4D4F"/><w:sz w:val="22"/></w:rPr><w:t> </w:t></w:r><w:r><w:rPr><w:rFonts w:ascii="Arial"/><w:color w:val="4C4D4F"/><w:spacing w:val="-1"/><w:sz w:val="22"/></w:rPr><w:t>the</w:t></w:r><w:r><w:rPr><w:rFonts w:ascii="Arial"/><w:color w:val="4C4D4F"/><w:spacing w:val="-2"/><w:sz w:val="22"/></w:rPr><w:t> exceptional </w:t></w:r><w:r><w:rPr><w:rFonts w:ascii="Arial"/><w:color w:val="4C4D4F"/><w:spacing w:val="-3"/><w:sz w:val="22"/></w:rPr><w:t>level</w:t></w:r><w:r><w:rPr><w:rFonts w:ascii="Arial"/><w:sz w:val="22"/></w:rPr></w:r></w:p></w:tc><w:tc><w:tcPr><w:tcW w:w="1639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8"/><w:ind w:left="212" w:right="0"/><w:jc w:val="left"/><w:rPr><w:rFonts w:ascii="Arial" w:hAnsi="Arial" w:cs="Arial" w:eastAsia="Arial"/><w:sz w:val="22"/><w:szCs w:val="22"/></w:rPr></w:pPr><w:r><w:rPr><w:rFonts w:ascii="Arial"/><w:color w:val="4C4D4F"/><w:sz w:val="22"/></w:rPr><w:t>Exemplary</w:t></w:r><w:r><w:rPr><w:rFonts w:ascii="Arial"/><w:sz w:val="22"/></w:rPr></w:r></w:p></w:tc></w:tr><w:tr><w:trPr><w:trHeight w:val="300" w:hRule="exact"/></w:trPr><w:tc><w:tcPr><w:tcW w:w="296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55" w:right="0"/><w:jc w:val="left"/><w:rPr><w:rFonts w:ascii="Arial" w:hAnsi="Arial" w:cs="Arial" w:eastAsia="Arial"/><w:sz w:val="22"/><w:szCs w:val="22"/></w:rPr></w:pPr><w:r><w:rPr><w:rFonts w:ascii="Arial"/><w:color w:val="4C4D4F"/><w:sz w:val="22"/></w:rPr><w:t>5</w:t></w:r><w:r><w:rPr><w:rFonts w:ascii="Arial"/><w:sz w:val="22"/></w:rPr></w:r></w:p></w:tc><w:tc><w:tcPr><w:tcW w:w="5866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118" w:right="0"/><w:jc w:val="left"/><w:rPr><w:rFonts w:ascii="Arial" w:hAnsi="Arial" w:cs="Arial" w:eastAsia="Arial"/><w:sz w:val="22"/><w:szCs w:val="22"/></w:rPr></w:pPr><w:r><w:rPr><w:rFonts w:ascii="Arial"/><w:color w:val="4C4D4F"/><w:spacing w:val="-1"/><w:sz w:val="22"/></w:rPr><w:t>Completed</w:t></w:r><w:r><w:rPr><w:rFonts w:ascii="Arial"/><w:color w:val="4C4D4F"/><w:spacing w:val="-2"/><w:sz w:val="22"/></w:rPr><w:t> </w:t></w:r><w:r><w:rPr><w:rFonts w:ascii="Arial"/><w:color w:val="4C4D4F"/><w:spacing w:val="-1"/><w:sz w:val="22"/></w:rPr><w:t>successfully at</w:t></w:r><w:r><w:rPr><w:rFonts w:ascii="Arial"/><w:color w:val="4C4D4F"/><w:sz w:val="22"/></w:rPr><w:t> </w:t></w:r><w:r><w:rPr><w:rFonts w:ascii="Arial"/><w:color w:val="4C4D4F"/><w:spacing w:val="-1"/><w:sz w:val="22"/></w:rPr><w:t>higher than the</w:t></w:r><w:r><w:rPr><w:rFonts w:ascii="Arial"/><w:color w:val="4C4D4F"/><w:spacing w:val="-2"/><w:sz w:val="22"/></w:rPr><w:t> </w:t></w:r><w:r><w:rPr><w:rFonts w:ascii="Arial"/><w:color w:val="4C4D4F"/><w:spacing w:val="-1"/><w:sz w:val="22"/></w:rPr><w:t>expected </w:t></w:r><w:r><w:rPr><w:rFonts w:ascii="Arial"/><w:color w:val="4C4D4F"/><w:spacing w:val="-2"/><w:sz w:val="22"/></w:rPr><w:t>level</w:t></w:r><w:r><w:rPr><w:rFonts w:ascii="Arial"/><w:sz w:val="22"/></w:rPr></w:r></w:p></w:tc><w:tc><w:tcPr><w:tcW w:w="1639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212" w:right="0"/><w:jc w:val="left"/><w:rPr><w:rFonts w:ascii="Arial" w:hAnsi="Arial" w:cs="Arial" w:eastAsia="Arial"/><w:sz w:val="22"/><w:szCs w:val="22"/></w:rPr></w:pPr><w:r><w:rPr><w:rFonts w:ascii="Arial"/><w:color w:val="4C4D4F"/><w:spacing w:val="-1"/><w:sz w:val="22"/></w:rPr><w:t>Accomplished</w:t></w:r><w:r><w:rPr><w:rFonts w:ascii="Arial"/><w:sz w:val="22"/></w:rPr></w:r></w:p></w:tc></w:tr><w:tr><w:trPr><w:trHeight w:val="300" w:hRule="exact"/></w:trPr><w:tc><w:tcPr><w:tcW w:w="296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55" w:right="0"/><w:jc w:val="left"/><w:rPr><w:rFonts w:ascii="Arial" w:hAnsi="Arial" w:cs="Arial" w:eastAsia="Arial"/><w:sz w:val="22"/><w:szCs w:val="22"/></w:rPr></w:pPr><w:r><w:rPr><w:rFonts w:ascii="Arial"/><w:color w:val="4C4D4F"/><w:sz w:val="22"/></w:rPr><w:t>4</w:t></w:r><w:r><w:rPr><w:rFonts w:ascii="Arial"/><w:sz w:val="22"/></w:rPr></w:r></w:p></w:tc><w:tc><w:tcPr><w:tcW w:w="5866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118" w:right="0"/><w:jc w:val="left"/><w:rPr><w:rFonts w:ascii="Arial" w:hAnsi="Arial" w:cs="Arial" w:eastAsia="Arial"/><w:sz w:val="22"/><w:szCs w:val="22"/></w:rPr></w:pPr><w:r><w:rPr><w:rFonts w:ascii="Arial"/><w:color w:val="4C4D4F"/><w:spacing w:val="-1"/><w:sz w:val="22"/></w:rPr><w:t>Completed</w:t></w:r><w:r><w:rPr><w:rFonts w:ascii="Arial"/><w:color w:val="4C4D4F"/><w:spacing w:val="-2"/><w:sz w:val="22"/></w:rPr><w:t> </w:t></w:r><w:r><w:rPr><w:rFonts w:ascii="Arial"/><w:color w:val="4C4D4F"/><w:spacing w:val="-1"/><w:sz w:val="22"/></w:rPr><w:t>successfully to the</w:t></w:r><w:r><w:rPr><w:rFonts w:ascii="Arial"/><w:color w:val="4C4D4F"/><w:spacing w:val="-2"/><w:sz w:val="22"/></w:rPr><w:t> </w:t></w:r><w:r><w:rPr><w:rFonts w:ascii="Arial"/><w:color w:val="4C4D4F"/><w:spacing w:val="-1"/><w:sz w:val="22"/></w:rPr><w:t>expected</w:t></w:r><w:r><w:rPr><w:rFonts w:ascii="Arial"/><w:color w:val="4C4D4F"/><w:spacing w:val="-2"/><w:sz w:val="22"/></w:rPr><w:t> </w:t></w:r><w:r><w:rPr><w:rFonts w:ascii="Arial"/><w:color w:val="4C4D4F"/><w:spacing w:val="-3"/><w:sz w:val="22"/></w:rPr><w:t>level</w:t></w:r><w:r><w:rPr><w:rFonts w:ascii="Arial"/><w:sz w:val="22"/></w:rPr></w:r></w:p></w:tc><w:tc><w:tcPr><w:tcW w:w="1639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212" w:right="0"/><w:jc w:val="left"/><w:rPr><w:rFonts w:ascii="Arial" w:hAnsi="Arial" w:cs="Arial" w:eastAsia="Arial"/><w:sz w:val="22"/><w:szCs w:val="22"/></w:rPr></w:pPr><w:r><w:rPr><w:rFonts w:ascii="Arial"/><w:color w:val="4C4D4F"/><w:spacing w:val="-1"/><w:sz w:val="22"/></w:rPr><w:t>Emerging</w:t></w:r><w:r><w:rPr><w:rFonts w:ascii="Arial"/><w:sz w:val="22"/></w:rPr></w:r></w:p></w:tc></w:tr><w:tr><w:trPr><w:trHeight w:val="300" w:hRule="exact"/></w:trPr><w:tc><w:tcPr><w:tcW w:w="296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55" w:right="0"/><w:jc w:val="left"/><w:rPr><w:rFonts w:ascii="Arial" w:hAnsi="Arial" w:cs="Arial" w:eastAsia="Arial"/><w:sz w:val="22"/><w:szCs w:val="22"/></w:rPr></w:pPr><w:r><w:rPr><w:rFonts w:ascii="Arial"/><w:color w:val="4C4D4F"/><w:sz w:val="22"/></w:rPr><w:t>3</w:t></w:r><w:r><w:rPr><w:rFonts w:ascii="Arial"/><w:sz w:val="22"/></w:rPr></w:r></w:p></w:tc><w:tc><w:tcPr><w:tcW w:w="5866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118" w:right="0"/><w:jc w:val="left"/><w:rPr><w:rFonts w:ascii="Arial" w:hAnsi="Arial" w:cs="Arial" w:eastAsia="Arial"/><w:sz w:val="22"/><w:szCs w:val="22"/></w:rPr></w:pPr><w:r><w:rPr><w:rFonts w:ascii="Arial"/><w:color w:val="4C4D4F"/><w:spacing w:val="-1"/><w:sz w:val="22"/></w:rPr><w:t>Attempted</w:t></w:r><w:r><w:rPr><w:rFonts w:ascii="Arial"/><w:color w:val="4C4D4F"/><w:spacing w:val="-2"/><w:sz w:val="22"/></w:rPr><w:t> </w:t></w:r><w:r><w:rPr><w:rFonts w:ascii="Arial"/><w:color w:val="4C4D4F"/><w:spacing w:val="-1"/><w:sz w:val="22"/></w:rPr><w:t>successfully</w:t></w:r><w:r><w:rPr><w:rFonts w:ascii="Arial"/><w:color w:val="4C4D4F"/><w:spacing w:val="-2"/><w:sz w:val="22"/></w:rPr><w:t> </w:t></w:r><w:r><w:rPr><w:rFonts w:ascii="Arial"/><w:color w:val="4C4D4F"/><w:spacing w:val="-1"/><w:sz w:val="22"/></w:rPr><w:t>at the</w:t></w:r><w:r><w:rPr><w:rFonts w:ascii="Arial"/><w:color w:val="4C4D4F"/><w:spacing w:val="-2"/><w:sz w:val="22"/></w:rPr><w:t> minimum</w:t></w:r><w:r><w:rPr><w:rFonts w:ascii="Arial"/><w:color w:val="4C4D4F"/><w:spacing w:val="-1"/><w:sz w:val="22"/></w:rPr><w:t> </w:t></w:r><w:r><w:rPr><w:rFonts w:ascii="Arial"/><w:color w:val="4C4D4F"/><w:spacing w:val="-2"/><w:sz w:val="22"/></w:rPr><w:t>level</w:t></w:r><w:r><w:rPr><w:rFonts w:ascii="Arial"/><w:sz w:val="22"/></w:rPr></w:r></w:p></w:tc><w:tc><w:tcPr><w:tcW w:w="1639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212" w:right="0"/><w:jc w:val="left"/><w:rPr><w:rFonts w:ascii="Arial" w:hAnsi="Arial" w:cs="Arial" w:eastAsia="Arial"/><w:sz w:val="22"/><w:szCs w:val="22"/></w:rPr></w:pPr><w:r><w:rPr><w:rFonts w:ascii="Arial"/><w:color w:val="4C4D4F"/><w:spacing w:val="-2"/><w:sz w:val="22"/></w:rPr><w:t>Developing</w:t></w:r><w:r><w:rPr><w:rFonts w:ascii="Arial"/><w:sz w:val="22"/></w:rPr></w:r></w:p></w:tc></w:tr><w:tr><w:trPr><w:trHeight w:val="300" w:hRule="exact"/></w:trPr><w:tc><w:tcPr><w:tcW w:w="296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55" w:right="0"/><w:jc w:val="left"/><w:rPr><w:rFonts w:ascii="Arial" w:hAnsi="Arial" w:cs="Arial" w:eastAsia="Arial"/><w:sz w:val="22"/><w:szCs w:val="22"/></w:rPr></w:pPr><w:r><w:rPr><w:rFonts w:ascii="Arial"/><w:color w:val="4C4D4F"/><w:sz w:val="22"/></w:rPr><w:t>2</w:t></w:r><w:r><w:rPr><w:rFonts w:ascii="Arial"/><w:sz w:val="22"/></w:rPr></w:r></w:p></w:tc><w:tc><w:tcPr><w:tcW w:w="5866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118" w:right="0"/><w:jc w:val="left"/><w:rPr><w:rFonts w:ascii="Arial" w:hAnsi="Arial" w:cs="Arial" w:eastAsia="Arial"/><w:sz w:val="22"/><w:szCs w:val="22"/></w:rPr></w:pPr><w:r><w:rPr><w:rFonts w:ascii="Arial"/><w:color w:val="4C4D4F"/><w:spacing w:val="-1"/><w:sz w:val="22"/></w:rPr><w:t>Attempted</w:t></w:r><w:r><w:rPr><w:rFonts w:ascii="Arial"/><w:color w:val="4C4D4F"/><w:spacing w:val="-3"/><w:sz w:val="22"/></w:rPr><w:t> </w:t></w:r><w:r><w:rPr><w:rFonts w:ascii="Arial"/><w:color w:val="4C4D4F"/><w:sz w:val="22"/></w:rPr><w:t>-</w:t></w:r><w:r><w:rPr><w:rFonts w:ascii="Arial"/><w:color w:val="4C4D4F"/><w:spacing w:val="-1"/><w:sz w:val="22"/></w:rPr><w:t> Unsuccessful</w:t></w:r><w:r><w:rPr><w:rFonts w:ascii="Arial"/><w:color w:val="4C4D4F"/><w:spacing w:val="-2"/><w:sz w:val="22"/></w:rPr><w:t> </w:t></w:r><w:r><w:rPr><w:rFonts w:ascii="Arial"/><w:color w:val="4C4D4F"/><w:sz w:val="22"/></w:rPr><w:t>-</w:t></w:r><w:r><w:rPr><w:rFonts w:ascii="Arial"/><w:color w:val="4C4D4F"/><w:spacing w:val="-1"/><w:sz w:val="22"/></w:rPr><w:t> Close</w:t></w:r><w:r><w:rPr><w:rFonts w:ascii="Arial"/><w:color w:val="4C4D4F"/><w:spacing w:val="-2"/><w:sz w:val="22"/></w:rPr><w:t> </w:t></w:r><w:r><w:rPr><w:rFonts w:ascii="Arial"/><w:color w:val="4C4D4F"/><w:spacing w:val="-1"/><w:sz w:val="22"/></w:rPr><w:t>to</w:t></w:r><w:r><w:rPr><w:rFonts w:ascii="Arial"/><w:color w:val="4C4D4F"/><w:spacing w:val="-2"/><w:sz w:val="22"/></w:rPr><w:t> </w:t></w:r><w:r><w:rPr><w:rFonts w:ascii="Arial"/><w:color w:val="4C4D4F"/><w:sz w:val="22"/></w:rPr><w:t>Successful</w:t></w:r><w:r><w:rPr><w:rFonts w:ascii="Arial"/><w:sz w:val="22"/></w:rPr></w:r></w:p></w:tc><w:tc><w:tcPr><w:tcW w:w="1639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212" w:right="0"/><w:jc w:val="left"/><w:rPr><w:rFonts w:ascii="Arial" w:hAnsi="Arial" w:cs="Arial" w:eastAsia="Arial"/><w:sz w:val="22"/><w:szCs w:val="22"/></w:rPr></w:pPr><w:r><w:rPr><w:rFonts w:ascii="Arial"/><w:color w:val="4C4D4F"/><w:spacing w:val="-1"/><w:sz w:val="22"/></w:rPr><w:t>Beginning</w:t></w:r><w:r><w:rPr><w:rFonts w:ascii="Arial"/><w:sz w:val="22"/></w:rPr></w:r></w:p></w:tc></w:tr><w:tr><w:trPr><w:trHeight w:val="300" w:hRule="exact"/></w:trPr><w:tc><w:tcPr><w:tcW w:w="296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55" w:right="0"/><w:jc w:val="left"/><w:rPr><w:rFonts w:ascii="Arial" w:hAnsi="Arial" w:cs="Arial" w:eastAsia="Arial"/><w:sz w:val="22"/><w:szCs w:val="22"/></w:rPr></w:pPr><w:r><w:rPr><w:rFonts w:ascii="Arial"/><w:color w:val="4C4D4F"/><w:sz w:val="22"/></w:rPr><w:t>1</w:t></w:r><w:r><w:rPr><w:rFonts w:ascii="Arial"/><w:sz w:val="22"/></w:rPr></w:r></w:p></w:tc><w:tc><w:tcPr><w:tcW w:w="5866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118" w:right="0"/><w:jc w:val="left"/><w:rPr><w:rFonts w:ascii="Arial" w:hAnsi="Arial" w:cs="Arial" w:eastAsia="Arial"/><w:sz w:val="22"/><w:szCs w:val="22"/></w:rPr></w:pPr><w:r><w:rPr><w:rFonts w:ascii="Arial"/><w:color w:val="4C4D4F"/><w:spacing w:val="-1"/><w:sz w:val="22"/></w:rPr><w:t>Attempted</w:t></w:r><w:r><w:rPr><w:rFonts w:ascii="Arial"/><w:color w:val="4C4D4F"/><w:spacing w:val="-3"/><w:sz w:val="22"/></w:rPr><w:t> </w:t></w:r><w:r><w:rPr><w:rFonts w:ascii="Arial"/><w:color w:val="4C4D4F"/><w:sz w:val="22"/></w:rPr><w:t>-</w:t></w:r><w:r><w:rPr><w:rFonts w:ascii="Arial"/><w:color w:val="4C4D4F"/><w:spacing w:val="-2"/><w:sz w:val="22"/></w:rPr><w:t> </w:t></w:r><w:r><w:rPr><w:rFonts w:ascii="Arial"/><w:color w:val="4C4D4F"/><w:spacing w:val="-1"/><w:sz w:val="22"/></w:rPr><w:t>Unsuccessful</w:t></w:r><w:r><w:rPr><w:rFonts w:ascii="Arial"/><w:sz w:val="22"/></w:rPr></w:r></w:p></w:tc><w:tc><w:tcPr><w:tcW w:w="1639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212" w:right="0"/><w:jc w:val="left"/><w:rPr><w:rFonts w:ascii="Arial" w:hAnsi="Arial" w:cs="Arial" w:eastAsia="Arial"/><w:sz w:val="22"/><w:szCs w:val="22"/></w:rPr></w:pPr><w:r><w:rPr><w:rFonts w:ascii="Arial"/><w:color w:val="4C4D4F"/><w:spacing w:val="-1"/><w:sz w:val="22"/></w:rPr><w:t>Basic</w:t></w:r><w:r><w:rPr><w:rFonts w:ascii="Arial"/><w:sz w:val="22"/></w:rPr></w:r></w:p></w:tc></w:tr><w:tr><w:trPr><w:trHeight w:val="360" w:hRule="exact"/></w:trPr><w:tc><w:tcPr><w:tcW w:w="296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55" w:right="0"/><w:jc w:val="left"/><w:rPr><w:rFonts w:ascii="Arial" w:hAnsi="Arial" w:cs="Arial" w:eastAsia="Arial"/><w:sz w:val="22"/><w:szCs w:val="22"/></w:rPr></w:pPr><w:r><w:rPr><w:rFonts w:ascii="Arial"/><w:color w:val="4C4D4F"/><w:sz w:val="22"/></w:rPr><w:t>0</w:t></w:r><w:r><w:rPr><w:rFonts w:ascii="Arial"/><w:sz w:val="22"/></w:rPr></w:r></w:p></w:tc><w:tc><w:tcPr><w:tcW w:w="5866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118" w:right="0"/><w:jc w:val="left"/><w:rPr><w:rFonts w:ascii="Arial" w:hAnsi="Arial" w:cs="Arial" w:eastAsia="Arial"/><w:sz w:val="22"/><w:szCs w:val="22"/></w:rPr></w:pPr><w:r><w:rPr><w:rFonts w:ascii="Arial"/><w:color w:val="4C4D4F"/><w:spacing w:val="-1"/><w:sz w:val="22"/></w:rPr><w:t>Not</w:t></w:r><w:r><w:rPr><w:rFonts w:ascii="Arial"/><w:color w:val="4C4D4F"/><w:spacing w:val="-7"/><w:sz w:val="22"/></w:rPr><w:t> </w:t></w:r><w:r><w:rPr><w:rFonts w:ascii="Arial"/><w:color w:val="4C4D4F"/><w:spacing w:val="-1"/><w:sz w:val="22"/></w:rPr><w:t>Attempted</w:t></w:r><w:r><w:rPr><w:rFonts w:ascii="Arial"/><w:sz w:val="22"/></w:rPr></w:r></w:p></w:tc><w:tc><w:tcPr><w:tcW w:w="1639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12"/><w:ind w:left="212" w:right="0"/><w:jc w:val="left"/><w:rPr><w:rFonts w:ascii="Arial" w:hAnsi="Arial" w:cs="Arial" w:eastAsia="Arial"/><w:sz w:val="22"/><w:szCs w:val="22"/></w:rPr></w:pPr><w:r><w:rPr><w:rFonts w:ascii="Arial"/><w:color w:val="4C4D4F"/><w:spacing w:val="-2"/><w:sz w:val="22"/></w:rPr><w:t>N/A</w:t></w:r><w:r><w:rPr><w:rFonts w:ascii="Arial"/><w:sz w:val="22"/></w:rPr></w:r></w:p></w:tc></w:tr></w:tbl><w:p><w:pPr><w:spacing w:before="101"/><w:ind w:left="560" w:right="0" w:firstLine="0"/><w:jc w:val="left"/><w:rPr><w:rFonts w:ascii="Arial" w:hAnsi="Arial" w:cs="Arial" w:eastAsia="Arial"/><w:sz w:val="24"/><w:szCs w:val="24"/></w:rPr></w:pPr><w:r><w:rPr><w:rFonts w:ascii="Arial"/><w:b/><w:color w:val="4F61AB"/><w:spacing w:val="-1"/><w:sz w:val="24"/></w:rPr><w:t>Comments:</w:t></w:r><w:r><w:rPr><w:rFonts w:ascii="Arial"/><w:sz w:val="24"/></w:rPr></w:r></w:p><w:sectPr><w:pgSz w:w="12240" w:h="15840"/><w:pgMar w:header="630" w:footer="643" w:top="1080" w:bottom="840" w:left="880" w:right="340"/></w:sectPr></w:body>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63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62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626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624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645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64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6.313812pt;margin-top:37.740337pt;width:135.2pt;height:13pt;mso-position-horizontal-relative:page;mso-position-vertical-relative:page;z-index:-164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638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05.45pt;height:13pt;mso-position-horizontal-relative:page;mso-position-vertical-relative:page;z-index:-163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Program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You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Perform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T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ask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63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621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35.2pt;height:13pt;mso-position-horizontal-relative:page;mso-position-vertical-relative:page;z-index:-16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6.068298pt;margin-top:37.240337pt;width:205.45pt;height:13pt;mso-position-horizontal-relative:page;mso-position-vertical-relative:page;z-index:-161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Program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You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Perform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T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ask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614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05.45pt;height:13pt;mso-position-horizontal-relative:page;mso-position-vertical-relative:page;z-index:-161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Program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You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Perform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T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ask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60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110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yperlink" Target="http://www.vexrobotics.com/" TargetMode="External"/><Relationship Id="rId11" Type="http://schemas.openxmlformats.org/officeDocument/2006/relationships/hyperlink" Target="http://www.lego.com/en-us/mindstorms" TargetMode="External"/><Relationship Id="rId12" Type="http://schemas.openxmlformats.org/officeDocument/2006/relationships/hyperlink" Target="http://www.vexiqforum.com/" TargetMode="External"/><Relationship Id="rId13" Type="http://schemas.openxmlformats.org/officeDocument/2006/relationships/hyperlink" Target="http://www.vexforum.com/" TargetMode="External"/><Relationship Id="rId14" Type="http://schemas.openxmlformats.org/officeDocument/2006/relationships/hyperlink" Target="http://forums.usfirst.org/" TargetMode="External"/><Relationship Id="rId15" Type="http://schemas.openxmlformats.org/officeDocument/2006/relationships/header" Target="header3.xml"/><Relationship Id="rId16" Type="http://schemas.openxmlformats.org/officeDocument/2006/relationships/header" Target="header4.xml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hyperlink" Target="http://youtu.be/5Wk3hXGlN-I" TargetMode="External"/><Relationship Id="rId20" Type="http://schemas.openxmlformats.org/officeDocument/2006/relationships/hyperlink" Target="http://youtu.be/D-Byf8K-" TargetMode="External"/><Relationship Id="rId21" Type="http://schemas.openxmlformats.org/officeDocument/2006/relationships/hyperlink" Target="http://youtu.be/xBZRK1NunFQ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2017-12-08T08:25:13Z</dcterms:created>
  <dcterms:modified xsi:type="dcterms:W3CDTF">2017-12-08T08:25:13Z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